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D770C" w14:textId="77777777" w:rsidR="00C42E4F" w:rsidRPr="0002700E" w:rsidRDefault="008E3675" w:rsidP="0002700E">
      <w:pPr>
        <w:pStyle w:val="TemplateStyle"/>
        <w:rPr>
          <w:b/>
          <w:bCs/>
          <w:sz w:val="28"/>
          <w:szCs w:val="24"/>
          <w:lang w:val="es-MX"/>
        </w:rPr>
      </w:pPr>
      <w:r w:rsidRPr="0002700E">
        <w:rPr>
          <w:b/>
          <w:bCs/>
          <w:sz w:val="28"/>
          <w:szCs w:val="24"/>
          <w:lang w:val="es-MX"/>
        </w:rPr>
        <w:t xml:space="preserve">Contact Information | </w:t>
      </w:r>
    </w:p>
    <w:p w14:paraId="212CD3B7" w14:textId="77777777" w:rsidR="002451C8" w:rsidRPr="0002700E" w:rsidRDefault="008E3675" w:rsidP="0002700E">
      <w:pPr>
        <w:pStyle w:val="TemplateStyle"/>
        <w:rPr>
          <w:b/>
          <w:bCs/>
          <w:sz w:val="28"/>
          <w:szCs w:val="24"/>
          <w:lang w:val="es-MX"/>
        </w:rPr>
      </w:pPr>
      <w:r w:rsidRPr="0002700E">
        <w:rPr>
          <w:b/>
          <w:bCs/>
          <w:sz w:val="28"/>
          <w:szCs w:val="24"/>
          <w:lang w:val="es-MX"/>
        </w:rPr>
        <w:t>Información de Contacto</w:t>
      </w:r>
    </w:p>
    <w:p w14:paraId="4FC2CA7A" w14:textId="77777777" w:rsidR="00412CEC" w:rsidRPr="0002700E" w:rsidRDefault="00412CEC" w:rsidP="0002700E">
      <w:pPr>
        <w:pStyle w:val="TemplateStyle"/>
        <w:rPr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A4101" w:rsidRPr="0002700E" w14:paraId="235C3FEB" w14:textId="77777777" w:rsidTr="0042251F">
        <w:tc>
          <w:tcPr>
            <w:tcW w:w="4675" w:type="dxa"/>
            <w:vAlign w:val="center"/>
          </w:tcPr>
          <w:p w14:paraId="7EDE9098" w14:textId="77777777" w:rsidR="00AA4101" w:rsidRPr="0002700E" w:rsidRDefault="00AA4101" w:rsidP="0002700E">
            <w:pPr>
              <w:pStyle w:val="TemplateStyle"/>
            </w:pPr>
            <w:r w:rsidRPr="0002700E">
              <w:t>First Name | Primer Nombre</w:t>
            </w:r>
          </w:p>
        </w:tc>
        <w:tc>
          <w:tcPr>
            <w:tcW w:w="4675" w:type="dxa"/>
            <w:vAlign w:val="center"/>
          </w:tcPr>
          <w:p w14:paraId="3B5E1519" w14:textId="77777777" w:rsidR="00AA4101" w:rsidRPr="0002700E" w:rsidRDefault="00AA4101" w:rsidP="0002700E">
            <w:pPr>
              <w:pStyle w:val="TemplateStyle"/>
            </w:pPr>
            <w:r w:rsidRPr="0002700E">
              <w:t>Middle Name | Segundo Nombre</w:t>
            </w:r>
          </w:p>
        </w:tc>
      </w:tr>
      <w:tr w:rsidR="005034D5" w:rsidRPr="0002700E" w14:paraId="6997CD6E" w14:textId="77777777" w:rsidTr="0042251F">
        <w:sdt>
          <w:sdtPr>
            <w:id w:val="980266288"/>
            <w:placeholder>
              <w:docPart w:val="E89B24BE2A144847B91BE904DEB29656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250CDA10" w14:textId="77777777" w:rsidR="005034D5" w:rsidRPr="0002700E" w:rsidRDefault="00ED6989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554156158"/>
            <w:placeholder>
              <w:docPart w:val="C2361C0E83A040B4BE8454BEFB2ED296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79165A6C" w14:textId="77777777" w:rsidR="005034D5" w:rsidRPr="0002700E" w:rsidRDefault="00513ADE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7FB0D9E3" w14:textId="77777777" w:rsidR="005034D5" w:rsidRPr="0002700E" w:rsidRDefault="005034D5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A4101" w:rsidRPr="0002700E" w14:paraId="2CFC7CCD" w14:textId="77777777" w:rsidTr="00F155B9">
        <w:tc>
          <w:tcPr>
            <w:tcW w:w="9350" w:type="dxa"/>
          </w:tcPr>
          <w:p w14:paraId="3EA3CD01" w14:textId="77777777" w:rsidR="00AA4101" w:rsidRPr="0002700E" w:rsidRDefault="00AA4101" w:rsidP="0002700E">
            <w:pPr>
              <w:pStyle w:val="TemplateStyle"/>
            </w:pPr>
            <w:r w:rsidRPr="0002700E">
              <w:t>Last Name | Apellidos</w:t>
            </w:r>
          </w:p>
        </w:tc>
      </w:tr>
      <w:tr w:rsidR="0042251F" w:rsidRPr="0002700E" w14:paraId="2C8AF575" w14:textId="77777777" w:rsidTr="007B132E">
        <w:sdt>
          <w:sdtPr>
            <w:id w:val="-2040961338"/>
            <w:placeholder>
              <w:docPart w:val="AFD52C00CC87426596BED73E4A7FE56F"/>
            </w:placeholder>
            <w:showingPlcHdr/>
          </w:sdtPr>
          <w:sdtEndPr/>
          <w:sdtContent>
            <w:tc>
              <w:tcPr>
                <w:tcW w:w="9350" w:type="dxa"/>
                <w:vAlign w:val="center"/>
              </w:tcPr>
              <w:p w14:paraId="6D4C8B5A" w14:textId="77777777" w:rsidR="0042251F" w:rsidRPr="0002700E" w:rsidRDefault="00513ADE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69F7436C" w14:textId="77777777" w:rsidR="00C03A61" w:rsidRPr="0002700E" w:rsidRDefault="00C03A61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3A61" w:rsidRPr="0002700E" w14:paraId="02E54F8D" w14:textId="77777777" w:rsidTr="00C03A61">
        <w:tc>
          <w:tcPr>
            <w:tcW w:w="9350" w:type="dxa"/>
          </w:tcPr>
          <w:p w14:paraId="4DE26FBC" w14:textId="77777777" w:rsidR="00C03A61" w:rsidRPr="0002700E" w:rsidRDefault="00C03A61" w:rsidP="0002700E">
            <w:pPr>
              <w:pStyle w:val="TemplateStyle"/>
            </w:pPr>
            <w:r w:rsidRPr="0002700E">
              <w:t>Address | Direcció</w:t>
            </w:r>
            <w:r w:rsidR="00A1555A" w:rsidRPr="0002700E">
              <w:t>n</w:t>
            </w:r>
          </w:p>
        </w:tc>
      </w:tr>
      <w:tr w:rsidR="00412CEC" w:rsidRPr="0002700E" w14:paraId="7B9E6E59" w14:textId="77777777" w:rsidTr="00C03A61">
        <w:sdt>
          <w:sdtPr>
            <w:id w:val="-922107767"/>
            <w:placeholder>
              <w:docPart w:val="4DAAA191279646B68D4155976DEC6B81"/>
            </w:placeholder>
            <w:showingPlcHdr/>
          </w:sdtPr>
          <w:sdtEndPr/>
          <w:sdtContent>
            <w:tc>
              <w:tcPr>
                <w:tcW w:w="9350" w:type="dxa"/>
              </w:tcPr>
              <w:p w14:paraId="322975F1" w14:textId="77777777" w:rsidR="00412CEC" w:rsidRPr="0002700E" w:rsidRDefault="00973BC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07FC4E56" w14:textId="77777777" w:rsidR="00AA4101" w:rsidRPr="0002700E" w:rsidRDefault="00AA4101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700E" w:rsidRPr="0002700E" w14:paraId="583EB12F" w14:textId="77777777" w:rsidTr="00E95C86">
        <w:tc>
          <w:tcPr>
            <w:tcW w:w="4675" w:type="dxa"/>
            <w:vAlign w:val="center"/>
          </w:tcPr>
          <w:p w14:paraId="7555F269" w14:textId="77777777" w:rsidR="002A1039" w:rsidRPr="0002700E" w:rsidRDefault="002A1039" w:rsidP="0002700E">
            <w:pPr>
              <w:pStyle w:val="TemplateStyle"/>
            </w:pPr>
            <w:r w:rsidRPr="0002700E">
              <w:t>City | Ciudad</w:t>
            </w:r>
          </w:p>
        </w:tc>
        <w:tc>
          <w:tcPr>
            <w:tcW w:w="4675" w:type="dxa"/>
            <w:vAlign w:val="center"/>
          </w:tcPr>
          <w:p w14:paraId="7D4196AF" w14:textId="77777777" w:rsidR="002A1039" w:rsidRPr="0002700E" w:rsidRDefault="00172A3B" w:rsidP="0002700E">
            <w:pPr>
              <w:pStyle w:val="TemplateStyle"/>
            </w:pPr>
            <w:r w:rsidRPr="0002700E">
              <w:t>State</w:t>
            </w:r>
            <w:r w:rsidR="002A1039" w:rsidRPr="0002700E">
              <w:t xml:space="preserve"> | </w:t>
            </w:r>
            <w:r w:rsidRPr="0002700E">
              <w:t>Estado</w:t>
            </w:r>
          </w:p>
        </w:tc>
      </w:tr>
      <w:tr w:rsidR="0002700E" w:rsidRPr="0002700E" w14:paraId="280A22B0" w14:textId="77777777" w:rsidTr="00E95C86">
        <w:sdt>
          <w:sdtPr>
            <w:id w:val="1753537612"/>
            <w:placeholder>
              <w:docPart w:val="65477714FCAB4EEB8DEF3238358C13A1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78202A6B" w14:textId="77777777" w:rsidR="002A1039" w:rsidRPr="0002700E" w:rsidRDefault="00973BC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148890699"/>
            <w:placeholder>
              <w:docPart w:val="7F5BBD70908F4120B7AA3CDEEFD762A5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05083C9E" w14:textId="77777777" w:rsidR="002A1039" w:rsidRPr="0002700E" w:rsidRDefault="00973BC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27E170A3" w14:textId="77777777" w:rsidR="00AA4101" w:rsidRPr="0002700E" w:rsidRDefault="00AA4101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700E" w:rsidRPr="0002700E" w14:paraId="6F3EA763" w14:textId="77777777" w:rsidTr="00E95C86">
        <w:tc>
          <w:tcPr>
            <w:tcW w:w="4675" w:type="dxa"/>
            <w:vAlign w:val="center"/>
          </w:tcPr>
          <w:p w14:paraId="0EAAE79F" w14:textId="77777777" w:rsidR="002506F8" w:rsidRPr="0002700E" w:rsidRDefault="002506F8" w:rsidP="0002700E">
            <w:pPr>
              <w:pStyle w:val="TemplateStyle"/>
            </w:pPr>
            <w:r w:rsidRPr="0002700E">
              <w:t>Country | País</w:t>
            </w:r>
          </w:p>
        </w:tc>
        <w:tc>
          <w:tcPr>
            <w:tcW w:w="4675" w:type="dxa"/>
            <w:vAlign w:val="center"/>
          </w:tcPr>
          <w:p w14:paraId="4D848066" w14:textId="77777777" w:rsidR="002506F8" w:rsidRPr="0002700E" w:rsidRDefault="002506F8" w:rsidP="0002700E">
            <w:pPr>
              <w:pStyle w:val="TemplateStyle"/>
            </w:pPr>
            <w:r w:rsidRPr="0002700E">
              <w:t>ZIP Code | C</w:t>
            </w:r>
            <w:r w:rsidR="00B067AC" w:rsidRPr="0002700E">
              <w:t>ódigo Postal</w:t>
            </w:r>
          </w:p>
        </w:tc>
      </w:tr>
      <w:tr w:rsidR="0002700E" w:rsidRPr="0002700E" w14:paraId="3650DDFB" w14:textId="77777777" w:rsidTr="00E95C86">
        <w:sdt>
          <w:sdtPr>
            <w:id w:val="1867717960"/>
            <w:placeholder>
              <w:docPart w:val="D3F579B7C0604CD6B9F304E4CD57163B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51A8751A" w14:textId="77777777" w:rsidR="002506F8" w:rsidRPr="0002700E" w:rsidRDefault="00973BC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1005703611"/>
            <w:placeholder>
              <w:docPart w:val="2D761875752040FFBD4E48E11C13FAA8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46A15544" w14:textId="77777777" w:rsidR="002506F8" w:rsidRPr="0002700E" w:rsidRDefault="00973BC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5760BC93" w14:textId="77777777" w:rsidR="009E2822" w:rsidRPr="0002700E" w:rsidRDefault="009E2822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700E" w:rsidRPr="0002700E" w14:paraId="16514265" w14:textId="77777777" w:rsidTr="00E95C86">
        <w:tc>
          <w:tcPr>
            <w:tcW w:w="4675" w:type="dxa"/>
            <w:vAlign w:val="center"/>
          </w:tcPr>
          <w:p w14:paraId="352F3DCD" w14:textId="77777777" w:rsidR="00B067AC" w:rsidRPr="0002700E" w:rsidRDefault="004C70D2" w:rsidP="0002700E">
            <w:pPr>
              <w:pStyle w:val="TemplateStyle"/>
            </w:pPr>
            <w:r w:rsidRPr="0002700E">
              <w:t>Cell Phone</w:t>
            </w:r>
            <w:r w:rsidR="00B067AC" w:rsidRPr="0002700E">
              <w:t xml:space="preserve"> | </w:t>
            </w:r>
            <w:r w:rsidRPr="0002700E">
              <w:t>Número Celular</w:t>
            </w:r>
          </w:p>
        </w:tc>
        <w:tc>
          <w:tcPr>
            <w:tcW w:w="4675" w:type="dxa"/>
            <w:vAlign w:val="center"/>
          </w:tcPr>
          <w:p w14:paraId="7062B89D" w14:textId="77777777" w:rsidR="00B067AC" w:rsidRPr="0002700E" w:rsidRDefault="004C70D2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Phone Number</w:t>
            </w:r>
            <w:r w:rsidR="00B067AC" w:rsidRPr="0002700E">
              <w:rPr>
                <w:lang w:val="es-MX"/>
              </w:rPr>
              <w:t xml:space="preserve"> | </w:t>
            </w:r>
            <w:r w:rsidRPr="0002700E">
              <w:rPr>
                <w:lang w:val="es-MX"/>
              </w:rPr>
              <w:t>Número Telefónico</w:t>
            </w:r>
          </w:p>
        </w:tc>
      </w:tr>
      <w:tr w:rsidR="0002700E" w:rsidRPr="0002700E" w14:paraId="1A3AF583" w14:textId="77777777" w:rsidTr="00E95C86">
        <w:sdt>
          <w:sdtPr>
            <w:rPr>
              <w:lang w:val="es-MX"/>
            </w:rPr>
            <w:id w:val="-602039351"/>
            <w:placeholder>
              <w:docPart w:val="0798F451AD2A4BF388B2892E041CE052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466CCAC6" w14:textId="77777777" w:rsidR="00B067AC" w:rsidRPr="0002700E" w:rsidRDefault="00973BC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507983921"/>
            <w:placeholder>
              <w:docPart w:val="DECFD083F6D34DF994ED4A422A39941B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56ABDC9A" w14:textId="77777777" w:rsidR="00B067AC" w:rsidRPr="0002700E" w:rsidRDefault="00973BC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62E955D7" w14:textId="77777777" w:rsidR="00AA4101" w:rsidRPr="0002700E" w:rsidRDefault="00AA4101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700E" w:rsidRPr="0002700E" w14:paraId="046F6F8E" w14:textId="77777777" w:rsidTr="00E95C86">
        <w:tc>
          <w:tcPr>
            <w:tcW w:w="9350" w:type="dxa"/>
          </w:tcPr>
          <w:p w14:paraId="2C8EFC3D" w14:textId="77777777" w:rsidR="004C70D2" w:rsidRPr="0002700E" w:rsidRDefault="004C70D2" w:rsidP="0002700E">
            <w:pPr>
              <w:pStyle w:val="TemplateStyle"/>
            </w:pPr>
            <w:r w:rsidRPr="0002700E">
              <w:t>e-mail | correo electrónico</w:t>
            </w:r>
          </w:p>
        </w:tc>
      </w:tr>
      <w:tr w:rsidR="004C70D2" w:rsidRPr="0002700E" w14:paraId="1131E379" w14:textId="77777777" w:rsidTr="00E95C86">
        <w:sdt>
          <w:sdtPr>
            <w:id w:val="2102759578"/>
            <w:placeholder>
              <w:docPart w:val="7C0D7F7F18284D6794F79F88DA7D6D48"/>
            </w:placeholder>
            <w:showingPlcHdr/>
          </w:sdtPr>
          <w:sdtEndPr/>
          <w:sdtContent>
            <w:tc>
              <w:tcPr>
                <w:tcW w:w="9350" w:type="dxa"/>
              </w:tcPr>
              <w:p w14:paraId="42174153" w14:textId="77777777" w:rsidR="004C70D2" w:rsidRPr="0002700E" w:rsidRDefault="00973BC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41F05606" w14:textId="77777777" w:rsidR="004C70D2" w:rsidRPr="0002700E" w:rsidRDefault="004C70D2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5"/>
        <w:gridCol w:w="1482"/>
        <w:gridCol w:w="1483"/>
      </w:tblGrid>
      <w:tr w:rsidR="00BD75A3" w:rsidRPr="0002700E" w14:paraId="58B2645B" w14:textId="77777777" w:rsidTr="00785265">
        <w:tc>
          <w:tcPr>
            <w:tcW w:w="6385" w:type="dxa"/>
          </w:tcPr>
          <w:p w14:paraId="3C20FF71" w14:textId="77777777" w:rsidR="00BB7457" w:rsidRPr="0002700E" w:rsidRDefault="00BB7457" w:rsidP="0002700E">
            <w:pPr>
              <w:pStyle w:val="TemplateStyle"/>
              <w:rPr>
                <w:lang w:val="es-MX"/>
              </w:rPr>
            </w:pPr>
            <w:r w:rsidRPr="0002700E">
              <w:t>Contact Addres</w:t>
            </w:r>
            <w:r w:rsidR="00692DD2" w:rsidRPr="0002700E">
              <w:t>s</w:t>
            </w:r>
            <w:r w:rsidRPr="0002700E">
              <w:t xml:space="preserve"> is also</w:t>
            </w:r>
            <w:r w:rsidR="00692DD2" w:rsidRPr="0002700E">
              <w:t xml:space="preserve"> the</w:t>
            </w:r>
            <w:r w:rsidRPr="0002700E">
              <w:t xml:space="preserve"> mailing address</w:t>
            </w:r>
            <w:r w:rsidR="00692DD2" w:rsidRPr="0002700E">
              <w:t xml:space="preserve">? </w:t>
            </w:r>
            <w:r w:rsidR="00692DD2" w:rsidRPr="0002700E">
              <w:rPr>
                <w:lang w:val="es-MX"/>
              </w:rPr>
              <w:t>|</w:t>
            </w:r>
          </w:p>
          <w:p w14:paraId="58F47508" w14:textId="77777777" w:rsidR="00BD75A3" w:rsidRPr="0002700E" w:rsidRDefault="00AE10CD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¿La dirección de contacto es también la dirección postal?</w:t>
            </w:r>
          </w:p>
        </w:tc>
        <w:tc>
          <w:tcPr>
            <w:tcW w:w="1482" w:type="dxa"/>
          </w:tcPr>
          <w:p w14:paraId="353A8BB9" w14:textId="77777777" w:rsidR="00785265" w:rsidRPr="0002700E" w:rsidRDefault="00785265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Yes | S</w:t>
            </w:r>
            <w:r w:rsidR="00692DD2" w:rsidRPr="0002700E">
              <w:rPr>
                <w:lang w:val="es-MX"/>
              </w:rPr>
              <w:t>i</w:t>
            </w:r>
          </w:p>
          <w:sdt>
            <w:sdtPr>
              <w:rPr>
                <w:lang w:val="es-MX"/>
              </w:rPr>
              <w:id w:val="-681204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0F0D8D" w14:textId="21DADAF7" w:rsidR="00610C98" w:rsidRPr="0002700E" w:rsidRDefault="00115985" w:rsidP="0002700E">
                <w:pPr>
                  <w:pStyle w:val="TemplateStyle"/>
                  <w:rPr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lang w:val="es-MX"/>
                  </w:rPr>
                  <w:t>☐</w:t>
                </w:r>
              </w:p>
            </w:sdtContent>
          </w:sdt>
          <w:p w14:paraId="3687AFCB" w14:textId="77777777" w:rsidR="00785265" w:rsidRPr="0002700E" w:rsidRDefault="00785265" w:rsidP="0002700E">
            <w:pPr>
              <w:pStyle w:val="TemplateStyle"/>
              <w:rPr>
                <w:lang w:val="es-MX"/>
              </w:rPr>
            </w:pPr>
          </w:p>
        </w:tc>
        <w:tc>
          <w:tcPr>
            <w:tcW w:w="1483" w:type="dxa"/>
          </w:tcPr>
          <w:p w14:paraId="0E6FC2DC" w14:textId="77777777" w:rsidR="00BD75A3" w:rsidRPr="0002700E" w:rsidRDefault="00785265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No | No</w:t>
            </w:r>
          </w:p>
          <w:sdt>
            <w:sdtPr>
              <w:rPr>
                <w:lang w:val="es-MX"/>
              </w:rPr>
              <w:id w:val="-9015962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9329AA" w14:textId="77777777" w:rsidR="003B355A" w:rsidRPr="0002700E" w:rsidRDefault="003B355A" w:rsidP="0002700E">
                <w:pPr>
                  <w:pStyle w:val="TemplateStyle"/>
                  <w:rPr>
                    <w:lang w:val="es-MX"/>
                  </w:rPr>
                </w:pPr>
                <w:r w:rsidRPr="0002700E">
                  <w:rPr>
                    <w:rFonts w:ascii="Segoe UI Symbol" w:eastAsia="MS Gothic" w:hAnsi="Segoe UI Symbol" w:cs="Segoe UI Symbol"/>
                    <w:lang w:val="es-MX"/>
                  </w:rPr>
                  <w:t>☐</w:t>
                </w:r>
              </w:p>
            </w:sdtContent>
          </w:sdt>
        </w:tc>
      </w:tr>
    </w:tbl>
    <w:p w14:paraId="4EC0CBCD" w14:textId="77777777" w:rsidR="007642BE" w:rsidRPr="0002700E" w:rsidRDefault="007642BE" w:rsidP="0002700E">
      <w:pPr>
        <w:pStyle w:val="TemplateStyle"/>
        <w:rPr>
          <w:lang w:val="es-MX"/>
        </w:rPr>
      </w:pPr>
    </w:p>
    <w:p w14:paraId="55576205" w14:textId="77777777" w:rsidR="003B7D7B" w:rsidRPr="0002700E" w:rsidRDefault="003B7D7B" w:rsidP="0002700E">
      <w:pPr>
        <w:pStyle w:val="TemplateStyle"/>
      </w:pPr>
      <w:r w:rsidRPr="0002700E">
        <w:t>Please provide a mailing address if different from contact address</w:t>
      </w:r>
      <w:r w:rsidR="00F554B3" w:rsidRPr="0002700E">
        <w:t xml:space="preserve"> |</w:t>
      </w:r>
    </w:p>
    <w:p w14:paraId="14583EE6" w14:textId="77777777" w:rsidR="00F554B3" w:rsidRPr="0002700E" w:rsidRDefault="00237244" w:rsidP="0002700E">
      <w:pPr>
        <w:pStyle w:val="TemplateStyle"/>
        <w:rPr>
          <w:lang w:val="es-MX"/>
        </w:rPr>
      </w:pPr>
      <w:r w:rsidRPr="0002700E">
        <w:rPr>
          <w:lang w:val="es-MX"/>
        </w:rPr>
        <w:t>Proporcione una dirección postal si es diferente de la dirección de contacto</w:t>
      </w:r>
    </w:p>
    <w:p w14:paraId="1871B24F" w14:textId="77777777" w:rsidR="00AE10CD" w:rsidRPr="0002700E" w:rsidRDefault="00AE10CD" w:rsidP="0002700E">
      <w:pPr>
        <w:pStyle w:val="TemplateStyle"/>
        <w:rPr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700E" w:rsidRPr="0002700E" w14:paraId="06707C4D" w14:textId="77777777" w:rsidTr="00E95C86">
        <w:tc>
          <w:tcPr>
            <w:tcW w:w="9350" w:type="dxa"/>
          </w:tcPr>
          <w:p w14:paraId="5CD22F61" w14:textId="77777777" w:rsidR="00AE10CD" w:rsidRPr="0002700E" w:rsidRDefault="00830042" w:rsidP="0002700E">
            <w:pPr>
              <w:pStyle w:val="TemplateStyle"/>
            </w:pPr>
            <w:r w:rsidRPr="0002700E">
              <w:t xml:space="preserve">Mailing </w:t>
            </w:r>
            <w:r w:rsidR="00AE10CD" w:rsidRPr="0002700E">
              <w:t>Address | Dirección</w:t>
            </w:r>
            <w:r w:rsidRPr="0002700E">
              <w:t xml:space="preserve"> Postal</w:t>
            </w:r>
          </w:p>
        </w:tc>
      </w:tr>
      <w:tr w:rsidR="00AE10CD" w:rsidRPr="0002700E" w14:paraId="290E5B81" w14:textId="77777777" w:rsidTr="00E95C86">
        <w:sdt>
          <w:sdtPr>
            <w:id w:val="2065063530"/>
            <w:placeholder>
              <w:docPart w:val="F99971C431624721BF4726CCB4856B01"/>
            </w:placeholder>
            <w:showingPlcHdr/>
          </w:sdtPr>
          <w:sdtEndPr/>
          <w:sdtContent>
            <w:tc>
              <w:tcPr>
                <w:tcW w:w="9350" w:type="dxa"/>
              </w:tcPr>
              <w:p w14:paraId="245D4435" w14:textId="77777777" w:rsidR="00AE10CD" w:rsidRPr="0002700E" w:rsidRDefault="003B355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26D92AD2" w14:textId="77777777" w:rsidR="00AE10CD" w:rsidRPr="0002700E" w:rsidRDefault="00AE10CD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700E" w:rsidRPr="0002700E" w14:paraId="5CDD1D18" w14:textId="77777777" w:rsidTr="00E95C86">
        <w:tc>
          <w:tcPr>
            <w:tcW w:w="4675" w:type="dxa"/>
            <w:vAlign w:val="center"/>
          </w:tcPr>
          <w:p w14:paraId="744C94A6" w14:textId="77777777" w:rsidR="00AE10CD" w:rsidRPr="0002700E" w:rsidRDefault="00AE10CD" w:rsidP="0002700E">
            <w:pPr>
              <w:pStyle w:val="TemplateStyle"/>
            </w:pPr>
            <w:r w:rsidRPr="0002700E">
              <w:t>City | Ciudad</w:t>
            </w:r>
          </w:p>
        </w:tc>
        <w:tc>
          <w:tcPr>
            <w:tcW w:w="4675" w:type="dxa"/>
            <w:vAlign w:val="center"/>
          </w:tcPr>
          <w:p w14:paraId="38EFA6C1" w14:textId="77777777" w:rsidR="00AE10CD" w:rsidRPr="0002700E" w:rsidRDefault="00AE10CD" w:rsidP="0002700E">
            <w:pPr>
              <w:pStyle w:val="TemplateStyle"/>
            </w:pPr>
            <w:r w:rsidRPr="0002700E">
              <w:t>State | Estado</w:t>
            </w:r>
          </w:p>
        </w:tc>
      </w:tr>
      <w:tr w:rsidR="0002700E" w:rsidRPr="0002700E" w14:paraId="528F781A" w14:textId="77777777" w:rsidTr="00E95C86">
        <w:sdt>
          <w:sdtPr>
            <w:id w:val="-1044522100"/>
            <w:placeholder>
              <w:docPart w:val="643606F32F9F4AAD9F95656278358CB4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29B1F989" w14:textId="77777777" w:rsidR="00AE10CD" w:rsidRPr="0002700E" w:rsidRDefault="003B355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1404797699"/>
            <w:placeholder>
              <w:docPart w:val="60C1255A8B944E88AF7512684812110C"/>
            </w:placeholder>
          </w:sdtPr>
          <w:sdtEndPr/>
          <w:sdtContent>
            <w:tc>
              <w:tcPr>
                <w:tcW w:w="4675" w:type="dxa"/>
                <w:vAlign w:val="center"/>
              </w:tcPr>
              <w:sdt>
                <w:sdtPr>
                  <w:id w:val="-1941135098"/>
                  <w:placeholder>
                    <w:docPart w:val="62BC3625CF0643CDBC6E849A88FAA9DB"/>
                  </w:placeholder>
                  <w:showingPlcHdr/>
                </w:sdtPr>
                <w:sdtEndPr/>
                <w:sdtContent>
                  <w:p w14:paraId="2BBED21D" w14:textId="77777777" w:rsidR="00AE10CD" w:rsidRPr="0002700E" w:rsidRDefault="003B355A" w:rsidP="0002700E">
                    <w:pPr>
                      <w:pStyle w:val="TemplateStyle"/>
                    </w:pPr>
                    <w:r w:rsidRPr="0002700E">
                      <w:rPr>
                        <w:rStyle w:val="PlaceholderText"/>
                        <w:szCs w:val="24"/>
                      </w:rPr>
                      <w:t>Click or tap here to enter text.</w:t>
                    </w:r>
                  </w:p>
                </w:sdtContent>
              </w:sdt>
            </w:tc>
          </w:sdtContent>
        </w:sdt>
      </w:tr>
    </w:tbl>
    <w:p w14:paraId="64FF67EB" w14:textId="77777777" w:rsidR="00AE10CD" w:rsidRPr="0002700E" w:rsidRDefault="00AE10CD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700E" w:rsidRPr="0002700E" w14:paraId="04B3850B" w14:textId="77777777" w:rsidTr="00E95C86">
        <w:tc>
          <w:tcPr>
            <w:tcW w:w="4675" w:type="dxa"/>
            <w:vAlign w:val="center"/>
          </w:tcPr>
          <w:p w14:paraId="3542807B" w14:textId="77777777" w:rsidR="00AE10CD" w:rsidRPr="0002700E" w:rsidRDefault="00AE10CD" w:rsidP="0002700E">
            <w:pPr>
              <w:pStyle w:val="TemplateStyle"/>
            </w:pPr>
            <w:r w:rsidRPr="0002700E">
              <w:t>Country | País</w:t>
            </w:r>
          </w:p>
        </w:tc>
        <w:tc>
          <w:tcPr>
            <w:tcW w:w="4675" w:type="dxa"/>
            <w:vAlign w:val="center"/>
          </w:tcPr>
          <w:p w14:paraId="5347CDEB" w14:textId="77777777" w:rsidR="00AE10CD" w:rsidRPr="0002700E" w:rsidRDefault="00AE10CD" w:rsidP="0002700E">
            <w:pPr>
              <w:pStyle w:val="TemplateStyle"/>
            </w:pPr>
            <w:r w:rsidRPr="0002700E">
              <w:t>ZIP Code | Código Postal</w:t>
            </w:r>
          </w:p>
        </w:tc>
      </w:tr>
      <w:tr w:rsidR="0002700E" w:rsidRPr="0002700E" w14:paraId="409980AA" w14:textId="77777777" w:rsidTr="00E95C86">
        <w:sdt>
          <w:sdtPr>
            <w:id w:val="-2046208879"/>
            <w:placeholder>
              <w:docPart w:val="CFB7DC4DF0B649CA8F127C805F762A88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7603B436" w14:textId="77777777" w:rsidR="00AE10CD" w:rsidRPr="0002700E" w:rsidRDefault="003B355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320647913"/>
            <w:placeholder>
              <w:docPart w:val="B32F1384924140E986C3042EC41147F3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072564D2" w14:textId="77777777" w:rsidR="00AE10CD" w:rsidRPr="0002700E" w:rsidRDefault="003B355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5BE9D252" w14:textId="77777777" w:rsidR="00830042" w:rsidRPr="0002700E" w:rsidRDefault="00830042" w:rsidP="0002700E">
      <w:pPr>
        <w:pStyle w:val="TemplateStyle"/>
      </w:pPr>
    </w:p>
    <w:p w14:paraId="34368874" w14:textId="77777777" w:rsidR="00830042" w:rsidRPr="0002700E" w:rsidRDefault="00830042" w:rsidP="0002700E">
      <w:pPr>
        <w:pStyle w:val="TemplateStyle"/>
      </w:pPr>
      <w:r w:rsidRPr="0002700E">
        <w:br w:type="page"/>
      </w:r>
    </w:p>
    <w:p w14:paraId="2B1D9CDD" w14:textId="77777777" w:rsidR="001819B9" w:rsidRPr="00526F78" w:rsidRDefault="000205B5" w:rsidP="0002700E">
      <w:pPr>
        <w:pStyle w:val="TemplateStyle"/>
        <w:rPr>
          <w:b/>
          <w:bCs/>
          <w:sz w:val="28"/>
          <w:szCs w:val="24"/>
        </w:rPr>
      </w:pPr>
      <w:r w:rsidRPr="00526F78">
        <w:rPr>
          <w:b/>
          <w:bCs/>
          <w:sz w:val="28"/>
          <w:szCs w:val="24"/>
        </w:rPr>
        <w:lastRenderedPageBreak/>
        <w:t xml:space="preserve">About the Company you </w:t>
      </w:r>
      <w:r w:rsidR="006A4C62" w:rsidRPr="00526F78">
        <w:rPr>
          <w:b/>
          <w:bCs/>
          <w:sz w:val="28"/>
          <w:szCs w:val="24"/>
        </w:rPr>
        <w:t xml:space="preserve">want to form | </w:t>
      </w:r>
    </w:p>
    <w:p w14:paraId="2A179225" w14:textId="77777777" w:rsidR="006A4C62" w:rsidRPr="0002700E" w:rsidRDefault="00F554EC" w:rsidP="0002700E">
      <w:pPr>
        <w:pStyle w:val="TemplateStyle"/>
        <w:rPr>
          <w:b/>
          <w:bCs/>
          <w:sz w:val="28"/>
          <w:szCs w:val="24"/>
          <w:lang w:val="es-MX"/>
        </w:rPr>
      </w:pPr>
      <w:r w:rsidRPr="0002700E">
        <w:rPr>
          <w:b/>
          <w:bCs/>
          <w:sz w:val="28"/>
          <w:szCs w:val="24"/>
          <w:lang w:val="es-MX"/>
        </w:rPr>
        <w:t>Sobre la Compañía que desea formar</w:t>
      </w:r>
    </w:p>
    <w:p w14:paraId="654E5055" w14:textId="77777777" w:rsidR="00AE10CD" w:rsidRPr="0002700E" w:rsidRDefault="00AE10CD" w:rsidP="0002700E">
      <w:pPr>
        <w:pStyle w:val="TemplateStyle"/>
        <w:rPr>
          <w:lang w:val="es-MX"/>
        </w:rPr>
      </w:pPr>
    </w:p>
    <w:p w14:paraId="086CC43E" w14:textId="4AA72512" w:rsidR="00EC5976" w:rsidRPr="0002700E" w:rsidRDefault="00EC5976" w:rsidP="0002700E">
      <w:pPr>
        <w:pStyle w:val="TemplateStyle"/>
        <w:rPr>
          <w:lang w:val="es-MX"/>
        </w:rPr>
      </w:pPr>
      <w:r w:rsidRPr="0002700E">
        <w:rPr>
          <w:lang w:val="es-MX"/>
        </w:rPr>
        <w:t xml:space="preserve">Choose a Name for the </w:t>
      </w:r>
      <w:proofErr w:type="spellStart"/>
      <w:r w:rsidR="00964658">
        <w:rPr>
          <w:lang w:val="es-MX"/>
        </w:rPr>
        <w:t>Corporation</w:t>
      </w:r>
      <w:proofErr w:type="spellEnd"/>
      <w:r w:rsidR="00964658">
        <w:rPr>
          <w:lang w:val="es-MX"/>
        </w:rPr>
        <w:t xml:space="preserve"> (CORP)</w:t>
      </w:r>
      <w:r w:rsidRPr="0002700E">
        <w:rPr>
          <w:lang w:val="es-MX"/>
        </w:rPr>
        <w:t xml:space="preserve"> | Escoja un nombre para la </w:t>
      </w:r>
      <w:r w:rsidR="00964658">
        <w:rPr>
          <w:lang w:val="es-MX"/>
        </w:rPr>
        <w:t>Corporación (CORP)</w:t>
      </w:r>
    </w:p>
    <w:p w14:paraId="4FB13F90" w14:textId="77777777" w:rsidR="001819B9" w:rsidRPr="0002700E" w:rsidRDefault="001819B9" w:rsidP="0002700E">
      <w:pPr>
        <w:pStyle w:val="TemplateStyle"/>
        <w:rPr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5"/>
        <w:gridCol w:w="5395"/>
      </w:tblGrid>
      <w:tr w:rsidR="009A1C57" w:rsidRPr="0002700E" w14:paraId="5EA7EA4D" w14:textId="77777777" w:rsidTr="006909B0">
        <w:tc>
          <w:tcPr>
            <w:tcW w:w="3955" w:type="dxa"/>
          </w:tcPr>
          <w:p w14:paraId="5DE04443" w14:textId="77777777" w:rsidR="009A1C57" w:rsidRPr="0002700E" w:rsidRDefault="009A1C57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Firts Cho</w:t>
            </w:r>
            <w:r w:rsidR="00B25DDD" w:rsidRPr="0002700E">
              <w:rPr>
                <w:lang w:val="es-MX"/>
              </w:rPr>
              <w:t>ice | Primera Opción</w:t>
            </w:r>
          </w:p>
        </w:tc>
        <w:sdt>
          <w:sdtPr>
            <w:rPr>
              <w:lang w:val="es-MX"/>
            </w:rPr>
            <w:id w:val="-1892423081"/>
            <w:placeholder>
              <w:docPart w:val="E8DA3F95C0E547769F586CA4CCF705A8"/>
            </w:placeholder>
            <w:showingPlcHdr/>
          </w:sdtPr>
          <w:sdtEndPr/>
          <w:sdtContent>
            <w:tc>
              <w:tcPr>
                <w:tcW w:w="5395" w:type="dxa"/>
              </w:tcPr>
              <w:p w14:paraId="7FA7AD15" w14:textId="77777777" w:rsidR="009A1C57" w:rsidRPr="0002700E" w:rsidRDefault="003B355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6AD4668F" w14:textId="77777777" w:rsidR="001819B9" w:rsidRPr="0002700E" w:rsidRDefault="001819B9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5"/>
        <w:gridCol w:w="5395"/>
      </w:tblGrid>
      <w:tr w:rsidR="009A1C57" w:rsidRPr="0002700E" w14:paraId="2748DAC4" w14:textId="77777777" w:rsidTr="006909B0">
        <w:tc>
          <w:tcPr>
            <w:tcW w:w="3955" w:type="dxa"/>
          </w:tcPr>
          <w:p w14:paraId="716F6CF0" w14:textId="77777777" w:rsidR="009A1C57" w:rsidRPr="0002700E" w:rsidRDefault="00B25DDD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Second Choice | Segunda Opción</w:t>
            </w:r>
          </w:p>
        </w:tc>
        <w:sdt>
          <w:sdtPr>
            <w:rPr>
              <w:lang w:val="es-MX"/>
            </w:rPr>
            <w:id w:val="-2024078380"/>
            <w:placeholder>
              <w:docPart w:val="E393905A2DE748DAB6539643111EAB9E"/>
            </w:placeholder>
            <w:showingPlcHdr/>
          </w:sdtPr>
          <w:sdtEndPr/>
          <w:sdtContent>
            <w:tc>
              <w:tcPr>
                <w:tcW w:w="5395" w:type="dxa"/>
              </w:tcPr>
              <w:p w14:paraId="5AB33017" w14:textId="77777777" w:rsidR="009A1C57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0FD6712" w14:textId="77777777" w:rsidR="001819B9" w:rsidRPr="0002700E" w:rsidRDefault="001819B9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5"/>
        <w:gridCol w:w="5395"/>
      </w:tblGrid>
      <w:tr w:rsidR="009A1C57" w:rsidRPr="0002700E" w14:paraId="56055011" w14:textId="77777777" w:rsidTr="006909B0">
        <w:tc>
          <w:tcPr>
            <w:tcW w:w="3955" w:type="dxa"/>
          </w:tcPr>
          <w:p w14:paraId="0467FD87" w14:textId="77777777" w:rsidR="009A1C57" w:rsidRPr="0002700E" w:rsidRDefault="006909B0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Third</w:t>
            </w:r>
            <w:r w:rsidR="00B25DDD" w:rsidRPr="0002700E">
              <w:rPr>
                <w:lang w:val="es-MX"/>
              </w:rPr>
              <w:t xml:space="preserve"> Choice | </w:t>
            </w:r>
            <w:r w:rsidRPr="0002700E">
              <w:rPr>
                <w:lang w:val="es-MX"/>
              </w:rPr>
              <w:t>Tercera</w:t>
            </w:r>
            <w:r w:rsidR="00B25DDD" w:rsidRPr="0002700E">
              <w:rPr>
                <w:lang w:val="es-MX"/>
              </w:rPr>
              <w:t xml:space="preserve"> Opción</w:t>
            </w:r>
          </w:p>
        </w:tc>
        <w:sdt>
          <w:sdtPr>
            <w:rPr>
              <w:lang w:val="es-MX"/>
            </w:rPr>
            <w:id w:val="330645556"/>
            <w:placeholder>
              <w:docPart w:val="65C01B73BA8245D5913C000F54A56C22"/>
            </w:placeholder>
            <w:showingPlcHdr/>
          </w:sdtPr>
          <w:sdtEndPr/>
          <w:sdtContent>
            <w:tc>
              <w:tcPr>
                <w:tcW w:w="5395" w:type="dxa"/>
              </w:tcPr>
              <w:p w14:paraId="2475CB4F" w14:textId="77777777" w:rsidR="009A1C57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24DD8920" w14:textId="77777777" w:rsidR="009A1C57" w:rsidRPr="0002700E" w:rsidRDefault="009A1C57" w:rsidP="0002700E">
      <w:pPr>
        <w:pStyle w:val="TemplateStyle"/>
      </w:pPr>
    </w:p>
    <w:p w14:paraId="61E24825" w14:textId="77777777" w:rsidR="008722A8" w:rsidRPr="0002700E" w:rsidRDefault="00877CEC" w:rsidP="0002700E">
      <w:pPr>
        <w:pStyle w:val="TemplateStyle"/>
        <w:rPr>
          <w:lang w:val="es-MX"/>
        </w:rPr>
      </w:pPr>
      <w:r w:rsidRPr="0002700E">
        <w:rPr>
          <w:lang w:val="es-MX"/>
        </w:rPr>
        <w:t xml:space="preserve">Business Purpose | </w:t>
      </w:r>
      <w:r w:rsidR="0002560A" w:rsidRPr="0002700E">
        <w:rPr>
          <w:lang w:val="es-MX"/>
        </w:rPr>
        <w:t xml:space="preserve">Giro </w:t>
      </w:r>
      <w:r w:rsidR="003F074B" w:rsidRPr="0002700E">
        <w:rPr>
          <w:lang w:val="es-MX"/>
        </w:rPr>
        <w:t>del negocio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F074B" w:rsidRPr="0002700E" w14:paraId="4F163606" w14:textId="77777777" w:rsidTr="003F074B">
        <w:tc>
          <w:tcPr>
            <w:tcW w:w="9350" w:type="dxa"/>
          </w:tcPr>
          <w:sdt>
            <w:sdtPr>
              <w:rPr>
                <w:lang w:val="es-MX"/>
              </w:rPr>
              <w:id w:val="-2110032125"/>
              <w:placeholder>
                <w:docPart w:val="E7119C5E0ADC43A886C9478B3F7C9F30"/>
              </w:placeholder>
              <w:showingPlcHdr/>
            </w:sdtPr>
            <w:sdtEndPr/>
            <w:sdtContent>
              <w:p w14:paraId="40F6A422" w14:textId="77777777" w:rsidR="003F074B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sdtContent>
          </w:sdt>
          <w:p w14:paraId="51038D62" w14:textId="77777777" w:rsidR="00312F1F" w:rsidRPr="0002700E" w:rsidRDefault="00312F1F" w:rsidP="0002700E">
            <w:pPr>
              <w:pStyle w:val="TemplateStyle"/>
            </w:pPr>
          </w:p>
          <w:p w14:paraId="1053CB10" w14:textId="77777777" w:rsidR="00312F1F" w:rsidRPr="0002700E" w:rsidRDefault="00312F1F" w:rsidP="0002700E">
            <w:pPr>
              <w:pStyle w:val="TemplateStyle"/>
            </w:pPr>
          </w:p>
          <w:p w14:paraId="79A1CBD9" w14:textId="77777777" w:rsidR="00312F1F" w:rsidRPr="0002700E" w:rsidRDefault="00312F1F" w:rsidP="0002700E">
            <w:pPr>
              <w:pStyle w:val="TemplateStyle"/>
            </w:pPr>
          </w:p>
        </w:tc>
      </w:tr>
    </w:tbl>
    <w:p w14:paraId="22235721" w14:textId="77777777" w:rsidR="003F074B" w:rsidRPr="0002700E" w:rsidRDefault="003F074B" w:rsidP="0002700E">
      <w:pPr>
        <w:pStyle w:val="TemplateStyle"/>
      </w:pPr>
    </w:p>
    <w:p w14:paraId="40D24363" w14:textId="77777777" w:rsidR="003F074B" w:rsidRPr="0002700E" w:rsidRDefault="00FC0408" w:rsidP="0002700E">
      <w:pPr>
        <w:pStyle w:val="TemplateStyle"/>
        <w:rPr>
          <w:lang w:val="es-MX"/>
        </w:rPr>
      </w:pPr>
      <w:r w:rsidRPr="0002700E">
        <w:rPr>
          <w:lang w:val="es-MX"/>
        </w:rPr>
        <w:t>State of Company Formation | Estado para la formación de la Compañía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C0408" w:rsidRPr="0002700E" w14:paraId="2D04270B" w14:textId="77777777" w:rsidTr="00FC0408">
        <w:sdt>
          <w:sdtPr>
            <w:rPr>
              <w:lang w:val="es-MX"/>
            </w:rPr>
            <w:id w:val="533931385"/>
            <w:placeholder>
              <w:docPart w:val="291D2DAA266A4EBFB51259F6AC4CBFE1"/>
            </w:placeholder>
            <w:showingPlcHdr/>
          </w:sdtPr>
          <w:sdtEndPr/>
          <w:sdtContent>
            <w:tc>
              <w:tcPr>
                <w:tcW w:w="9350" w:type="dxa"/>
              </w:tcPr>
              <w:p w14:paraId="5D7001DB" w14:textId="77777777" w:rsidR="00FC0408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135AADD6" w14:textId="77777777" w:rsidR="00FC0408" w:rsidRPr="0002700E" w:rsidRDefault="00FC0408" w:rsidP="0002700E">
      <w:pPr>
        <w:pStyle w:val="TemplateStyle"/>
      </w:pPr>
    </w:p>
    <w:p w14:paraId="18CBA03E" w14:textId="6CE0846E" w:rsidR="00E66F38" w:rsidRPr="0002700E" w:rsidRDefault="00E8277E" w:rsidP="0002700E">
      <w:pPr>
        <w:pStyle w:val="TemplateStyle"/>
      </w:pPr>
      <w:r w:rsidRPr="0002700E">
        <w:t>Initial Business Address</w:t>
      </w:r>
      <w:r w:rsidR="00345400">
        <w:t xml:space="preserve">. It must be a </w:t>
      </w:r>
      <w:r w:rsidR="0099123F">
        <w:t xml:space="preserve">physical </w:t>
      </w:r>
      <w:r w:rsidR="004323E0">
        <w:t>address</w:t>
      </w:r>
      <w:r w:rsidR="00670B05">
        <w:t xml:space="preserve"> </w:t>
      </w:r>
      <w:r w:rsidRPr="0002700E">
        <w:t xml:space="preserve">| </w:t>
      </w:r>
    </w:p>
    <w:p w14:paraId="56CF3886" w14:textId="3B32B8BE" w:rsidR="00E8277E" w:rsidRPr="0002700E" w:rsidRDefault="00E8277E" w:rsidP="0002700E">
      <w:pPr>
        <w:pStyle w:val="TemplateStyle"/>
        <w:rPr>
          <w:lang w:val="es-MX"/>
        </w:rPr>
      </w:pPr>
      <w:r w:rsidRPr="0002700E">
        <w:rPr>
          <w:lang w:val="es-MX"/>
        </w:rPr>
        <w:t>Dirección Inicial del Negocio</w:t>
      </w:r>
      <w:r w:rsidR="004323E0">
        <w:rPr>
          <w:lang w:val="es-MX"/>
        </w:rPr>
        <w:t>. Debe ser una dirección física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700E" w:rsidRPr="0002700E" w14:paraId="46F7882B" w14:textId="77777777" w:rsidTr="00E95C86">
        <w:tc>
          <w:tcPr>
            <w:tcW w:w="9350" w:type="dxa"/>
          </w:tcPr>
          <w:p w14:paraId="66B849E3" w14:textId="77777777" w:rsidR="006D2968" w:rsidRPr="0002700E" w:rsidRDefault="00E8277E" w:rsidP="0002700E">
            <w:pPr>
              <w:pStyle w:val="TemplateStyle"/>
            </w:pPr>
            <w:r w:rsidRPr="0002700E">
              <w:t>Address | Dirección</w:t>
            </w:r>
          </w:p>
        </w:tc>
      </w:tr>
      <w:tr w:rsidR="006D2968" w:rsidRPr="0002700E" w14:paraId="3EE79D53" w14:textId="77777777" w:rsidTr="00E95C86">
        <w:tc>
          <w:tcPr>
            <w:tcW w:w="9350" w:type="dxa"/>
          </w:tcPr>
          <w:sdt>
            <w:sdtPr>
              <w:id w:val="-858661733"/>
              <w:placeholder>
                <w:docPart w:val="DDEEDC039FBD42EA97C97293B8CD8CAB"/>
              </w:placeholder>
              <w:showingPlcHdr/>
            </w:sdtPr>
            <w:sdtEndPr/>
            <w:sdtContent>
              <w:p w14:paraId="212FB962" w14:textId="77777777" w:rsidR="00E66F38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sdtContent>
          </w:sdt>
        </w:tc>
      </w:tr>
    </w:tbl>
    <w:p w14:paraId="568B3FE2" w14:textId="77777777" w:rsidR="006D2968" w:rsidRPr="0002700E" w:rsidRDefault="006D2968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700E" w:rsidRPr="0002700E" w14:paraId="661266DB" w14:textId="77777777" w:rsidTr="00E95C86">
        <w:tc>
          <w:tcPr>
            <w:tcW w:w="4675" w:type="dxa"/>
            <w:vAlign w:val="center"/>
          </w:tcPr>
          <w:p w14:paraId="371EACED" w14:textId="77777777" w:rsidR="006D2968" w:rsidRPr="0002700E" w:rsidRDefault="006D2968" w:rsidP="0002700E">
            <w:pPr>
              <w:pStyle w:val="TemplateStyle"/>
            </w:pPr>
            <w:r w:rsidRPr="0002700E">
              <w:t>City | Ciudad</w:t>
            </w:r>
          </w:p>
        </w:tc>
        <w:tc>
          <w:tcPr>
            <w:tcW w:w="4675" w:type="dxa"/>
            <w:vAlign w:val="center"/>
          </w:tcPr>
          <w:p w14:paraId="2EDCC230" w14:textId="77777777" w:rsidR="006D2968" w:rsidRPr="0002700E" w:rsidRDefault="006D2968" w:rsidP="0002700E">
            <w:pPr>
              <w:pStyle w:val="TemplateStyle"/>
            </w:pPr>
            <w:r w:rsidRPr="0002700E">
              <w:t>State | Estado</w:t>
            </w:r>
          </w:p>
        </w:tc>
      </w:tr>
      <w:tr w:rsidR="0002700E" w:rsidRPr="0002700E" w14:paraId="3F271BBD" w14:textId="77777777" w:rsidTr="00E95C86">
        <w:tc>
          <w:tcPr>
            <w:tcW w:w="4675" w:type="dxa"/>
            <w:vAlign w:val="center"/>
          </w:tcPr>
          <w:sdt>
            <w:sdtPr>
              <w:id w:val="56598575"/>
              <w:placeholder>
                <w:docPart w:val="1B25C96F02B549A4B4FB1EC4FC071D5A"/>
              </w:placeholder>
              <w:showingPlcHdr/>
            </w:sdtPr>
            <w:sdtEndPr/>
            <w:sdtContent>
              <w:p w14:paraId="6B00BAF8" w14:textId="77777777" w:rsidR="00CE52B4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sdtContent>
          </w:sdt>
        </w:tc>
        <w:tc>
          <w:tcPr>
            <w:tcW w:w="4675" w:type="dxa"/>
            <w:vAlign w:val="center"/>
          </w:tcPr>
          <w:sdt>
            <w:sdtPr>
              <w:id w:val="-500436104"/>
              <w:placeholder>
                <w:docPart w:val="4339981A9CDC43A7A5583611E006DDD2"/>
              </w:placeholder>
              <w:showingPlcHdr/>
            </w:sdtPr>
            <w:sdtEndPr/>
            <w:sdtContent>
              <w:p w14:paraId="1611AD03" w14:textId="77777777" w:rsidR="00CE52B4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sdtContent>
          </w:sdt>
        </w:tc>
      </w:tr>
    </w:tbl>
    <w:p w14:paraId="5A5FFEB8" w14:textId="77777777" w:rsidR="006D2968" w:rsidRPr="0002700E" w:rsidRDefault="006D2968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F44FA" w:rsidRPr="0002700E" w14:paraId="6EDA9DD1" w14:textId="77777777" w:rsidTr="00E95C86">
        <w:tc>
          <w:tcPr>
            <w:tcW w:w="4675" w:type="dxa"/>
            <w:vAlign w:val="center"/>
          </w:tcPr>
          <w:p w14:paraId="2FBBC99D" w14:textId="77777777" w:rsidR="006D2968" w:rsidRPr="0002700E" w:rsidRDefault="006D2968" w:rsidP="0002700E">
            <w:pPr>
              <w:pStyle w:val="TemplateStyle"/>
            </w:pPr>
            <w:r w:rsidRPr="0002700E">
              <w:t>Country | País</w:t>
            </w:r>
          </w:p>
        </w:tc>
        <w:tc>
          <w:tcPr>
            <w:tcW w:w="4675" w:type="dxa"/>
            <w:vAlign w:val="center"/>
          </w:tcPr>
          <w:p w14:paraId="52324DAC" w14:textId="77777777" w:rsidR="006D2968" w:rsidRPr="0002700E" w:rsidRDefault="006D2968" w:rsidP="0002700E">
            <w:pPr>
              <w:pStyle w:val="TemplateStyle"/>
            </w:pPr>
            <w:r w:rsidRPr="0002700E">
              <w:t>ZIP Code | Código Postal</w:t>
            </w:r>
          </w:p>
        </w:tc>
      </w:tr>
      <w:tr w:rsidR="001F44FA" w:rsidRPr="0002700E" w14:paraId="518C9E21" w14:textId="77777777" w:rsidTr="00E95C86">
        <w:sdt>
          <w:sdtPr>
            <w:id w:val="284470779"/>
            <w:placeholder>
              <w:docPart w:val="E44C7FCF0A85411183FCFC6E7258BACC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53E54F10" w14:textId="77777777" w:rsidR="00CE52B4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094700382"/>
            <w:placeholder>
              <w:docPart w:val="4DE946B45A1B4EFCAA6F25DB493399BA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1F1707A2" w14:textId="77777777" w:rsidR="00CE52B4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1A9B2E62" w14:textId="77777777" w:rsidR="003F074B" w:rsidRPr="0002700E" w:rsidRDefault="003F074B" w:rsidP="0002700E">
      <w:pPr>
        <w:pStyle w:val="TemplateStyle"/>
      </w:pPr>
    </w:p>
    <w:p w14:paraId="4E4F29A3" w14:textId="6D7E18B1" w:rsidR="00FC0408" w:rsidRPr="0002700E" w:rsidRDefault="00FC0408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C6BCA" w:rsidRPr="0002700E" w14:paraId="626A3DC6" w14:textId="77777777" w:rsidTr="00A44418">
        <w:tc>
          <w:tcPr>
            <w:tcW w:w="4675" w:type="dxa"/>
            <w:vAlign w:val="center"/>
          </w:tcPr>
          <w:p w14:paraId="34B01501" w14:textId="19861EF6" w:rsidR="00EC6BCA" w:rsidRPr="0002700E" w:rsidRDefault="00EC6BCA" w:rsidP="00A44418">
            <w:pPr>
              <w:pStyle w:val="TemplateStyle"/>
            </w:pPr>
            <w:r>
              <w:t xml:space="preserve">Number of Shares | </w:t>
            </w:r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r>
              <w:t>Acciones</w:t>
            </w:r>
            <w:proofErr w:type="spellEnd"/>
          </w:p>
        </w:tc>
        <w:tc>
          <w:tcPr>
            <w:tcW w:w="4675" w:type="dxa"/>
            <w:vAlign w:val="center"/>
          </w:tcPr>
          <w:p w14:paraId="62228C38" w14:textId="5114B5E0" w:rsidR="00EC6BCA" w:rsidRPr="0002700E" w:rsidRDefault="00234774" w:rsidP="00A44418">
            <w:pPr>
              <w:pStyle w:val="TemplateStyle"/>
            </w:pPr>
            <w:r>
              <w:t>Par Value | Valor Nominal</w:t>
            </w:r>
          </w:p>
        </w:tc>
      </w:tr>
      <w:tr w:rsidR="00EC6BCA" w:rsidRPr="0002700E" w14:paraId="0E0A46D6" w14:textId="77777777" w:rsidTr="00A44418">
        <w:sdt>
          <w:sdtPr>
            <w:id w:val="-1072584257"/>
            <w:placeholder>
              <w:docPart w:val="AF1861D4D9174227ABBCBA66C46A06B5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20D0B152" w14:textId="77777777" w:rsidR="00EC6BCA" w:rsidRPr="0002700E" w:rsidRDefault="00EC6BCA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1631052301"/>
            <w:placeholder>
              <w:docPart w:val="26CF3F8679B64DFFB2D70A828B1ECF9E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12F48D8" w14:textId="77777777" w:rsidR="00EC6BCA" w:rsidRPr="0002700E" w:rsidRDefault="00EC6BCA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4DFD295B" w14:textId="77777777" w:rsidR="00CE52B4" w:rsidRPr="0002700E" w:rsidRDefault="00CE52B4" w:rsidP="0002700E">
      <w:pPr>
        <w:pStyle w:val="TemplateStyle"/>
      </w:pPr>
      <w:r w:rsidRPr="0002700E">
        <w:br w:type="page"/>
      </w:r>
    </w:p>
    <w:p w14:paraId="04286B6B" w14:textId="06A5A2B7" w:rsidR="0005560C" w:rsidRPr="00526F78" w:rsidRDefault="0005560C" w:rsidP="0002700E">
      <w:pPr>
        <w:pStyle w:val="TemplateStyle"/>
        <w:rPr>
          <w:b/>
          <w:bCs/>
          <w:sz w:val="28"/>
          <w:szCs w:val="24"/>
        </w:rPr>
      </w:pPr>
      <w:r w:rsidRPr="00526F78">
        <w:rPr>
          <w:b/>
          <w:bCs/>
          <w:sz w:val="28"/>
          <w:szCs w:val="24"/>
        </w:rPr>
        <w:lastRenderedPageBreak/>
        <w:t xml:space="preserve">Information of the </w:t>
      </w:r>
      <w:r w:rsidR="000032BB">
        <w:rPr>
          <w:b/>
          <w:bCs/>
          <w:sz w:val="28"/>
          <w:szCs w:val="24"/>
        </w:rPr>
        <w:t>Corporation</w:t>
      </w:r>
      <w:r w:rsidR="00B056DF" w:rsidRPr="00526F78">
        <w:rPr>
          <w:b/>
          <w:bCs/>
          <w:sz w:val="28"/>
          <w:szCs w:val="24"/>
        </w:rPr>
        <w:t xml:space="preserve">´s </w:t>
      </w:r>
      <w:r w:rsidR="00DF4D2E">
        <w:rPr>
          <w:b/>
          <w:bCs/>
          <w:sz w:val="28"/>
          <w:szCs w:val="24"/>
        </w:rPr>
        <w:t>Officers</w:t>
      </w:r>
      <w:r w:rsidRPr="00526F78">
        <w:rPr>
          <w:b/>
          <w:bCs/>
          <w:sz w:val="28"/>
          <w:szCs w:val="24"/>
        </w:rPr>
        <w:t xml:space="preserve"> |</w:t>
      </w:r>
    </w:p>
    <w:p w14:paraId="1DAD95CE" w14:textId="1726CBDC" w:rsidR="0005560C" w:rsidRPr="0002700E" w:rsidRDefault="0005560C" w:rsidP="0002700E">
      <w:pPr>
        <w:pStyle w:val="TemplateStyle"/>
        <w:rPr>
          <w:b/>
          <w:bCs/>
          <w:sz w:val="28"/>
          <w:szCs w:val="24"/>
          <w:lang w:val="es-MX"/>
        </w:rPr>
      </w:pPr>
      <w:r w:rsidRPr="0002700E">
        <w:rPr>
          <w:b/>
          <w:bCs/>
          <w:sz w:val="28"/>
          <w:szCs w:val="24"/>
          <w:lang w:val="es-MX"/>
        </w:rPr>
        <w:t xml:space="preserve">Información sobre los </w:t>
      </w:r>
      <w:r w:rsidR="00840C40">
        <w:rPr>
          <w:b/>
          <w:bCs/>
          <w:sz w:val="28"/>
          <w:szCs w:val="24"/>
          <w:lang w:val="es-MX"/>
        </w:rPr>
        <w:t>Gerentes</w:t>
      </w:r>
      <w:r w:rsidR="000032BB">
        <w:rPr>
          <w:b/>
          <w:bCs/>
          <w:sz w:val="28"/>
          <w:szCs w:val="24"/>
          <w:lang w:val="es-MX"/>
        </w:rPr>
        <w:t xml:space="preserve"> de la Corporación</w:t>
      </w:r>
    </w:p>
    <w:p w14:paraId="6329EBF3" w14:textId="77777777" w:rsidR="00EB275E" w:rsidRPr="0002700E" w:rsidRDefault="00EB275E" w:rsidP="0002700E">
      <w:pPr>
        <w:pStyle w:val="TemplateStyle"/>
        <w:rPr>
          <w:lang w:val="es-MX"/>
        </w:rPr>
      </w:pPr>
    </w:p>
    <w:p w14:paraId="5A4DC2E2" w14:textId="2890C0F3" w:rsidR="00EB275E" w:rsidRPr="00E90A40" w:rsidRDefault="006D72F8" w:rsidP="0002700E">
      <w:pPr>
        <w:pStyle w:val="TemplateStyle"/>
        <w:rPr>
          <w:b/>
          <w:bCs/>
          <w:sz w:val="28"/>
          <w:szCs w:val="24"/>
          <w:lang w:val="es-MX"/>
        </w:rPr>
      </w:pPr>
      <w:bookmarkStart w:id="0" w:name="_Hlk125451735"/>
      <w:proofErr w:type="spellStart"/>
      <w:r>
        <w:rPr>
          <w:b/>
          <w:bCs/>
          <w:sz w:val="28"/>
          <w:szCs w:val="24"/>
          <w:lang w:val="es-MX"/>
        </w:rPr>
        <w:t>Officer</w:t>
      </w:r>
      <w:bookmarkEnd w:id="0"/>
      <w:proofErr w:type="spellEnd"/>
      <w:r>
        <w:rPr>
          <w:b/>
          <w:bCs/>
          <w:sz w:val="28"/>
          <w:szCs w:val="24"/>
          <w:lang w:val="es-MX"/>
        </w:rPr>
        <w:t xml:space="preserve"> 1 | </w:t>
      </w:r>
      <w:r w:rsidR="001F5EB1">
        <w:rPr>
          <w:b/>
          <w:bCs/>
          <w:sz w:val="28"/>
          <w:szCs w:val="24"/>
          <w:lang w:val="es-MX"/>
        </w:rPr>
        <w:t>Gerente</w:t>
      </w:r>
      <w:r w:rsidR="003E5CD7">
        <w:rPr>
          <w:b/>
          <w:bCs/>
          <w:sz w:val="28"/>
          <w:szCs w:val="24"/>
          <w:lang w:val="es-MX"/>
        </w:rPr>
        <w:t xml:space="preserve"> </w:t>
      </w:r>
      <w:r w:rsidR="0021158B" w:rsidRPr="00E90A40">
        <w:rPr>
          <w:b/>
          <w:bCs/>
          <w:sz w:val="28"/>
          <w:szCs w:val="24"/>
          <w:lang w:val="es-MX"/>
        </w:rP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700E" w:rsidRPr="0002700E" w14:paraId="734FD3EA" w14:textId="77777777" w:rsidTr="00E95C86">
        <w:tc>
          <w:tcPr>
            <w:tcW w:w="4675" w:type="dxa"/>
            <w:vAlign w:val="center"/>
          </w:tcPr>
          <w:p w14:paraId="14EF4703" w14:textId="77777777" w:rsidR="0021158B" w:rsidRPr="0002700E" w:rsidRDefault="0021158B" w:rsidP="0002700E">
            <w:pPr>
              <w:pStyle w:val="TemplateStyle"/>
            </w:pPr>
            <w:r w:rsidRPr="0002700E">
              <w:t>First Name | Primer Nombre</w:t>
            </w:r>
          </w:p>
        </w:tc>
        <w:tc>
          <w:tcPr>
            <w:tcW w:w="4675" w:type="dxa"/>
            <w:vAlign w:val="center"/>
          </w:tcPr>
          <w:p w14:paraId="3A83F4B7" w14:textId="77777777" w:rsidR="0021158B" w:rsidRPr="0002700E" w:rsidRDefault="0021158B" w:rsidP="0002700E">
            <w:pPr>
              <w:pStyle w:val="TemplateStyle"/>
            </w:pPr>
            <w:r w:rsidRPr="0002700E">
              <w:t>Middle Name | Segundo Nombre</w:t>
            </w:r>
          </w:p>
        </w:tc>
      </w:tr>
      <w:tr w:rsidR="0002700E" w:rsidRPr="0002700E" w14:paraId="25441272" w14:textId="77777777" w:rsidTr="00E95C86">
        <w:sdt>
          <w:sdtPr>
            <w:id w:val="928543931"/>
            <w:placeholder>
              <w:docPart w:val="CADAFCFECB8744D18F1B70CFA0B71695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5881A421" w14:textId="77777777" w:rsidR="0021158B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596327300"/>
            <w:placeholder>
              <w:docPart w:val="90180D61870C49918D63018561E77905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00826407" w14:textId="77777777" w:rsidR="0021158B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F847835" w14:textId="77777777" w:rsidR="0021158B" w:rsidRPr="0002700E" w:rsidRDefault="0021158B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1158B" w:rsidRPr="0002700E" w14:paraId="38BB2F8D" w14:textId="77777777" w:rsidTr="00E95C86">
        <w:tc>
          <w:tcPr>
            <w:tcW w:w="9350" w:type="dxa"/>
          </w:tcPr>
          <w:p w14:paraId="58045199" w14:textId="77777777" w:rsidR="0021158B" w:rsidRPr="0002700E" w:rsidRDefault="0021158B" w:rsidP="0002700E">
            <w:pPr>
              <w:pStyle w:val="TemplateStyle"/>
            </w:pPr>
            <w:r w:rsidRPr="0002700E">
              <w:t>Last Name | Apellidos</w:t>
            </w:r>
          </w:p>
        </w:tc>
      </w:tr>
      <w:tr w:rsidR="0021158B" w:rsidRPr="0002700E" w14:paraId="4F378EC7" w14:textId="77777777" w:rsidTr="00E95C86">
        <w:sdt>
          <w:sdtPr>
            <w:id w:val="1254632122"/>
            <w:placeholder>
              <w:docPart w:val="BB9536A7A061430296F54AF1168C482F"/>
            </w:placeholder>
            <w:showingPlcHdr/>
          </w:sdtPr>
          <w:sdtEndPr/>
          <w:sdtContent>
            <w:tc>
              <w:tcPr>
                <w:tcW w:w="9350" w:type="dxa"/>
                <w:vAlign w:val="center"/>
              </w:tcPr>
              <w:p w14:paraId="001C0D51" w14:textId="77777777" w:rsidR="0021158B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216D4489" w14:textId="5A57A19B" w:rsidR="0021158B" w:rsidRDefault="0021158B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57B70" w:rsidRPr="0002700E" w14:paraId="0DDA328A" w14:textId="77777777" w:rsidTr="00A44418">
        <w:tc>
          <w:tcPr>
            <w:tcW w:w="9350" w:type="dxa"/>
          </w:tcPr>
          <w:p w14:paraId="3904F28F" w14:textId="4F21FA20" w:rsidR="00F57B70" w:rsidRPr="0002700E" w:rsidRDefault="00F57B70" w:rsidP="00A44418">
            <w:pPr>
              <w:pStyle w:val="TemplateStyle"/>
            </w:pPr>
            <w:r>
              <w:t xml:space="preserve">Title | </w:t>
            </w:r>
            <w:proofErr w:type="spellStart"/>
            <w:r>
              <w:t>Puesto</w:t>
            </w:r>
            <w:proofErr w:type="spellEnd"/>
            <w:r>
              <w:t xml:space="preserve"> (</w:t>
            </w:r>
            <w:r w:rsidR="000A173A">
              <w:t xml:space="preserve">President, Vice-President, Secretary, Treasurer, </w:t>
            </w:r>
            <w:proofErr w:type="spellStart"/>
            <w:r w:rsidR="000A173A">
              <w:t>etc</w:t>
            </w:r>
            <w:proofErr w:type="spellEnd"/>
            <w:r w:rsidR="000A173A">
              <w:t>)</w:t>
            </w:r>
          </w:p>
        </w:tc>
      </w:tr>
      <w:tr w:rsidR="00F57B70" w:rsidRPr="0002700E" w14:paraId="335DE962" w14:textId="77777777" w:rsidTr="00A44418">
        <w:sdt>
          <w:sdtPr>
            <w:id w:val="689581050"/>
            <w:placeholder>
              <w:docPart w:val="FEA098EB2B104F29BE5350B742B13586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06D1A2C4" w14:textId="77777777" w:rsidR="00F57B70" w:rsidRPr="0002700E" w:rsidRDefault="00F57B70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6EDFA36D" w14:textId="428DBDE6" w:rsidR="00F57B70" w:rsidRDefault="00F57B70" w:rsidP="0002700E">
      <w:pPr>
        <w:pStyle w:val="TemplateStyle"/>
      </w:pPr>
    </w:p>
    <w:p w14:paraId="605D6A78" w14:textId="1789A522" w:rsidR="00647ADB" w:rsidRPr="00E90A40" w:rsidRDefault="006D72F8" w:rsidP="00647ADB">
      <w:pPr>
        <w:pStyle w:val="TemplateStyle"/>
        <w:rPr>
          <w:b/>
          <w:bCs/>
          <w:sz w:val="28"/>
          <w:szCs w:val="24"/>
          <w:lang w:val="es-MX"/>
        </w:rPr>
      </w:pPr>
      <w:proofErr w:type="spellStart"/>
      <w:r>
        <w:rPr>
          <w:b/>
          <w:bCs/>
          <w:sz w:val="28"/>
          <w:szCs w:val="24"/>
          <w:lang w:val="es-MX"/>
        </w:rPr>
        <w:t>Officer</w:t>
      </w:r>
      <w:proofErr w:type="spellEnd"/>
      <w:r>
        <w:rPr>
          <w:b/>
          <w:bCs/>
          <w:sz w:val="28"/>
          <w:szCs w:val="24"/>
          <w:lang w:val="es-MX"/>
        </w:rPr>
        <w:t xml:space="preserve"> </w:t>
      </w:r>
      <w:r w:rsidR="001F5EB1">
        <w:rPr>
          <w:b/>
          <w:bCs/>
          <w:sz w:val="28"/>
          <w:szCs w:val="24"/>
          <w:lang w:val="es-MX"/>
        </w:rPr>
        <w:t xml:space="preserve">2 | </w:t>
      </w:r>
      <w:r w:rsidR="00AC7FE6">
        <w:rPr>
          <w:b/>
          <w:bCs/>
          <w:sz w:val="28"/>
          <w:szCs w:val="24"/>
          <w:lang w:val="es-MX"/>
        </w:rPr>
        <w:t>Gerente</w:t>
      </w:r>
      <w:r w:rsidR="00647ADB">
        <w:rPr>
          <w:b/>
          <w:bCs/>
          <w:sz w:val="28"/>
          <w:szCs w:val="24"/>
          <w:lang w:val="es-MX"/>
        </w:rPr>
        <w:t xml:space="preserve"> </w:t>
      </w:r>
      <w:r>
        <w:rPr>
          <w:b/>
          <w:bCs/>
          <w:sz w:val="28"/>
          <w:szCs w:val="24"/>
          <w:lang w:val="es-MX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47ADB" w:rsidRPr="0002700E" w14:paraId="1D68D0C5" w14:textId="77777777" w:rsidTr="00A44418">
        <w:tc>
          <w:tcPr>
            <w:tcW w:w="4675" w:type="dxa"/>
            <w:vAlign w:val="center"/>
          </w:tcPr>
          <w:p w14:paraId="40DF1F9B" w14:textId="77777777" w:rsidR="00647ADB" w:rsidRPr="0002700E" w:rsidRDefault="00647ADB" w:rsidP="00A44418">
            <w:pPr>
              <w:pStyle w:val="TemplateStyle"/>
            </w:pPr>
            <w:r w:rsidRPr="0002700E">
              <w:t xml:space="preserve">First Name | Primer </w:t>
            </w:r>
            <w:proofErr w:type="spellStart"/>
            <w:r w:rsidRPr="0002700E">
              <w:t>Nombre</w:t>
            </w:r>
            <w:proofErr w:type="spellEnd"/>
          </w:p>
        </w:tc>
        <w:tc>
          <w:tcPr>
            <w:tcW w:w="4675" w:type="dxa"/>
            <w:vAlign w:val="center"/>
          </w:tcPr>
          <w:p w14:paraId="4ACC5F17" w14:textId="77777777" w:rsidR="00647ADB" w:rsidRPr="0002700E" w:rsidRDefault="00647ADB" w:rsidP="00A44418">
            <w:pPr>
              <w:pStyle w:val="TemplateStyle"/>
            </w:pPr>
            <w:r w:rsidRPr="0002700E">
              <w:t xml:space="preserve">Middle Name | Segundo </w:t>
            </w:r>
            <w:proofErr w:type="spellStart"/>
            <w:r w:rsidRPr="0002700E">
              <w:t>Nombre</w:t>
            </w:r>
            <w:proofErr w:type="spellEnd"/>
          </w:p>
        </w:tc>
      </w:tr>
      <w:tr w:rsidR="00647ADB" w:rsidRPr="0002700E" w14:paraId="2E90EBD6" w14:textId="77777777" w:rsidTr="00A44418">
        <w:sdt>
          <w:sdtPr>
            <w:id w:val="-1027783334"/>
            <w:placeholder>
              <w:docPart w:val="61120715C7074C8AA3A08BC8BE97078E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591DE01E" w14:textId="77777777" w:rsidR="00647ADB" w:rsidRPr="0002700E" w:rsidRDefault="00647ADB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636107619"/>
            <w:placeholder>
              <w:docPart w:val="AD7D45A5702D4A7D881A7BA1E76A5410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6A2BD4D5" w14:textId="77777777" w:rsidR="00647ADB" w:rsidRPr="0002700E" w:rsidRDefault="00647ADB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08B43F45" w14:textId="77777777" w:rsidR="00647ADB" w:rsidRPr="0002700E" w:rsidRDefault="00647ADB" w:rsidP="00647ADB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47ADB" w:rsidRPr="0002700E" w14:paraId="4915A75F" w14:textId="77777777" w:rsidTr="00A44418">
        <w:tc>
          <w:tcPr>
            <w:tcW w:w="9350" w:type="dxa"/>
          </w:tcPr>
          <w:p w14:paraId="05EBFB55" w14:textId="77777777" w:rsidR="00647ADB" w:rsidRPr="0002700E" w:rsidRDefault="00647ADB" w:rsidP="00A44418">
            <w:pPr>
              <w:pStyle w:val="TemplateStyle"/>
            </w:pPr>
            <w:r w:rsidRPr="0002700E">
              <w:t xml:space="preserve">Last Name | </w:t>
            </w:r>
            <w:proofErr w:type="spellStart"/>
            <w:r w:rsidRPr="0002700E">
              <w:t>Apellidos</w:t>
            </w:r>
            <w:proofErr w:type="spellEnd"/>
          </w:p>
        </w:tc>
      </w:tr>
      <w:tr w:rsidR="00647ADB" w:rsidRPr="0002700E" w14:paraId="71C81C9F" w14:textId="77777777" w:rsidTr="00A44418">
        <w:sdt>
          <w:sdtPr>
            <w:id w:val="685866701"/>
            <w:placeholder>
              <w:docPart w:val="DD22C97C1CB5487AAB0BFE5931B1C585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5EC2C9E4" w14:textId="77777777" w:rsidR="00647ADB" w:rsidRPr="0002700E" w:rsidRDefault="00647ADB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24FEF613" w14:textId="77777777" w:rsidR="00647ADB" w:rsidRDefault="00647ADB" w:rsidP="00647ADB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47ADB" w:rsidRPr="0002700E" w14:paraId="1502271D" w14:textId="77777777" w:rsidTr="00A44418">
        <w:tc>
          <w:tcPr>
            <w:tcW w:w="9350" w:type="dxa"/>
          </w:tcPr>
          <w:p w14:paraId="6433098C" w14:textId="77777777" w:rsidR="00647ADB" w:rsidRPr="0002700E" w:rsidRDefault="00647ADB" w:rsidP="00A44418">
            <w:pPr>
              <w:pStyle w:val="TemplateStyle"/>
            </w:pPr>
            <w:r>
              <w:t xml:space="preserve">Title | </w:t>
            </w:r>
            <w:proofErr w:type="spellStart"/>
            <w:r>
              <w:t>Puesto</w:t>
            </w:r>
            <w:proofErr w:type="spellEnd"/>
            <w:r>
              <w:t xml:space="preserve"> (President, Vice-President, Secretary, Treasurer,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</w:tr>
      <w:tr w:rsidR="00647ADB" w:rsidRPr="0002700E" w14:paraId="283CEBD9" w14:textId="77777777" w:rsidTr="00A44418">
        <w:sdt>
          <w:sdtPr>
            <w:id w:val="-706016863"/>
            <w:placeholder>
              <w:docPart w:val="7695CAC4B8794697BE091DCE315F06B4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0EA3428E" w14:textId="77777777" w:rsidR="00647ADB" w:rsidRPr="0002700E" w:rsidRDefault="00647ADB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52BAEF74" w14:textId="3D7BDFCB" w:rsidR="00647ADB" w:rsidRDefault="00647ADB" w:rsidP="0002700E">
      <w:pPr>
        <w:pStyle w:val="TemplateStyle"/>
      </w:pPr>
    </w:p>
    <w:p w14:paraId="45DABB06" w14:textId="6EB1A590" w:rsidR="00647ADB" w:rsidRPr="00E90A40" w:rsidRDefault="001F5EB1" w:rsidP="00647ADB">
      <w:pPr>
        <w:pStyle w:val="TemplateStyle"/>
        <w:rPr>
          <w:b/>
          <w:bCs/>
          <w:sz w:val="28"/>
          <w:szCs w:val="24"/>
          <w:lang w:val="es-MX"/>
        </w:rPr>
      </w:pPr>
      <w:proofErr w:type="spellStart"/>
      <w:r>
        <w:rPr>
          <w:b/>
          <w:bCs/>
          <w:sz w:val="28"/>
          <w:szCs w:val="24"/>
          <w:lang w:val="es-MX"/>
        </w:rPr>
        <w:t>Officer</w:t>
      </w:r>
      <w:proofErr w:type="spellEnd"/>
      <w:r>
        <w:rPr>
          <w:b/>
          <w:bCs/>
          <w:sz w:val="28"/>
          <w:szCs w:val="24"/>
          <w:lang w:val="es-MX"/>
        </w:rPr>
        <w:t xml:space="preserve"> 3| </w:t>
      </w:r>
      <w:r w:rsidR="00AC7FE6">
        <w:rPr>
          <w:b/>
          <w:bCs/>
          <w:sz w:val="28"/>
          <w:szCs w:val="24"/>
          <w:lang w:val="es-MX"/>
        </w:rPr>
        <w:t>Gerente</w:t>
      </w:r>
      <w:r w:rsidR="00647ADB">
        <w:rPr>
          <w:b/>
          <w:bCs/>
          <w:sz w:val="28"/>
          <w:szCs w:val="24"/>
          <w:lang w:val="es-MX"/>
        </w:rPr>
        <w:t xml:space="preserve"> </w:t>
      </w:r>
      <w:r w:rsidR="006D72F8">
        <w:rPr>
          <w:b/>
          <w:bCs/>
          <w:sz w:val="28"/>
          <w:szCs w:val="24"/>
          <w:lang w:val="es-MX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47ADB" w:rsidRPr="0002700E" w14:paraId="6E19CDD9" w14:textId="77777777" w:rsidTr="00A44418">
        <w:tc>
          <w:tcPr>
            <w:tcW w:w="4675" w:type="dxa"/>
            <w:vAlign w:val="center"/>
          </w:tcPr>
          <w:p w14:paraId="51867970" w14:textId="77777777" w:rsidR="00647ADB" w:rsidRPr="0002700E" w:rsidRDefault="00647ADB" w:rsidP="00A44418">
            <w:pPr>
              <w:pStyle w:val="TemplateStyle"/>
            </w:pPr>
            <w:r w:rsidRPr="0002700E">
              <w:t xml:space="preserve">First Name | Primer </w:t>
            </w:r>
            <w:proofErr w:type="spellStart"/>
            <w:r w:rsidRPr="0002700E">
              <w:t>Nombre</w:t>
            </w:r>
            <w:proofErr w:type="spellEnd"/>
          </w:p>
        </w:tc>
        <w:tc>
          <w:tcPr>
            <w:tcW w:w="4675" w:type="dxa"/>
            <w:vAlign w:val="center"/>
          </w:tcPr>
          <w:p w14:paraId="2EEDA683" w14:textId="77777777" w:rsidR="00647ADB" w:rsidRPr="0002700E" w:rsidRDefault="00647ADB" w:rsidP="00A44418">
            <w:pPr>
              <w:pStyle w:val="TemplateStyle"/>
            </w:pPr>
            <w:r w:rsidRPr="0002700E">
              <w:t xml:space="preserve">Middle Name | Segundo </w:t>
            </w:r>
            <w:proofErr w:type="spellStart"/>
            <w:r w:rsidRPr="0002700E">
              <w:t>Nombre</w:t>
            </w:r>
            <w:proofErr w:type="spellEnd"/>
          </w:p>
        </w:tc>
      </w:tr>
      <w:tr w:rsidR="00647ADB" w:rsidRPr="0002700E" w14:paraId="124F76A9" w14:textId="77777777" w:rsidTr="00A44418">
        <w:sdt>
          <w:sdtPr>
            <w:id w:val="-80140319"/>
            <w:placeholder>
              <w:docPart w:val="415A80574DE74AFE939E9004E3F17A3D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6EFAEB00" w14:textId="77777777" w:rsidR="00647ADB" w:rsidRPr="0002700E" w:rsidRDefault="00647ADB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776527734"/>
            <w:placeholder>
              <w:docPart w:val="CACDE5D41CB642688951DD67DC0F1AF8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2B1651DE" w14:textId="77777777" w:rsidR="00647ADB" w:rsidRPr="0002700E" w:rsidRDefault="00647ADB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0D87F00A" w14:textId="77777777" w:rsidR="00647ADB" w:rsidRPr="0002700E" w:rsidRDefault="00647ADB" w:rsidP="00647ADB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47ADB" w:rsidRPr="0002700E" w14:paraId="15DC84AD" w14:textId="77777777" w:rsidTr="00A44418">
        <w:tc>
          <w:tcPr>
            <w:tcW w:w="9350" w:type="dxa"/>
          </w:tcPr>
          <w:p w14:paraId="33105D6A" w14:textId="77777777" w:rsidR="00647ADB" w:rsidRPr="0002700E" w:rsidRDefault="00647ADB" w:rsidP="00A44418">
            <w:pPr>
              <w:pStyle w:val="TemplateStyle"/>
            </w:pPr>
            <w:r w:rsidRPr="0002700E">
              <w:t xml:space="preserve">Last Name | </w:t>
            </w:r>
            <w:proofErr w:type="spellStart"/>
            <w:r w:rsidRPr="0002700E">
              <w:t>Apellidos</w:t>
            </w:r>
            <w:proofErr w:type="spellEnd"/>
          </w:p>
        </w:tc>
      </w:tr>
      <w:tr w:rsidR="00647ADB" w:rsidRPr="0002700E" w14:paraId="28593BBD" w14:textId="77777777" w:rsidTr="00A44418">
        <w:sdt>
          <w:sdtPr>
            <w:id w:val="487288881"/>
            <w:placeholder>
              <w:docPart w:val="1BD584FC8EE74B5581BC0795345312CC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47DA9A2B" w14:textId="77777777" w:rsidR="00647ADB" w:rsidRPr="0002700E" w:rsidRDefault="00647ADB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02558C85" w14:textId="77777777" w:rsidR="00647ADB" w:rsidRDefault="00647ADB" w:rsidP="00647ADB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47ADB" w:rsidRPr="0002700E" w14:paraId="3C566A3E" w14:textId="77777777" w:rsidTr="00A44418">
        <w:tc>
          <w:tcPr>
            <w:tcW w:w="9350" w:type="dxa"/>
          </w:tcPr>
          <w:p w14:paraId="26FC690A" w14:textId="77777777" w:rsidR="00647ADB" w:rsidRPr="0002700E" w:rsidRDefault="00647ADB" w:rsidP="00A44418">
            <w:pPr>
              <w:pStyle w:val="TemplateStyle"/>
            </w:pPr>
            <w:r>
              <w:t xml:space="preserve">Title | </w:t>
            </w:r>
            <w:proofErr w:type="spellStart"/>
            <w:r>
              <w:t>Puesto</w:t>
            </w:r>
            <w:proofErr w:type="spellEnd"/>
            <w:r>
              <w:t xml:space="preserve"> (President, Vice-President, Secretary, Treasurer,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</w:tr>
      <w:tr w:rsidR="00647ADB" w:rsidRPr="0002700E" w14:paraId="7F92F8B1" w14:textId="77777777" w:rsidTr="00A44418">
        <w:sdt>
          <w:sdtPr>
            <w:id w:val="1764959260"/>
            <w:placeholder>
              <w:docPart w:val="3F41334C6E9F4C86A1125C5CC65AD8A0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5A36B38C" w14:textId="77777777" w:rsidR="00647ADB" w:rsidRPr="0002700E" w:rsidRDefault="00647ADB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54453208" w14:textId="1EDDB51F" w:rsidR="00647ADB" w:rsidRDefault="00647ADB" w:rsidP="0002700E">
      <w:pPr>
        <w:pStyle w:val="TemplateStyle"/>
      </w:pPr>
    </w:p>
    <w:p w14:paraId="435C9842" w14:textId="36226C26" w:rsidR="00647ADB" w:rsidRPr="00E90A40" w:rsidRDefault="001F5EB1" w:rsidP="00647ADB">
      <w:pPr>
        <w:pStyle w:val="TemplateStyle"/>
        <w:rPr>
          <w:b/>
          <w:bCs/>
          <w:sz w:val="28"/>
          <w:szCs w:val="24"/>
          <w:lang w:val="es-MX"/>
        </w:rPr>
      </w:pPr>
      <w:proofErr w:type="spellStart"/>
      <w:r w:rsidRPr="001F5EB1">
        <w:rPr>
          <w:b/>
          <w:bCs/>
          <w:sz w:val="28"/>
          <w:szCs w:val="24"/>
          <w:lang w:val="es-MX"/>
        </w:rPr>
        <w:t>Officer</w:t>
      </w:r>
      <w:proofErr w:type="spellEnd"/>
      <w:r w:rsidRPr="001F5EB1">
        <w:rPr>
          <w:b/>
          <w:bCs/>
          <w:sz w:val="28"/>
          <w:szCs w:val="24"/>
          <w:lang w:val="es-MX"/>
        </w:rPr>
        <w:t xml:space="preserve"> </w:t>
      </w:r>
      <w:r>
        <w:rPr>
          <w:b/>
          <w:bCs/>
          <w:sz w:val="28"/>
          <w:szCs w:val="24"/>
          <w:lang w:val="es-MX"/>
        </w:rPr>
        <w:t xml:space="preserve">4| </w:t>
      </w:r>
      <w:r w:rsidR="00AC7FE6">
        <w:rPr>
          <w:b/>
          <w:bCs/>
          <w:sz w:val="28"/>
          <w:szCs w:val="24"/>
          <w:lang w:val="es-MX"/>
        </w:rPr>
        <w:t>Gerente</w:t>
      </w:r>
      <w:r w:rsidR="00647ADB">
        <w:rPr>
          <w:b/>
          <w:bCs/>
          <w:sz w:val="28"/>
          <w:szCs w:val="24"/>
          <w:lang w:val="es-MX"/>
        </w:rPr>
        <w:t xml:space="preserve"> </w:t>
      </w:r>
      <w:r w:rsidR="006D72F8">
        <w:rPr>
          <w:b/>
          <w:bCs/>
          <w:sz w:val="28"/>
          <w:szCs w:val="24"/>
          <w:lang w:val="es-MX"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47ADB" w:rsidRPr="0002700E" w14:paraId="7FC6F610" w14:textId="77777777" w:rsidTr="00A44418">
        <w:tc>
          <w:tcPr>
            <w:tcW w:w="4675" w:type="dxa"/>
            <w:vAlign w:val="center"/>
          </w:tcPr>
          <w:p w14:paraId="7C790CCC" w14:textId="77777777" w:rsidR="00647ADB" w:rsidRPr="0002700E" w:rsidRDefault="00647ADB" w:rsidP="00A44418">
            <w:pPr>
              <w:pStyle w:val="TemplateStyle"/>
            </w:pPr>
            <w:r w:rsidRPr="0002700E">
              <w:t xml:space="preserve">First Name | Primer </w:t>
            </w:r>
            <w:proofErr w:type="spellStart"/>
            <w:r w:rsidRPr="0002700E">
              <w:t>Nombre</w:t>
            </w:r>
            <w:proofErr w:type="spellEnd"/>
          </w:p>
        </w:tc>
        <w:tc>
          <w:tcPr>
            <w:tcW w:w="4675" w:type="dxa"/>
            <w:vAlign w:val="center"/>
          </w:tcPr>
          <w:p w14:paraId="4AECF6DA" w14:textId="77777777" w:rsidR="00647ADB" w:rsidRPr="0002700E" w:rsidRDefault="00647ADB" w:rsidP="00A44418">
            <w:pPr>
              <w:pStyle w:val="TemplateStyle"/>
            </w:pPr>
            <w:r w:rsidRPr="0002700E">
              <w:t xml:space="preserve">Middle Name | Segundo </w:t>
            </w:r>
            <w:proofErr w:type="spellStart"/>
            <w:r w:rsidRPr="0002700E">
              <w:t>Nombre</w:t>
            </w:r>
            <w:proofErr w:type="spellEnd"/>
          </w:p>
        </w:tc>
      </w:tr>
      <w:tr w:rsidR="00647ADB" w:rsidRPr="0002700E" w14:paraId="08914648" w14:textId="77777777" w:rsidTr="00A44418">
        <w:sdt>
          <w:sdtPr>
            <w:id w:val="-234858389"/>
            <w:placeholder>
              <w:docPart w:val="A03B8FC093D943F883F0190371FB19CD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EDAC119" w14:textId="77777777" w:rsidR="00647ADB" w:rsidRPr="0002700E" w:rsidRDefault="00647ADB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1593282528"/>
            <w:placeholder>
              <w:docPart w:val="7CE90EC303D1449187579A4EAE9401CF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792E842A" w14:textId="77777777" w:rsidR="00647ADB" w:rsidRPr="0002700E" w:rsidRDefault="00647ADB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4841F7EC" w14:textId="77777777" w:rsidR="00647ADB" w:rsidRPr="0002700E" w:rsidRDefault="00647ADB" w:rsidP="00647ADB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47ADB" w:rsidRPr="0002700E" w14:paraId="5986FF23" w14:textId="77777777" w:rsidTr="00A44418">
        <w:tc>
          <w:tcPr>
            <w:tcW w:w="9350" w:type="dxa"/>
          </w:tcPr>
          <w:p w14:paraId="25D0E251" w14:textId="77777777" w:rsidR="00647ADB" w:rsidRPr="0002700E" w:rsidRDefault="00647ADB" w:rsidP="00A44418">
            <w:pPr>
              <w:pStyle w:val="TemplateStyle"/>
            </w:pPr>
            <w:r w:rsidRPr="0002700E">
              <w:t xml:space="preserve">Last Name | </w:t>
            </w:r>
            <w:proofErr w:type="spellStart"/>
            <w:r w:rsidRPr="0002700E">
              <w:t>Apellidos</w:t>
            </w:r>
            <w:proofErr w:type="spellEnd"/>
          </w:p>
        </w:tc>
      </w:tr>
      <w:tr w:rsidR="00647ADB" w:rsidRPr="0002700E" w14:paraId="583DD478" w14:textId="77777777" w:rsidTr="00A44418">
        <w:sdt>
          <w:sdtPr>
            <w:id w:val="-636031219"/>
            <w:placeholder>
              <w:docPart w:val="0B32BCB011B545A08FC5848C25CDBE9B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2AF6C705" w14:textId="77777777" w:rsidR="00647ADB" w:rsidRPr="0002700E" w:rsidRDefault="00647ADB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570CEEA3" w14:textId="77777777" w:rsidR="00647ADB" w:rsidRDefault="00647ADB" w:rsidP="00647ADB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47ADB" w:rsidRPr="0002700E" w14:paraId="781A4715" w14:textId="77777777" w:rsidTr="00A44418">
        <w:tc>
          <w:tcPr>
            <w:tcW w:w="9350" w:type="dxa"/>
          </w:tcPr>
          <w:p w14:paraId="262BC466" w14:textId="77777777" w:rsidR="00647ADB" w:rsidRPr="0002700E" w:rsidRDefault="00647ADB" w:rsidP="00A44418">
            <w:pPr>
              <w:pStyle w:val="TemplateStyle"/>
            </w:pPr>
            <w:r>
              <w:t xml:space="preserve">Title | </w:t>
            </w:r>
            <w:proofErr w:type="spellStart"/>
            <w:r>
              <w:t>Puesto</w:t>
            </w:r>
            <w:proofErr w:type="spellEnd"/>
            <w:r>
              <w:t xml:space="preserve"> (President, Vice-President, Secretary, Treasurer,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</w:tr>
      <w:tr w:rsidR="00647ADB" w:rsidRPr="0002700E" w14:paraId="7E7B90D1" w14:textId="77777777" w:rsidTr="00A44418">
        <w:sdt>
          <w:sdtPr>
            <w:id w:val="1100604118"/>
            <w:placeholder>
              <w:docPart w:val="3AB81482661C4583A09BC35B9AE4729D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2325DC27" w14:textId="77777777" w:rsidR="00647ADB" w:rsidRPr="0002700E" w:rsidRDefault="00647ADB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A7A183D" w14:textId="77777777" w:rsidR="00647ADB" w:rsidRDefault="00647ADB" w:rsidP="0002700E">
      <w:pPr>
        <w:pStyle w:val="TemplateStyle"/>
      </w:pPr>
    </w:p>
    <w:p w14:paraId="62667A12" w14:textId="11B0A9D3" w:rsidR="009E6B00" w:rsidRPr="00526F78" w:rsidRDefault="009E6B00" w:rsidP="009E6B00">
      <w:pPr>
        <w:pStyle w:val="TemplateStyle"/>
        <w:rPr>
          <w:b/>
          <w:bCs/>
          <w:sz w:val="28"/>
          <w:szCs w:val="24"/>
        </w:rPr>
      </w:pPr>
      <w:r w:rsidRPr="00526F78">
        <w:rPr>
          <w:b/>
          <w:bCs/>
          <w:sz w:val="28"/>
          <w:szCs w:val="24"/>
        </w:rPr>
        <w:t xml:space="preserve">Information of the </w:t>
      </w:r>
      <w:r>
        <w:rPr>
          <w:b/>
          <w:bCs/>
          <w:sz w:val="28"/>
          <w:szCs w:val="24"/>
        </w:rPr>
        <w:t>Corporation</w:t>
      </w:r>
      <w:r w:rsidRPr="00526F78">
        <w:rPr>
          <w:b/>
          <w:bCs/>
          <w:sz w:val="28"/>
          <w:szCs w:val="24"/>
        </w:rPr>
        <w:t xml:space="preserve">´s </w:t>
      </w:r>
      <w:r w:rsidR="005E62D4">
        <w:rPr>
          <w:b/>
          <w:bCs/>
          <w:sz w:val="28"/>
          <w:szCs w:val="24"/>
        </w:rPr>
        <w:t xml:space="preserve">Board of </w:t>
      </w:r>
      <w:r>
        <w:rPr>
          <w:b/>
          <w:bCs/>
          <w:sz w:val="28"/>
          <w:szCs w:val="24"/>
        </w:rPr>
        <w:t>Directors</w:t>
      </w:r>
      <w:r w:rsidR="005E62D4">
        <w:rPr>
          <w:b/>
          <w:bCs/>
          <w:sz w:val="28"/>
          <w:szCs w:val="24"/>
        </w:rPr>
        <w:t xml:space="preserve"> Members</w:t>
      </w:r>
      <w:r w:rsidRPr="00526F78">
        <w:rPr>
          <w:b/>
          <w:bCs/>
          <w:sz w:val="28"/>
          <w:szCs w:val="24"/>
        </w:rPr>
        <w:t xml:space="preserve"> |</w:t>
      </w:r>
    </w:p>
    <w:p w14:paraId="1065E6A0" w14:textId="08932051" w:rsidR="009E6B00" w:rsidRPr="0002700E" w:rsidRDefault="009E6B00" w:rsidP="009E6B00">
      <w:pPr>
        <w:pStyle w:val="TemplateStyle"/>
        <w:rPr>
          <w:b/>
          <w:bCs/>
          <w:sz w:val="28"/>
          <w:szCs w:val="24"/>
          <w:lang w:val="es-MX"/>
        </w:rPr>
      </w:pPr>
      <w:r w:rsidRPr="0002700E">
        <w:rPr>
          <w:b/>
          <w:bCs/>
          <w:sz w:val="28"/>
          <w:szCs w:val="24"/>
          <w:lang w:val="es-MX"/>
        </w:rPr>
        <w:t xml:space="preserve">Información sobre los </w:t>
      </w:r>
      <w:r w:rsidR="005E62D4">
        <w:rPr>
          <w:b/>
          <w:bCs/>
          <w:sz w:val="28"/>
          <w:szCs w:val="24"/>
          <w:lang w:val="es-MX"/>
        </w:rPr>
        <w:t>Miembros del Consejo de la</w:t>
      </w:r>
      <w:r>
        <w:rPr>
          <w:b/>
          <w:bCs/>
          <w:sz w:val="28"/>
          <w:szCs w:val="24"/>
          <w:lang w:val="es-MX"/>
        </w:rPr>
        <w:t xml:space="preserve"> Corporación</w:t>
      </w:r>
    </w:p>
    <w:p w14:paraId="4F51270E" w14:textId="4B72A887" w:rsidR="00B709E4" w:rsidRDefault="00B709E4" w:rsidP="0002700E">
      <w:pPr>
        <w:pStyle w:val="TemplateStyle"/>
        <w:rPr>
          <w:lang w:val="es-MX"/>
        </w:rPr>
      </w:pPr>
    </w:p>
    <w:p w14:paraId="08B81219" w14:textId="2B1024CC" w:rsidR="006D72F8" w:rsidRDefault="00AC7FE6" w:rsidP="0002700E">
      <w:pPr>
        <w:pStyle w:val="TemplateStyle"/>
        <w:rPr>
          <w:b/>
          <w:bCs/>
          <w:sz w:val="28"/>
          <w:szCs w:val="24"/>
          <w:lang w:val="es-MX"/>
        </w:rPr>
      </w:pPr>
      <w:bookmarkStart w:id="1" w:name="_Hlk125452240"/>
      <w:proofErr w:type="spellStart"/>
      <w:r>
        <w:rPr>
          <w:b/>
          <w:bCs/>
          <w:sz w:val="28"/>
          <w:szCs w:val="24"/>
          <w:lang w:val="es-MX"/>
        </w:rPr>
        <w:t>Board</w:t>
      </w:r>
      <w:proofErr w:type="spellEnd"/>
      <w:r>
        <w:rPr>
          <w:b/>
          <w:bCs/>
          <w:sz w:val="28"/>
          <w:szCs w:val="24"/>
          <w:lang w:val="es-MX"/>
        </w:rPr>
        <w:t xml:space="preserve"> </w:t>
      </w:r>
      <w:proofErr w:type="spellStart"/>
      <w:r w:rsidR="006D72F8" w:rsidRPr="006D72F8">
        <w:rPr>
          <w:b/>
          <w:bCs/>
          <w:sz w:val="28"/>
          <w:szCs w:val="24"/>
          <w:lang w:val="es-MX"/>
        </w:rPr>
        <w:t>Member</w:t>
      </w:r>
      <w:proofErr w:type="spellEnd"/>
      <w:r w:rsidR="006D72F8" w:rsidRPr="006D72F8">
        <w:rPr>
          <w:b/>
          <w:bCs/>
          <w:sz w:val="28"/>
          <w:szCs w:val="24"/>
          <w:lang w:val="es-MX"/>
        </w:rPr>
        <w:t xml:space="preserve"> 1</w:t>
      </w:r>
      <w:r>
        <w:rPr>
          <w:b/>
          <w:bCs/>
          <w:sz w:val="28"/>
          <w:szCs w:val="24"/>
          <w:lang w:val="es-MX"/>
        </w:rPr>
        <w:t xml:space="preserve"> | Miembro del Consejo 1</w:t>
      </w:r>
    </w:p>
    <w:p w14:paraId="390FF9E3" w14:textId="77777777" w:rsidR="006D72F8" w:rsidRPr="006D72F8" w:rsidRDefault="006D72F8" w:rsidP="0002700E">
      <w:pPr>
        <w:pStyle w:val="TemplateStyle"/>
        <w:rPr>
          <w:b/>
          <w:bCs/>
          <w:sz w:val="28"/>
          <w:szCs w:val="24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709E4" w:rsidRPr="0002700E" w14:paraId="6A3A928A" w14:textId="77777777" w:rsidTr="00A44418">
        <w:tc>
          <w:tcPr>
            <w:tcW w:w="4675" w:type="dxa"/>
            <w:vAlign w:val="center"/>
          </w:tcPr>
          <w:p w14:paraId="19C1F9C3" w14:textId="77777777" w:rsidR="00B709E4" w:rsidRPr="0002700E" w:rsidRDefault="00B709E4" w:rsidP="00A44418">
            <w:pPr>
              <w:pStyle w:val="TemplateStyle"/>
            </w:pPr>
            <w:r w:rsidRPr="0002700E">
              <w:t xml:space="preserve">First Name | Primer </w:t>
            </w:r>
            <w:proofErr w:type="spellStart"/>
            <w:r w:rsidRPr="0002700E">
              <w:t>Nombre</w:t>
            </w:r>
            <w:proofErr w:type="spellEnd"/>
          </w:p>
        </w:tc>
        <w:tc>
          <w:tcPr>
            <w:tcW w:w="4675" w:type="dxa"/>
            <w:vAlign w:val="center"/>
          </w:tcPr>
          <w:p w14:paraId="41977399" w14:textId="77777777" w:rsidR="00B709E4" w:rsidRPr="0002700E" w:rsidRDefault="00B709E4" w:rsidP="00A44418">
            <w:pPr>
              <w:pStyle w:val="TemplateStyle"/>
            </w:pPr>
            <w:r w:rsidRPr="0002700E">
              <w:t xml:space="preserve">Middle Name | Segundo </w:t>
            </w:r>
            <w:proofErr w:type="spellStart"/>
            <w:r w:rsidRPr="0002700E">
              <w:t>Nombre</w:t>
            </w:r>
            <w:proofErr w:type="spellEnd"/>
          </w:p>
        </w:tc>
      </w:tr>
      <w:tr w:rsidR="00B709E4" w:rsidRPr="0002700E" w14:paraId="50FF9EDC" w14:textId="77777777" w:rsidTr="00A44418">
        <w:sdt>
          <w:sdtPr>
            <w:id w:val="-1601944520"/>
            <w:placeholder>
              <w:docPart w:val="40A59D13EA034B1FBE4B264233480631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6414AFCB" w14:textId="77777777" w:rsidR="00B709E4" w:rsidRPr="0002700E" w:rsidRDefault="00B709E4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1780603459"/>
            <w:placeholder>
              <w:docPart w:val="09796764C2D84DF5B538600B65CEB160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8A8DBA9" w14:textId="77777777" w:rsidR="00B709E4" w:rsidRPr="0002700E" w:rsidRDefault="00B709E4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797E4E29" w14:textId="77777777" w:rsidR="00B709E4" w:rsidRPr="0002700E" w:rsidRDefault="00B709E4" w:rsidP="00B709E4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09E4" w:rsidRPr="0002700E" w14:paraId="1ED3F95D" w14:textId="77777777" w:rsidTr="00A44418">
        <w:tc>
          <w:tcPr>
            <w:tcW w:w="9350" w:type="dxa"/>
          </w:tcPr>
          <w:p w14:paraId="7D897ED7" w14:textId="77777777" w:rsidR="00B709E4" w:rsidRPr="0002700E" w:rsidRDefault="00B709E4" w:rsidP="00A44418">
            <w:pPr>
              <w:pStyle w:val="TemplateStyle"/>
            </w:pPr>
            <w:r w:rsidRPr="0002700E">
              <w:t xml:space="preserve">Last Name | </w:t>
            </w:r>
            <w:proofErr w:type="spellStart"/>
            <w:r w:rsidRPr="0002700E">
              <w:t>Apellidos</w:t>
            </w:r>
            <w:proofErr w:type="spellEnd"/>
          </w:p>
        </w:tc>
      </w:tr>
      <w:tr w:rsidR="00B709E4" w:rsidRPr="0002700E" w14:paraId="66D41EFC" w14:textId="77777777" w:rsidTr="00A44418">
        <w:sdt>
          <w:sdtPr>
            <w:id w:val="-1455008924"/>
            <w:placeholder>
              <w:docPart w:val="24163B9451904C4FB71CC267A713D0F2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451236FB" w14:textId="77777777" w:rsidR="00B709E4" w:rsidRPr="0002700E" w:rsidRDefault="00B709E4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72B5A7A6" w14:textId="77777777" w:rsidR="00B709E4" w:rsidRDefault="00B709E4" w:rsidP="00B709E4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09E4" w:rsidRPr="0002700E" w14:paraId="5B55FFD5" w14:textId="77777777" w:rsidTr="00A44418">
        <w:tc>
          <w:tcPr>
            <w:tcW w:w="9350" w:type="dxa"/>
          </w:tcPr>
          <w:p w14:paraId="3DED800B" w14:textId="75140A22" w:rsidR="00B709E4" w:rsidRPr="0002700E" w:rsidRDefault="00B709E4" w:rsidP="00A44418">
            <w:pPr>
              <w:pStyle w:val="TemplateStyle"/>
            </w:pPr>
            <w:r>
              <w:t xml:space="preserve">Title | </w:t>
            </w:r>
            <w:proofErr w:type="spellStart"/>
            <w:r>
              <w:t>Puesto</w:t>
            </w:r>
            <w:proofErr w:type="spellEnd"/>
            <w:r>
              <w:t xml:space="preserve"> </w:t>
            </w:r>
          </w:p>
        </w:tc>
      </w:tr>
      <w:tr w:rsidR="00B709E4" w:rsidRPr="0002700E" w14:paraId="18E569E6" w14:textId="77777777" w:rsidTr="00A44418">
        <w:sdt>
          <w:sdtPr>
            <w:id w:val="2003613322"/>
            <w:placeholder>
              <w:docPart w:val="DC30A688AC5841F9AC9B9B5D7E4D283C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0D44866B" w14:textId="77777777" w:rsidR="00B709E4" w:rsidRPr="0002700E" w:rsidRDefault="00B709E4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47958C6B" w14:textId="77777777" w:rsidR="007A036A" w:rsidRPr="0002700E" w:rsidRDefault="007A036A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700E" w:rsidRPr="0002700E" w14:paraId="0AC3B73E" w14:textId="77777777" w:rsidTr="00E95C86">
        <w:tc>
          <w:tcPr>
            <w:tcW w:w="9350" w:type="dxa"/>
          </w:tcPr>
          <w:p w14:paraId="77EAEE45" w14:textId="77777777" w:rsidR="0021158B" w:rsidRPr="0002700E" w:rsidRDefault="0021158B" w:rsidP="0002700E">
            <w:pPr>
              <w:pStyle w:val="TemplateStyle"/>
            </w:pPr>
            <w:r w:rsidRPr="0002700E">
              <w:t>Address | Dirección</w:t>
            </w:r>
          </w:p>
        </w:tc>
      </w:tr>
      <w:tr w:rsidR="0021158B" w:rsidRPr="0002700E" w14:paraId="32BCED11" w14:textId="77777777" w:rsidTr="00E95C86">
        <w:sdt>
          <w:sdtPr>
            <w:id w:val="-2068716687"/>
            <w:placeholder>
              <w:docPart w:val="5C41EED023C54C1A9139938C6E71573B"/>
            </w:placeholder>
            <w:showingPlcHdr/>
          </w:sdtPr>
          <w:sdtEndPr/>
          <w:sdtContent>
            <w:tc>
              <w:tcPr>
                <w:tcW w:w="9350" w:type="dxa"/>
              </w:tcPr>
              <w:p w14:paraId="115987D7" w14:textId="77777777" w:rsidR="0021158B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14DF743A" w14:textId="77777777" w:rsidR="0021158B" w:rsidRPr="0002700E" w:rsidRDefault="0021158B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700E" w:rsidRPr="0002700E" w14:paraId="5F24B97A" w14:textId="77777777" w:rsidTr="00E95C86">
        <w:tc>
          <w:tcPr>
            <w:tcW w:w="4675" w:type="dxa"/>
            <w:vAlign w:val="center"/>
          </w:tcPr>
          <w:p w14:paraId="5B7AA0BF" w14:textId="77777777" w:rsidR="0021158B" w:rsidRPr="0002700E" w:rsidRDefault="0021158B" w:rsidP="0002700E">
            <w:pPr>
              <w:pStyle w:val="TemplateStyle"/>
            </w:pPr>
            <w:r w:rsidRPr="0002700E">
              <w:t>City | Ciudad</w:t>
            </w:r>
          </w:p>
        </w:tc>
        <w:tc>
          <w:tcPr>
            <w:tcW w:w="4675" w:type="dxa"/>
            <w:vAlign w:val="center"/>
          </w:tcPr>
          <w:p w14:paraId="0A75AAC3" w14:textId="77777777" w:rsidR="0021158B" w:rsidRPr="0002700E" w:rsidRDefault="0021158B" w:rsidP="0002700E">
            <w:pPr>
              <w:pStyle w:val="TemplateStyle"/>
            </w:pPr>
            <w:r w:rsidRPr="0002700E">
              <w:t>State | Estado</w:t>
            </w:r>
          </w:p>
        </w:tc>
      </w:tr>
      <w:tr w:rsidR="0002700E" w:rsidRPr="0002700E" w14:paraId="3E419965" w14:textId="77777777" w:rsidTr="00E95C86">
        <w:sdt>
          <w:sdtPr>
            <w:id w:val="-2059531875"/>
            <w:placeholder>
              <w:docPart w:val="01C8B00B1A6D4C19AA9A006B4974E58B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1EEC77D5" w14:textId="77777777" w:rsidR="0021158B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382913504"/>
            <w:placeholder>
              <w:docPart w:val="A992DCB18FD24DAA95DF8F3BEA303EF0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70BDD92D" w14:textId="77777777" w:rsidR="0021158B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75A68FE1" w14:textId="77777777" w:rsidR="0021158B" w:rsidRPr="0002700E" w:rsidRDefault="0021158B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700E" w:rsidRPr="0002700E" w14:paraId="4EA96ECC" w14:textId="77777777" w:rsidTr="00E95C86">
        <w:tc>
          <w:tcPr>
            <w:tcW w:w="4675" w:type="dxa"/>
            <w:vAlign w:val="center"/>
          </w:tcPr>
          <w:p w14:paraId="11EAA2ED" w14:textId="77777777" w:rsidR="0021158B" w:rsidRPr="0002700E" w:rsidRDefault="0021158B" w:rsidP="0002700E">
            <w:pPr>
              <w:pStyle w:val="TemplateStyle"/>
            </w:pPr>
            <w:r w:rsidRPr="0002700E">
              <w:t>Country | País</w:t>
            </w:r>
          </w:p>
        </w:tc>
        <w:tc>
          <w:tcPr>
            <w:tcW w:w="4675" w:type="dxa"/>
            <w:vAlign w:val="center"/>
          </w:tcPr>
          <w:p w14:paraId="71791F0F" w14:textId="77777777" w:rsidR="0021158B" w:rsidRPr="0002700E" w:rsidRDefault="0021158B" w:rsidP="0002700E">
            <w:pPr>
              <w:pStyle w:val="TemplateStyle"/>
            </w:pPr>
            <w:r w:rsidRPr="0002700E">
              <w:t>ZIP Code | Código Postal</w:t>
            </w:r>
          </w:p>
        </w:tc>
      </w:tr>
      <w:tr w:rsidR="0002700E" w:rsidRPr="0002700E" w14:paraId="43C20EE9" w14:textId="77777777" w:rsidTr="00E95C86">
        <w:sdt>
          <w:sdtPr>
            <w:id w:val="-1274467121"/>
            <w:placeholder>
              <w:docPart w:val="A75DCD5C251045A3AFAD9EEC9A6A2333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550C54C3" w14:textId="77777777" w:rsidR="0021158B" w:rsidRPr="0002700E" w:rsidRDefault="001F44F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612287151"/>
            <w:placeholder>
              <w:docPart w:val="D5FB7AC362A14D658F9E9828C13F1B0D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551C8FB6" w14:textId="77777777" w:rsidR="0021158B" w:rsidRPr="0002700E" w:rsidRDefault="001D6B50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06C2D9AA" w14:textId="77777777" w:rsidR="0021158B" w:rsidRPr="0002700E" w:rsidRDefault="0021158B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700E" w:rsidRPr="0002700E" w14:paraId="7298EDF0" w14:textId="77777777" w:rsidTr="00E95C86">
        <w:tc>
          <w:tcPr>
            <w:tcW w:w="4675" w:type="dxa"/>
            <w:vAlign w:val="center"/>
          </w:tcPr>
          <w:p w14:paraId="7C24FA23" w14:textId="77777777" w:rsidR="0021158B" w:rsidRPr="0002700E" w:rsidRDefault="0021158B" w:rsidP="0002700E">
            <w:pPr>
              <w:pStyle w:val="TemplateStyle"/>
            </w:pPr>
            <w:r w:rsidRPr="0002700E">
              <w:t>Cell Phone | Número Celular</w:t>
            </w:r>
          </w:p>
        </w:tc>
        <w:tc>
          <w:tcPr>
            <w:tcW w:w="4675" w:type="dxa"/>
            <w:vAlign w:val="center"/>
          </w:tcPr>
          <w:p w14:paraId="319D1770" w14:textId="77777777" w:rsidR="0021158B" w:rsidRPr="0002700E" w:rsidRDefault="0021158B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Phone Number | Número Telefónico</w:t>
            </w:r>
          </w:p>
        </w:tc>
      </w:tr>
      <w:tr w:rsidR="0002700E" w:rsidRPr="0002700E" w14:paraId="35853CE1" w14:textId="77777777" w:rsidTr="00E95C86">
        <w:sdt>
          <w:sdtPr>
            <w:rPr>
              <w:lang w:val="es-MX"/>
            </w:rPr>
            <w:id w:val="1892235698"/>
            <w:placeholder>
              <w:docPart w:val="5305B7BE75AC434A83DB47AA955DE279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6FED109D" w14:textId="77777777" w:rsidR="0021158B" w:rsidRPr="0002700E" w:rsidRDefault="00767F7D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696147729"/>
            <w:placeholder>
              <w:docPart w:val="01B2FCF75BA9407392725ECF6DA016BE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74A33DC2" w14:textId="77777777" w:rsidR="0021158B" w:rsidRPr="0002700E" w:rsidRDefault="00767F7D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537D51E3" w14:textId="77777777" w:rsidR="0021158B" w:rsidRPr="0002700E" w:rsidRDefault="0021158B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700E" w:rsidRPr="0002700E" w14:paraId="73DCC321" w14:textId="77777777" w:rsidTr="00E95C86">
        <w:tc>
          <w:tcPr>
            <w:tcW w:w="9350" w:type="dxa"/>
          </w:tcPr>
          <w:p w14:paraId="09BB5C9E" w14:textId="77777777" w:rsidR="0021158B" w:rsidRPr="0002700E" w:rsidRDefault="0021158B" w:rsidP="0002700E">
            <w:pPr>
              <w:pStyle w:val="TemplateStyle"/>
            </w:pPr>
            <w:r w:rsidRPr="0002700E">
              <w:t>e-mail | correo electrónico</w:t>
            </w:r>
          </w:p>
        </w:tc>
      </w:tr>
      <w:tr w:rsidR="0021158B" w:rsidRPr="0002700E" w14:paraId="0CD102F7" w14:textId="77777777" w:rsidTr="00E95C86">
        <w:sdt>
          <w:sdtPr>
            <w:id w:val="652491785"/>
            <w:placeholder>
              <w:docPart w:val="12752593E32349FD894C5FE8DBD6130C"/>
            </w:placeholder>
            <w:showingPlcHdr/>
          </w:sdtPr>
          <w:sdtEndPr/>
          <w:sdtContent>
            <w:tc>
              <w:tcPr>
                <w:tcW w:w="9350" w:type="dxa"/>
              </w:tcPr>
              <w:p w14:paraId="7736CFDB" w14:textId="77777777" w:rsidR="0021158B" w:rsidRPr="0002700E" w:rsidRDefault="00767F7D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496B81B1" w14:textId="37D3C120" w:rsidR="0021158B" w:rsidRDefault="0021158B" w:rsidP="0002700E">
      <w:pPr>
        <w:pStyle w:val="TemplateStyle"/>
      </w:pPr>
    </w:p>
    <w:bookmarkEnd w:id="1"/>
    <w:p w14:paraId="51A4C22A" w14:textId="77777777" w:rsidR="00AC7FE6" w:rsidRPr="0002700E" w:rsidRDefault="00AC7FE6" w:rsidP="0002700E">
      <w:pPr>
        <w:pStyle w:val="TemplateStyle"/>
      </w:pPr>
    </w:p>
    <w:p w14:paraId="100E6DB3" w14:textId="77777777" w:rsidR="00AC7FE6" w:rsidRDefault="00AC7FE6">
      <w:pPr>
        <w:rPr>
          <w:rFonts w:ascii="Arial Nova Cond" w:hAnsi="Arial Nova Cond"/>
          <w:b/>
          <w:bCs/>
          <w:sz w:val="28"/>
          <w:szCs w:val="24"/>
          <w:lang w:val="es-MX"/>
        </w:rPr>
      </w:pPr>
      <w:r>
        <w:rPr>
          <w:b/>
          <w:bCs/>
          <w:sz w:val="28"/>
          <w:szCs w:val="24"/>
          <w:lang w:val="es-MX"/>
        </w:rPr>
        <w:br w:type="page"/>
      </w:r>
    </w:p>
    <w:p w14:paraId="03B95498" w14:textId="67A71646" w:rsidR="00AC7FE6" w:rsidRDefault="00AC7FE6" w:rsidP="00AC7FE6">
      <w:pPr>
        <w:pStyle w:val="TemplateStyle"/>
        <w:rPr>
          <w:b/>
          <w:bCs/>
          <w:sz w:val="28"/>
          <w:szCs w:val="24"/>
          <w:lang w:val="es-MX"/>
        </w:rPr>
      </w:pPr>
      <w:proofErr w:type="spellStart"/>
      <w:r>
        <w:rPr>
          <w:b/>
          <w:bCs/>
          <w:sz w:val="28"/>
          <w:szCs w:val="24"/>
          <w:lang w:val="es-MX"/>
        </w:rPr>
        <w:lastRenderedPageBreak/>
        <w:t>Board</w:t>
      </w:r>
      <w:proofErr w:type="spellEnd"/>
      <w:r>
        <w:rPr>
          <w:b/>
          <w:bCs/>
          <w:sz w:val="28"/>
          <w:szCs w:val="24"/>
          <w:lang w:val="es-MX"/>
        </w:rPr>
        <w:t xml:space="preserve"> </w:t>
      </w:r>
      <w:proofErr w:type="spellStart"/>
      <w:r w:rsidRPr="006D72F8">
        <w:rPr>
          <w:b/>
          <w:bCs/>
          <w:sz w:val="28"/>
          <w:szCs w:val="24"/>
          <w:lang w:val="es-MX"/>
        </w:rPr>
        <w:t>Member</w:t>
      </w:r>
      <w:proofErr w:type="spellEnd"/>
      <w:r w:rsidRPr="006D72F8">
        <w:rPr>
          <w:b/>
          <w:bCs/>
          <w:sz w:val="28"/>
          <w:szCs w:val="24"/>
          <w:lang w:val="es-MX"/>
        </w:rPr>
        <w:t xml:space="preserve"> </w:t>
      </w:r>
      <w:r>
        <w:rPr>
          <w:b/>
          <w:bCs/>
          <w:sz w:val="28"/>
          <w:szCs w:val="24"/>
          <w:lang w:val="es-MX"/>
        </w:rPr>
        <w:t>2</w:t>
      </w:r>
      <w:r>
        <w:rPr>
          <w:b/>
          <w:bCs/>
          <w:sz w:val="28"/>
          <w:szCs w:val="24"/>
          <w:lang w:val="es-MX"/>
        </w:rPr>
        <w:t xml:space="preserve"> | Miembro del Consejo </w:t>
      </w:r>
      <w:r>
        <w:rPr>
          <w:b/>
          <w:bCs/>
          <w:sz w:val="28"/>
          <w:szCs w:val="24"/>
          <w:lang w:val="es-MX"/>
        </w:rPr>
        <w:t>2</w:t>
      </w:r>
    </w:p>
    <w:p w14:paraId="77EEF793" w14:textId="77777777" w:rsidR="00AC7FE6" w:rsidRPr="006D72F8" w:rsidRDefault="00AC7FE6" w:rsidP="00AC7FE6">
      <w:pPr>
        <w:pStyle w:val="TemplateStyle"/>
        <w:rPr>
          <w:b/>
          <w:bCs/>
          <w:sz w:val="28"/>
          <w:szCs w:val="24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703A61AF" w14:textId="77777777" w:rsidTr="00A44418">
        <w:tc>
          <w:tcPr>
            <w:tcW w:w="4675" w:type="dxa"/>
            <w:vAlign w:val="center"/>
          </w:tcPr>
          <w:p w14:paraId="259CB0A0" w14:textId="77777777" w:rsidR="00AC7FE6" w:rsidRPr="0002700E" w:rsidRDefault="00AC7FE6" w:rsidP="00A44418">
            <w:pPr>
              <w:pStyle w:val="TemplateStyle"/>
            </w:pPr>
            <w:r w:rsidRPr="0002700E">
              <w:t xml:space="preserve">First Name | Primer </w:t>
            </w:r>
            <w:proofErr w:type="spellStart"/>
            <w:r w:rsidRPr="0002700E">
              <w:t>Nombre</w:t>
            </w:r>
            <w:proofErr w:type="spellEnd"/>
          </w:p>
        </w:tc>
        <w:tc>
          <w:tcPr>
            <w:tcW w:w="4675" w:type="dxa"/>
            <w:vAlign w:val="center"/>
          </w:tcPr>
          <w:p w14:paraId="0730A519" w14:textId="77777777" w:rsidR="00AC7FE6" w:rsidRPr="0002700E" w:rsidRDefault="00AC7FE6" w:rsidP="00A44418">
            <w:pPr>
              <w:pStyle w:val="TemplateStyle"/>
            </w:pPr>
            <w:r w:rsidRPr="0002700E">
              <w:t xml:space="preserve">Middle Name | Segundo </w:t>
            </w:r>
            <w:proofErr w:type="spellStart"/>
            <w:r w:rsidRPr="0002700E">
              <w:t>Nombre</w:t>
            </w:r>
            <w:proofErr w:type="spellEnd"/>
          </w:p>
        </w:tc>
      </w:tr>
      <w:tr w:rsidR="00AC7FE6" w:rsidRPr="0002700E" w14:paraId="1584F033" w14:textId="77777777" w:rsidTr="00A44418">
        <w:sdt>
          <w:sdtPr>
            <w:id w:val="935867335"/>
            <w:placeholder>
              <w:docPart w:val="FEC6F5ADF0084BC0B15623BFAA7E7C1E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AC259DC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707783257"/>
            <w:placeholder>
              <w:docPart w:val="95DEA5430B6A4E0ABD89EBCD02FE0C60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5CFDF3F5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27FF811D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415004B8" w14:textId="77777777" w:rsidTr="00A44418">
        <w:tc>
          <w:tcPr>
            <w:tcW w:w="9350" w:type="dxa"/>
          </w:tcPr>
          <w:p w14:paraId="1008EBF0" w14:textId="77777777" w:rsidR="00AC7FE6" w:rsidRPr="0002700E" w:rsidRDefault="00AC7FE6" w:rsidP="00A44418">
            <w:pPr>
              <w:pStyle w:val="TemplateStyle"/>
            </w:pPr>
            <w:r w:rsidRPr="0002700E">
              <w:t xml:space="preserve">Last Name | </w:t>
            </w:r>
            <w:proofErr w:type="spellStart"/>
            <w:r w:rsidRPr="0002700E">
              <w:t>Apellidos</w:t>
            </w:r>
            <w:proofErr w:type="spellEnd"/>
          </w:p>
        </w:tc>
      </w:tr>
      <w:tr w:rsidR="00AC7FE6" w:rsidRPr="0002700E" w14:paraId="4E7D5891" w14:textId="77777777" w:rsidTr="00A44418">
        <w:sdt>
          <w:sdtPr>
            <w:id w:val="-1956015593"/>
            <w:placeholder>
              <w:docPart w:val="79771ACBC28B4FC1A18C0117000E1D2C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35D1D8F7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9BB8E8A" w14:textId="77777777" w:rsidR="00AC7FE6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2CBC7F90" w14:textId="77777777" w:rsidTr="00A44418">
        <w:tc>
          <w:tcPr>
            <w:tcW w:w="9350" w:type="dxa"/>
          </w:tcPr>
          <w:p w14:paraId="6B581221" w14:textId="77777777" w:rsidR="00AC7FE6" w:rsidRPr="0002700E" w:rsidRDefault="00AC7FE6" w:rsidP="00A44418">
            <w:pPr>
              <w:pStyle w:val="TemplateStyle"/>
            </w:pPr>
            <w:r>
              <w:t xml:space="preserve">Title | </w:t>
            </w:r>
            <w:proofErr w:type="spellStart"/>
            <w:r>
              <w:t>Puesto</w:t>
            </w:r>
            <w:proofErr w:type="spellEnd"/>
            <w:r>
              <w:t xml:space="preserve"> </w:t>
            </w:r>
          </w:p>
        </w:tc>
      </w:tr>
      <w:tr w:rsidR="00AC7FE6" w:rsidRPr="0002700E" w14:paraId="1D71D96E" w14:textId="77777777" w:rsidTr="00A44418">
        <w:sdt>
          <w:sdtPr>
            <w:id w:val="-423961729"/>
            <w:placeholder>
              <w:docPart w:val="EED02AAB740C469B9C4C6825945CDE9A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56768FA7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3AF09AF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4756AD28" w14:textId="77777777" w:rsidTr="00A44418">
        <w:tc>
          <w:tcPr>
            <w:tcW w:w="9350" w:type="dxa"/>
          </w:tcPr>
          <w:p w14:paraId="5D13454E" w14:textId="77777777" w:rsidR="00AC7FE6" w:rsidRPr="0002700E" w:rsidRDefault="00AC7FE6" w:rsidP="00A44418">
            <w:pPr>
              <w:pStyle w:val="TemplateStyle"/>
            </w:pPr>
            <w:r w:rsidRPr="0002700E">
              <w:t xml:space="preserve">Address | </w:t>
            </w:r>
            <w:proofErr w:type="spellStart"/>
            <w:r w:rsidRPr="0002700E">
              <w:t>Dirección</w:t>
            </w:r>
            <w:proofErr w:type="spellEnd"/>
          </w:p>
        </w:tc>
      </w:tr>
      <w:tr w:rsidR="00AC7FE6" w:rsidRPr="0002700E" w14:paraId="52FAE1F7" w14:textId="77777777" w:rsidTr="00A44418">
        <w:sdt>
          <w:sdtPr>
            <w:id w:val="-98188346"/>
            <w:placeholder>
              <w:docPart w:val="A03001B9391A418FA2AD94C376498704"/>
            </w:placeholder>
            <w:showingPlcHdr/>
          </w:sdtPr>
          <w:sdtContent>
            <w:tc>
              <w:tcPr>
                <w:tcW w:w="9350" w:type="dxa"/>
              </w:tcPr>
              <w:p w14:paraId="633DBFFB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7DBB9C24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5F34C494" w14:textId="77777777" w:rsidTr="00A44418">
        <w:tc>
          <w:tcPr>
            <w:tcW w:w="4675" w:type="dxa"/>
            <w:vAlign w:val="center"/>
          </w:tcPr>
          <w:p w14:paraId="216201FF" w14:textId="77777777" w:rsidR="00AC7FE6" w:rsidRPr="0002700E" w:rsidRDefault="00AC7FE6" w:rsidP="00A44418">
            <w:pPr>
              <w:pStyle w:val="TemplateStyle"/>
            </w:pPr>
            <w:r w:rsidRPr="0002700E">
              <w:t>City | Ciudad</w:t>
            </w:r>
          </w:p>
        </w:tc>
        <w:tc>
          <w:tcPr>
            <w:tcW w:w="4675" w:type="dxa"/>
            <w:vAlign w:val="center"/>
          </w:tcPr>
          <w:p w14:paraId="47F36349" w14:textId="77777777" w:rsidR="00AC7FE6" w:rsidRPr="0002700E" w:rsidRDefault="00AC7FE6" w:rsidP="00A44418">
            <w:pPr>
              <w:pStyle w:val="TemplateStyle"/>
            </w:pPr>
            <w:r w:rsidRPr="0002700E">
              <w:t>State | Estado</w:t>
            </w:r>
          </w:p>
        </w:tc>
      </w:tr>
      <w:tr w:rsidR="00AC7FE6" w:rsidRPr="0002700E" w14:paraId="25EA5B1E" w14:textId="77777777" w:rsidTr="00A44418">
        <w:sdt>
          <w:sdtPr>
            <w:id w:val="-538042011"/>
            <w:placeholder>
              <w:docPart w:val="0B655BF20CCE4A64833C84938DE20CD0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6665289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2071614423"/>
            <w:placeholder>
              <w:docPart w:val="C7D56A6A62754E4194411A0B747BE195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1E791369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2AB65BAD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769179A5" w14:textId="77777777" w:rsidTr="00A44418">
        <w:tc>
          <w:tcPr>
            <w:tcW w:w="4675" w:type="dxa"/>
            <w:vAlign w:val="center"/>
          </w:tcPr>
          <w:p w14:paraId="30E7C428" w14:textId="77777777" w:rsidR="00AC7FE6" w:rsidRPr="0002700E" w:rsidRDefault="00AC7FE6" w:rsidP="00A44418">
            <w:pPr>
              <w:pStyle w:val="TemplateStyle"/>
            </w:pPr>
            <w:r w:rsidRPr="0002700E">
              <w:t>Country | País</w:t>
            </w:r>
          </w:p>
        </w:tc>
        <w:tc>
          <w:tcPr>
            <w:tcW w:w="4675" w:type="dxa"/>
            <w:vAlign w:val="center"/>
          </w:tcPr>
          <w:p w14:paraId="465CF0DF" w14:textId="77777777" w:rsidR="00AC7FE6" w:rsidRPr="0002700E" w:rsidRDefault="00AC7FE6" w:rsidP="00A44418">
            <w:pPr>
              <w:pStyle w:val="TemplateStyle"/>
            </w:pPr>
            <w:r w:rsidRPr="0002700E">
              <w:t>ZIP Code | Código Postal</w:t>
            </w:r>
          </w:p>
        </w:tc>
      </w:tr>
      <w:tr w:rsidR="00AC7FE6" w:rsidRPr="0002700E" w14:paraId="2516A094" w14:textId="77777777" w:rsidTr="00A44418">
        <w:sdt>
          <w:sdtPr>
            <w:id w:val="-765230236"/>
            <w:placeholder>
              <w:docPart w:val="4D2EA4C79A55434FB264E87622999991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45F49897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507673249"/>
            <w:placeholder>
              <w:docPart w:val="8B1665930C04402E8D002A7B4E71B2AF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538EB730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701B1612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22A5CA2F" w14:textId="77777777" w:rsidTr="00A44418">
        <w:tc>
          <w:tcPr>
            <w:tcW w:w="4675" w:type="dxa"/>
            <w:vAlign w:val="center"/>
          </w:tcPr>
          <w:p w14:paraId="5A2A953E" w14:textId="77777777" w:rsidR="00AC7FE6" w:rsidRPr="0002700E" w:rsidRDefault="00AC7FE6" w:rsidP="00A44418">
            <w:pPr>
              <w:pStyle w:val="TemplateStyle"/>
            </w:pPr>
            <w:r w:rsidRPr="0002700E">
              <w:t xml:space="preserve">Cell Phone | </w:t>
            </w:r>
            <w:proofErr w:type="spellStart"/>
            <w:r w:rsidRPr="0002700E">
              <w:t>Número</w:t>
            </w:r>
            <w:proofErr w:type="spellEnd"/>
            <w:r w:rsidRPr="0002700E">
              <w:t xml:space="preserve"> </w:t>
            </w:r>
            <w:proofErr w:type="spellStart"/>
            <w:r w:rsidRPr="0002700E">
              <w:t>Celular</w:t>
            </w:r>
            <w:proofErr w:type="spellEnd"/>
          </w:p>
        </w:tc>
        <w:tc>
          <w:tcPr>
            <w:tcW w:w="4675" w:type="dxa"/>
            <w:vAlign w:val="center"/>
          </w:tcPr>
          <w:p w14:paraId="2EAC4A29" w14:textId="77777777" w:rsidR="00AC7FE6" w:rsidRPr="0002700E" w:rsidRDefault="00AC7FE6" w:rsidP="00A44418">
            <w:pPr>
              <w:pStyle w:val="TemplateStyle"/>
              <w:rPr>
                <w:lang w:val="es-MX"/>
              </w:rPr>
            </w:pPr>
            <w:proofErr w:type="spellStart"/>
            <w:r w:rsidRPr="0002700E">
              <w:rPr>
                <w:lang w:val="es-MX"/>
              </w:rPr>
              <w:t>Phone</w:t>
            </w:r>
            <w:proofErr w:type="spellEnd"/>
            <w:r w:rsidRPr="0002700E">
              <w:rPr>
                <w:lang w:val="es-MX"/>
              </w:rPr>
              <w:t xml:space="preserve"> </w:t>
            </w:r>
            <w:proofErr w:type="spellStart"/>
            <w:r w:rsidRPr="0002700E">
              <w:rPr>
                <w:lang w:val="es-MX"/>
              </w:rPr>
              <w:t>Number</w:t>
            </w:r>
            <w:proofErr w:type="spellEnd"/>
            <w:r w:rsidRPr="0002700E">
              <w:rPr>
                <w:lang w:val="es-MX"/>
              </w:rPr>
              <w:t xml:space="preserve"> | Número Telefónico</w:t>
            </w:r>
          </w:p>
        </w:tc>
      </w:tr>
      <w:tr w:rsidR="00AC7FE6" w:rsidRPr="0002700E" w14:paraId="4537323D" w14:textId="77777777" w:rsidTr="00A44418">
        <w:sdt>
          <w:sdtPr>
            <w:rPr>
              <w:lang w:val="es-MX"/>
            </w:rPr>
            <w:id w:val="-372778614"/>
            <w:placeholder>
              <w:docPart w:val="9013F317EE2D42E091DBF72754FC0874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4D4A24E5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372998112"/>
            <w:placeholder>
              <w:docPart w:val="46FD1C9E543249C698558735691DE50E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30764B65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718F321D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2EE4CC31" w14:textId="77777777" w:rsidTr="00A44418">
        <w:tc>
          <w:tcPr>
            <w:tcW w:w="9350" w:type="dxa"/>
          </w:tcPr>
          <w:p w14:paraId="1D826837" w14:textId="77777777" w:rsidR="00AC7FE6" w:rsidRPr="0002700E" w:rsidRDefault="00AC7FE6" w:rsidP="00A44418">
            <w:pPr>
              <w:pStyle w:val="TemplateStyle"/>
            </w:pPr>
            <w:r w:rsidRPr="0002700E">
              <w:t xml:space="preserve">e-mail | </w:t>
            </w:r>
            <w:proofErr w:type="spellStart"/>
            <w:r w:rsidRPr="0002700E">
              <w:t>correo</w:t>
            </w:r>
            <w:proofErr w:type="spellEnd"/>
            <w:r w:rsidRPr="0002700E">
              <w:t xml:space="preserve"> </w:t>
            </w:r>
            <w:proofErr w:type="spellStart"/>
            <w:r w:rsidRPr="0002700E">
              <w:t>electrónico</w:t>
            </w:r>
            <w:proofErr w:type="spellEnd"/>
          </w:p>
        </w:tc>
      </w:tr>
      <w:tr w:rsidR="00AC7FE6" w:rsidRPr="0002700E" w14:paraId="5C63F367" w14:textId="77777777" w:rsidTr="00A44418">
        <w:sdt>
          <w:sdtPr>
            <w:id w:val="-1269611480"/>
            <w:placeholder>
              <w:docPart w:val="23F318F5E7A8495CA6946E471768BC0A"/>
            </w:placeholder>
            <w:showingPlcHdr/>
          </w:sdtPr>
          <w:sdtContent>
            <w:tc>
              <w:tcPr>
                <w:tcW w:w="9350" w:type="dxa"/>
              </w:tcPr>
              <w:p w14:paraId="1A7A2ED9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017D9595" w14:textId="77777777" w:rsidR="00AC7FE6" w:rsidRPr="0002700E" w:rsidRDefault="00AC7FE6" w:rsidP="00AC7FE6">
      <w:pPr>
        <w:pStyle w:val="TemplateStyle"/>
      </w:pPr>
    </w:p>
    <w:p w14:paraId="6B2F4967" w14:textId="77777777" w:rsidR="00AC7FE6" w:rsidRDefault="00AC7FE6">
      <w:pPr>
        <w:rPr>
          <w:rFonts w:ascii="Arial Nova Cond" w:hAnsi="Arial Nova Cond"/>
          <w:b/>
          <w:bCs/>
          <w:sz w:val="28"/>
          <w:szCs w:val="24"/>
          <w:lang w:val="es-MX"/>
        </w:rPr>
      </w:pPr>
      <w:r>
        <w:rPr>
          <w:b/>
          <w:bCs/>
          <w:sz w:val="28"/>
          <w:szCs w:val="24"/>
          <w:lang w:val="es-MX"/>
        </w:rPr>
        <w:br w:type="page"/>
      </w:r>
    </w:p>
    <w:p w14:paraId="230ACBD0" w14:textId="14931F95" w:rsidR="00AC7FE6" w:rsidRDefault="00AC7FE6" w:rsidP="00AC7FE6">
      <w:pPr>
        <w:pStyle w:val="TemplateStyle"/>
        <w:rPr>
          <w:b/>
          <w:bCs/>
          <w:sz w:val="28"/>
          <w:szCs w:val="24"/>
          <w:lang w:val="es-MX"/>
        </w:rPr>
      </w:pPr>
      <w:proofErr w:type="spellStart"/>
      <w:r>
        <w:rPr>
          <w:b/>
          <w:bCs/>
          <w:sz w:val="28"/>
          <w:szCs w:val="24"/>
          <w:lang w:val="es-MX"/>
        </w:rPr>
        <w:lastRenderedPageBreak/>
        <w:t>Board</w:t>
      </w:r>
      <w:proofErr w:type="spellEnd"/>
      <w:r>
        <w:rPr>
          <w:b/>
          <w:bCs/>
          <w:sz w:val="28"/>
          <w:szCs w:val="24"/>
          <w:lang w:val="es-MX"/>
        </w:rPr>
        <w:t xml:space="preserve"> </w:t>
      </w:r>
      <w:proofErr w:type="spellStart"/>
      <w:r w:rsidRPr="006D72F8">
        <w:rPr>
          <w:b/>
          <w:bCs/>
          <w:sz w:val="28"/>
          <w:szCs w:val="24"/>
          <w:lang w:val="es-MX"/>
        </w:rPr>
        <w:t>Member</w:t>
      </w:r>
      <w:proofErr w:type="spellEnd"/>
      <w:r w:rsidRPr="006D72F8">
        <w:rPr>
          <w:b/>
          <w:bCs/>
          <w:sz w:val="28"/>
          <w:szCs w:val="24"/>
          <w:lang w:val="es-MX"/>
        </w:rPr>
        <w:t xml:space="preserve"> </w:t>
      </w:r>
      <w:r>
        <w:rPr>
          <w:b/>
          <w:bCs/>
          <w:sz w:val="28"/>
          <w:szCs w:val="24"/>
          <w:lang w:val="es-MX"/>
        </w:rPr>
        <w:t>3</w:t>
      </w:r>
      <w:r>
        <w:rPr>
          <w:b/>
          <w:bCs/>
          <w:sz w:val="28"/>
          <w:szCs w:val="24"/>
          <w:lang w:val="es-MX"/>
        </w:rPr>
        <w:t xml:space="preserve"> | Miembro del Consejo </w:t>
      </w:r>
      <w:r>
        <w:rPr>
          <w:b/>
          <w:bCs/>
          <w:sz w:val="28"/>
          <w:szCs w:val="24"/>
          <w:lang w:val="es-MX"/>
        </w:rPr>
        <w:t>3</w:t>
      </w:r>
    </w:p>
    <w:p w14:paraId="7039B231" w14:textId="77777777" w:rsidR="00AC7FE6" w:rsidRPr="006D72F8" w:rsidRDefault="00AC7FE6" w:rsidP="00AC7FE6">
      <w:pPr>
        <w:pStyle w:val="TemplateStyle"/>
        <w:rPr>
          <w:b/>
          <w:bCs/>
          <w:sz w:val="28"/>
          <w:szCs w:val="24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3C364849" w14:textId="77777777" w:rsidTr="00A44418">
        <w:tc>
          <w:tcPr>
            <w:tcW w:w="4675" w:type="dxa"/>
            <w:vAlign w:val="center"/>
          </w:tcPr>
          <w:p w14:paraId="7075F483" w14:textId="77777777" w:rsidR="00AC7FE6" w:rsidRPr="0002700E" w:rsidRDefault="00AC7FE6" w:rsidP="00A44418">
            <w:pPr>
              <w:pStyle w:val="TemplateStyle"/>
            </w:pPr>
            <w:r w:rsidRPr="0002700E">
              <w:t xml:space="preserve">First Name | Primer </w:t>
            </w:r>
            <w:proofErr w:type="spellStart"/>
            <w:r w:rsidRPr="0002700E">
              <w:t>Nombre</w:t>
            </w:r>
            <w:proofErr w:type="spellEnd"/>
          </w:p>
        </w:tc>
        <w:tc>
          <w:tcPr>
            <w:tcW w:w="4675" w:type="dxa"/>
            <w:vAlign w:val="center"/>
          </w:tcPr>
          <w:p w14:paraId="78324963" w14:textId="77777777" w:rsidR="00AC7FE6" w:rsidRPr="0002700E" w:rsidRDefault="00AC7FE6" w:rsidP="00A44418">
            <w:pPr>
              <w:pStyle w:val="TemplateStyle"/>
            </w:pPr>
            <w:r w:rsidRPr="0002700E">
              <w:t xml:space="preserve">Middle Name | Segundo </w:t>
            </w:r>
            <w:proofErr w:type="spellStart"/>
            <w:r w:rsidRPr="0002700E">
              <w:t>Nombre</w:t>
            </w:r>
            <w:proofErr w:type="spellEnd"/>
          </w:p>
        </w:tc>
      </w:tr>
      <w:tr w:rsidR="00AC7FE6" w:rsidRPr="0002700E" w14:paraId="520F123C" w14:textId="77777777" w:rsidTr="00A44418">
        <w:sdt>
          <w:sdtPr>
            <w:id w:val="1744364762"/>
            <w:placeholder>
              <w:docPart w:val="FCAD81835B2046A5B83F73EBE8CF0DA5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97FF2F6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503520791"/>
            <w:placeholder>
              <w:docPart w:val="BA66F7CBA1D248F0B93D7AB52702EAA7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C988410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273B5905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7884FB6D" w14:textId="77777777" w:rsidTr="00A44418">
        <w:tc>
          <w:tcPr>
            <w:tcW w:w="9350" w:type="dxa"/>
          </w:tcPr>
          <w:p w14:paraId="2AD2EAC3" w14:textId="77777777" w:rsidR="00AC7FE6" w:rsidRPr="0002700E" w:rsidRDefault="00AC7FE6" w:rsidP="00A44418">
            <w:pPr>
              <w:pStyle w:val="TemplateStyle"/>
            </w:pPr>
            <w:r w:rsidRPr="0002700E">
              <w:t xml:space="preserve">Last Name | </w:t>
            </w:r>
            <w:proofErr w:type="spellStart"/>
            <w:r w:rsidRPr="0002700E">
              <w:t>Apellidos</w:t>
            </w:r>
            <w:proofErr w:type="spellEnd"/>
          </w:p>
        </w:tc>
      </w:tr>
      <w:tr w:rsidR="00AC7FE6" w:rsidRPr="0002700E" w14:paraId="5FB6DA69" w14:textId="77777777" w:rsidTr="00A44418">
        <w:sdt>
          <w:sdtPr>
            <w:id w:val="322092719"/>
            <w:placeholder>
              <w:docPart w:val="F953A759A23C478796484CCD9173C2FF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20AE7478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04E5DE8A" w14:textId="77777777" w:rsidR="00AC7FE6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1CB21ED3" w14:textId="77777777" w:rsidTr="00A44418">
        <w:tc>
          <w:tcPr>
            <w:tcW w:w="9350" w:type="dxa"/>
          </w:tcPr>
          <w:p w14:paraId="0197194C" w14:textId="77777777" w:rsidR="00AC7FE6" w:rsidRPr="0002700E" w:rsidRDefault="00AC7FE6" w:rsidP="00A44418">
            <w:pPr>
              <w:pStyle w:val="TemplateStyle"/>
            </w:pPr>
            <w:r>
              <w:t xml:space="preserve">Title | </w:t>
            </w:r>
            <w:proofErr w:type="spellStart"/>
            <w:r>
              <w:t>Puesto</w:t>
            </w:r>
            <w:proofErr w:type="spellEnd"/>
            <w:r>
              <w:t xml:space="preserve"> </w:t>
            </w:r>
          </w:p>
        </w:tc>
      </w:tr>
      <w:tr w:rsidR="00AC7FE6" w:rsidRPr="0002700E" w14:paraId="7C003CFF" w14:textId="77777777" w:rsidTr="00A44418">
        <w:sdt>
          <w:sdtPr>
            <w:id w:val="-1459032758"/>
            <w:placeholder>
              <w:docPart w:val="0DA300E761F04C3CA355284E7D5E9F36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7855508E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0311054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3656D6E0" w14:textId="77777777" w:rsidTr="00A44418">
        <w:tc>
          <w:tcPr>
            <w:tcW w:w="9350" w:type="dxa"/>
          </w:tcPr>
          <w:p w14:paraId="654C2C92" w14:textId="77777777" w:rsidR="00AC7FE6" w:rsidRPr="0002700E" w:rsidRDefault="00AC7FE6" w:rsidP="00A44418">
            <w:pPr>
              <w:pStyle w:val="TemplateStyle"/>
            </w:pPr>
            <w:r w:rsidRPr="0002700E">
              <w:t xml:space="preserve">Address | </w:t>
            </w:r>
            <w:proofErr w:type="spellStart"/>
            <w:r w:rsidRPr="0002700E">
              <w:t>Dirección</w:t>
            </w:r>
            <w:proofErr w:type="spellEnd"/>
          </w:p>
        </w:tc>
      </w:tr>
      <w:tr w:rsidR="00AC7FE6" w:rsidRPr="0002700E" w14:paraId="4B3FDFD9" w14:textId="77777777" w:rsidTr="00A44418">
        <w:sdt>
          <w:sdtPr>
            <w:id w:val="-1356185354"/>
            <w:placeholder>
              <w:docPart w:val="9E8594C5F5CB4A018641A1E679BEE649"/>
            </w:placeholder>
            <w:showingPlcHdr/>
          </w:sdtPr>
          <w:sdtContent>
            <w:tc>
              <w:tcPr>
                <w:tcW w:w="9350" w:type="dxa"/>
              </w:tcPr>
              <w:p w14:paraId="3C7E1030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6C7B5C93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0968F5EB" w14:textId="77777777" w:rsidTr="00A44418">
        <w:tc>
          <w:tcPr>
            <w:tcW w:w="4675" w:type="dxa"/>
            <w:vAlign w:val="center"/>
          </w:tcPr>
          <w:p w14:paraId="539B5DF3" w14:textId="77777777" w:rsidR="00AC7FE6" w:rsidRPr="0002700E" w:rsidRDefault="00AC7FE6" w:rsidP="00A44418">
            <w:pPr>
              <w:pStyle w:val="TemplateStyle"/>
            </w:pPr>
            <w:r w:rsidRPr="0002700E">
              <w:t>City | Ciudad</w:t>
            </w:r>
          </w:p>
        </w:tc>
        <w:tc>
          <w:tcPr>
            <w:tcW w:w="4675" w:type="dxa"/>
            <w:vAlign w:val="center"/>
          </w:tcPr>
          <w:p w14:paraId="0A701882" w14:textId="77777777" w:rsidR="00AC7FE6" w:rsidRPr="0002700E" w:rsidRDefault="00AC7FE6" w:rsidP="00A44418">
            <w:pPr>
              <w:pStyle w:val="TemplateStyle"/>
            </w:pPr>
            <w:r w:rsidRPr="0002700E">
              <w:t>State | Estado</w:t>
            </w:r>
          </w:p>
        </w:tc>
      </w:tr>
      <w:tr w:rsidR="00AC7FE6" w:rsidRPr="0002700E" w14:paraId="2D55F647" w14:textId="77777777" w:rsidTr="00A44418">
        <w:sdt>
          <w:sdtPr>
            <w:id w:val="1834103232"/>
            <w:placeholder>
              <w:docPart w:val="C1CFCEBE650F433280FBE4F7A609AD34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1AAEDED0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461733295"/>
            <w:placeholder>
              <w:docPart w:val="722B7E75B96640DABDF79FC01DCC1D08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41A68C02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55D5DB8E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322AC590" w14:textId="77777777" w:rsidTr="00A44418">
        <w:tc>
          <w:tcPr>
            <w:tcW w:w="4675" w:type="dxa"/>
            <w:vAlign w:val="center"/>
          </w:tcPr>
          <w:p w14:paraId="0854C7A8" w14:textId="77777777" w:rsidR="00AC7FE6" w:rsidRPr="0002700E" w:rsidRDefault="00AC7FE6" w:rsidP="00A44418">
            <w:pPr>
              <w:pStyle w:val="TemplateStyle"/>
            </w:pPr>
            <w:r w:rsidRPr="0002700E">
              <w:t>Country | País</w:t>
            </w:r>
          </w:p>
        </w:tc>
        <w:tc>
          <w:tcPr>
            <w:tcW w:w="4675" w:type="dxa"/>
            <w:vAlign w:val="center"/>
          </w:tcPr>
          <w:p w14:paraId="377C2F2E" w14:textId="77777777" w:rsidR="00AC7FE6" w:rsidRPr="0002700E" w:rsidRDefault="00AC7FE6" w:rsidP="00A44418">
            <w:pPr>
              <w:pStyle w:val="TemplateStyle"/>
            </w:pPr>
            <w:r w:rsidRPr="0002700E">
              <w:t>ZIP Code | Código Postal</w:t>
            </w:r>
          </w:p>
        </w:tc>
      </w:tr>
      <w:tr w:rsidR="00AC7FE6" w:rsidRPr="0002700E" w14:paraId="083E5AEA" w14:textId="77777777" w:rsidTr="00A44418">
        <w:sdt>
          <w:sdtPr>
            <w:id w:val="-1445305158"/>
            <w:placeholder>
              <w:docPart w:val="C108321B221649EDB559D45C350C7775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2DE9F497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2011447031"/>
            <w:placeholder>
              <w:docPart w:val="81E2D59176FD499A835097095314C983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358FF14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5B3282C5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1FD1CD47" w14:textId="77777777" w:rsidTr="00A44418">
        <w:tc>
          <w:tcPr>
            <w:tcW w:w="4675" w:type="dxa"/>
            <w:vAlign w:val="center"/>
          </w:tcPr>
          <w:p w14:paraId="3BCFAF83" w14:textId="77777777" w:rsidR="00AC7FE6" w:rsidRPr="0002700E" w:rsidRDefault="00AC7FE6" w:rsidP="00A44418">
            <w:pPr>
              <w:pStyle w:val="TemplateStyle"/>
            </w:pPr>
            <w:r w:rsidRPr="0002700E">
              <w:t xml:space="preserve">Cell Phone | </w:t>
            </w:r>
            <w:proofErr w:type="spellStart"/>
            <w:r w:rsidRPr="0002700E">
              <w:t>Número</w:t>
            </w:r>
            <w:proofErr w:type="spellEnd"/>
            <w:r w:rsidRPr="0002700E">
              <w:t xml:space="preserve"> </w:t>
            </w:r>
            <w:proofErr w:type="spellStart"/>
            <w:r w:rsidRPr="0002700E">
              <w:t>Celular</w:t>
            </w:r>
            <w:proofErr w:type="spellEnd"/>
          </w:p>
        </w:tc>
        <w:tc>
          <w:tcPr>
            <w:tcW w:w="4675" w:type="dxa"/>
            <w:vAlign w:val="center"/>
          </w:tcPr>
          <w:p w14:paraId="298CF64E" w14:textId="77777777" w:rsidR="00AC7FE6" w:rsidRPr="0002700E" w:rsidRDefault="00AC7FE6" w:rsidP="00A44418">
            <w:pPr>
              <w:pStyle w:val="TemplateStyle"/>
              <w:rPr>
                <w:lang w:val="es-MX"/>
              </w:rPr>
            </w:pPr>
            <w:proofErr w:type="spellStart"/>
            <w:r w:rsidRPr="0002700E">
              <w:rPr>
                <w:lang w:val="es-MX"/>
              </w:rPr>
              <w:t>Phone</w:t>
            </w:r>
            <w:proofErr w:type="spellEnd"/>
            <w:r w:rsidRPr="0002700E">
              <w:rPr>
                <w:lang w:val="es-MX"/>
              </w:rPr>
              <w:t xml:space="preserve"> </w:t>
            </w:r>
            <w:proofErr w:type="spellStart"/>
            <w:r w:rsidRPr="0002700E">
              <w:rPr>
                <w:lang w:val="es-MX"/>
              </w:rPr>
              <w:t>Number</w:t>
            </w:r>
            <w:proofErr w:type="spellEnd"/>
            <w:r w:rsidRPr="0002700E">
              <w:rPr>
                <w:lang w:val="es-MX"/>
              </w:rPr>
              <w:t xml:space="preserve"> | Número Telefónico</w:t>
            </w:r>
          </w:p>
        </w:tc>
      </w:tr>
      <w:tr w:rsidR="00AC7FE6" w:rsidRPr="0002700E" w14:paraId="4BBC73AF" w14:textId="77777777" w:rsidTr="00A44418">
        <w:sdt>
          <w:sdtPr>
            <w:rPr>
              <w:lang w:val="es-MX"/>
            </w:rPr>
            <w:id w:val="-466274400"/>
            <w:placeholder>
              <w:docPart w:val="F10AFE0D18844A3B941700503B27B5EE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4EBCE672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1456986025"/>
            <w:placeholder>
              <w:docPart w:val="6A4E5CDCB9BD460D9E52C3024988CFC5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3FE19275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17AEF0F8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353ECD31" w14:textId="77777777" w:rsidTr="00A44418">
        <w:tc>
          <w:tcPr>
            <w:tcW w:w="9350" w:type="dxa"/>
          </w:tcPr>
          <w:p w14:paraId="2D5F1F41" w14:textId="77777777" w:rsidR="00AC7FE6" w:rsidRPr="0002700E" w:rsidRDefault="00AC7FE6" w:rsidP="00A44418">
            <w:pPr>
              <w:pStyle w:val="TemplateStyle"/>
            </w:pPr>
            <w:r w:rsidRPr="0002700E">
              <w:t xml:space="preserve">e-mail | </w:t>
            </w:r>
            <w:proofErr w:type="spellStart"/>
            <w:r w:rsidRPr="0002700E">
              <w:t>correo</w:t>
            </w:r>
            <w:proofErr w:type="spellEnd"/>
            <w:r w:rsidRPr="0002700E">
              <w:t xml:space="preserve"> </w:t>
            </w:r>
            <w:proofErr w:type="spellStart"/>
            <w:r w:rsidRPr="0002700E">
              <w:t>electrónico</w:t>
            </w:r>
            <w:proofErr w:type="spellEnd"/>
          </w:p>
        </w:tc>
      </w:tr>
      <w:tr w:rsidR="00AC7FE6" w:rsidRPr="0002700E" w14:paraId="0D527F4F" w14:textId="77777777" w:rsidTr="00A44418">
        <w:sdt>
          <w:sdtPr>
            <w:id w:val="-548684382"/>
            <w:placeholder>
              <w:docPart w:val="8F7B761EDBF04EC5B761E1ED753A86DC"/>
            </w:placeholder>
            <w:showingPlcHdr/>
          </w:sdtPr>
          <w:sdtContent>
            <w:tc>
              <w:tcPr>
                <w:tcW w:w="9350" w:type="dxa"/>
              </w:tcPr>
              <w:p w14:paraId="45529CB4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0EAABFA" w14:textId="322BB742" w:rsidR="00AC7FE6" w:rsidRDefault="00AC7FE6" w:rsidP="00AC7FE6">
      <w:pPr>
        <w:pStyle w:val="TemplateStyle"/>
      </w:pPr>
    </w:p>
    <w:p w14:paraId="52222E1A" w14:textId="77777777" w:rsidR="00AC7FE6" w:rsidRPr="0002700E" w:rsidRDefault="00AC7FE6" w:rsidP="00AC7FE6">
      <w:pPr>
        <w:pStyle w:val="TemplateStyle"/>
      </w:pPr>
    </w:p>
    <w:p w14:paraId="3448F179" w14:textId="77777777" w:rsidR="00AC7FE6" w:rsidRDefault="00AC7FE6">
      <w:pPr>
        <w:rPr>
          <w:rFonts w:ascii="Arial Nova Cond" w:hAnsi="Arial Nova Cond"/>
          <w:b/>
          <w:bCs/>
          <w:sz w:val="28"/>
          <w:szCs w:val="24"/>
          <w:lang w:val="es-MX"/>
        </w:rPr>
      </w:pPr>
      <w:r>
        <w:rPr>
          <w:b/>
          <w:bCs/>
          <w:sz w:val="28"/>
          <w:szCs w:val="24"/>
          <w:lang w:val="es-MX"/>
        </w:rPr>
        <w:br w:type="page"/>
      </w:r>
    </w:p>
    <w:p w14:paraId="7404C433" w14:textId="101FF00E" w:rsidR="00AC7FE6" w:rsidRDefault="00AC7FE6" w:rsidP="00AC7FE6">
      <w:pPr>
        <w:pStyle w:val="TemplateStyle"/>
        <w:rPr>
          <w:b/>
          <w:bCs/>
          <w:sz w:val="28"/>
          <w:szCs w:val="24"/>
          <w:lang w:val="es-MX"/>
        </w:rPr>
      </w:pPr>
      <w:proofErr w:type="spellStart"/>
      <w:r>
        <w:rPr>
          <w:b/>
          <w:bCs/>
          <w:sz w:val="28"/>
          <w:szCs w:val="24"/>
          <w:lang w:val="es-MX"/>
        </w:rPr>
        <w:lastRenderedPageBreak/>
        <w:t>Board</w:t>
      </w:r>
      <w:proofErr w:type="spellEnd"/>
      <w:r>
        <w:rPr>
          <w:b/>
          <w:bCs/>
          <w:sz w:val="28"/>
          <w:szCs w:val="24"/>
          <w:lang w:val="es-MX"/>
        </w:rPr>
        <w:t xml:space="preserve"> </w:t>
      </w:r>
      <w:proofErr w:type="spellStart"/>
      <w:r w:rsidRPr="006D72F8">
        <w:rPr>
          <w:b/>
          <w:bCs/>
          <w:sz w:val="28"/>
          <w:szCs w:val="24"/>
          <w:lang w:val="es-MX"/>
        </w:rPr>
        <w:t>Member</w:t>
      </w:r>
      <w:proofErr w:type="spellEnd"/>
      <w:r w:rsidRPr="006D72F8">
        <w:rPr>
          <w:b/>
          <w:bCs/>
          <w:sz w:val="28"/>
          <w:szCs w:val="24"/>
          <w:lang w:val="es-MX"/>
        </w:rPr>
        <w:t xml:space="preserve"> </w:t>
      </w:r>
      <w:r>
        <w:rPr>
          <w:b/>
          <w:bCs/>
          <w:sz w:val="28"/>
          <w:szCs w:val="24"/>
          <w:lang w:val="es-MX"/>
        </w:rPr>
        <w:t>4</w:t>
      </w:r>
      <w:r>
        <w:rPr>
          <w:b/>
          <w:bCs/>
          <w:sz w:val="28"/>
          <w:szCs w:val="24"/>
          <w:lang w:val="es-MX"/>
        </w:rPr>
        <w:t xml:space="preserve"> | Miembro del Consejo </w:t>
      </w:r>
      <w:r>
        <w:rPr>
          <w:b/>
          <w:bCs/>
          <w:sz w:val="28"/>
          <w:szCs w:val="24"/>
          <w:lang w:val="es-MX"/>
        </w:rPr>
        <w:t>4</w:t>
      </w:r>
    </w:p>
    <w:p w14:paraId="75E7C46C" w14:textId="77777777" w:rsidR="00AC7FE6" w:rsidRPr="006D72F8" w:rsidRDefault="00AC7FE6" w:rsidP="00AC7FE6">
      <w:pPr>
        <w:pStyle w:val="TemplateStyle"/>
        <w:rPr>
          <w:b/>
          <w:bCs/>
          <w:sz w:val="28"/>
          <w:szCs w:val="24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2D61882D" w14:textId="77777777" w:rsidTr="00A44418">
        <w:tc>
          <w:tcPr>
            <w:tcW w:w="4675" w:type="dxa"/>
            <w:vAlign w:val="center"/>
          </w:tcPr>
          <w:p w14:paraId="576752A7" w14:textId="77777777" w:rsidR="00AC7FE6" w:rsidRPr="0002700E" w:rsidRDefault="00AC7FE6" w:rsidP="00A44418">
            <w:pPr>
              <w:pStyle w:val="TemplateStyle"/>
            </w:pPr>
            <w:r w:rsidRPr="0002700E">
              <w:t xml:space="preserve">First Name | Primer </w:t>
            </w:r>
            <w:proofErr w:type="spellStart"/>
            <w:r w:rsidRPr="0002700E">
              <w:t>Nombre</w:t>
            </w:r>
            <w:proofErr w:type="spellEnd"/>
          </w:p>
        </w:tc>
        <w:tc>
          <w:tcPr>
            <w:tcW w:w="4675" w:type="dxa"/>
            <w:vAlign w:val="center"/>
          </w:tcPr>
          <w:p w14:paraId="31DAAE68" w14:textId="77777777" w:rsidR="00AC7FE6" w:rsidRPr="0002700E" w:rsidRDefault="00AC7FE6" w:rsidP="00A44418">
            <w:pPr>
              <w:pStyle w:val="TemplateStyle"/>
            </w:pPr>
            <w:r w:rsidRPr="0002700E">
              <w:t xml:space="preserve">Middle Name | Segundo </w:t>
            </w:r>
            <w:proofErr w:type="spellStart"/>
            <w:r w:rsidRPr="0002700E">
              <w:t>Nombre</w:t>
            </w:r>
            <w:proofErr w:type="spellEnd"/>
          </w:p>
        </w:tc>
      </w:tr>
      <w:tr w:rsidR="00AC7FE6" w:rsidRPr="0002700E" w14:paraId="685F9004" w14:textId="77777777" w:rsidTr="00A44418">
        <w:sdt>
          <w:sdtPr>
            <w:id w:val="-1934032398"/>
            <w:placeholder>
              <w:docPart w:val="354C767EA296425885FFEFBC5B8BAFFD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11B1E943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486017095"/>
            <w:placeholder>
              <w:docPart w:val="835B676B374046DC87C20FBB9789ECC1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714E6AAE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524DE91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2BF3D1F7" w14:textId="77777777" w:rsidTr="00A44418">
        <w:tc>
          <w:tcPr>
            <w:tcW w:w="9350" w:type="dxa"/>
          </w:tcPr>
          <w:p w14:paraId="627B36D7" w14:textId="77777777" w:rsidR="00AC7FE6" w:rsidRPr="0002700E" w:rsidRDefault="00AC7FE6" w:rsidP="00A44418">
            <w:pPr>
              <w:pStyle w:val="TemplateStyle"/>
            </w:pPr>
            <w:r w:rsidRPr="0002700E">
              <w:t xml:space="preserve">Last Name | </w:t>
            </w:r>
            <w:proofErr w:type="spellStart"/>
            <w:r w:rsidRPr="0002700E">
              <w:t>Apellidos</w:t>
            </w:r>
            <w:proofErr w:type="spellEnd"/>
          </w:p>
        </w:tc>
      </w:tr>
      <w:tr w:rsidR="00AC7FE6" w:rsidRPr="0002700E" w14:paraId="517D263E" w14:textId="77777777" w:rsidTr="00A44418">
        <w:sdt>
          <w:sdtPr>
            <w:id w:val="-313336495"/>
            <w:placeholder>
              <w:docPart w:val="8B7EF8D3168C4BF6A305FEC54608E58C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43CAADDF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4930F762" w14:textId="77777777" w:rsidR="00AC7FE6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71023791" w14:textId="77777777" w:rsidTr="00A44418">
        <w:tc>
          <w:tcPr>
            <w:tcW w:w="9350" w:type="dxa"/>
          </w:tcPr>
          <w:p w14:paraId="768F42CA" w14:textId="77777777" w:rsidR="00AC7FE6" w:rsidRPr="0002700E" w:rsidRDefault="00AC7FE6" w:rsidP="00A44418">
            <w:pPr>
              <w:pStyle w:val="TemplateStyle"/>
            </w:pPr>
            <w:r>
              <w:t xml:space="preserve">Title | </w:t>
            </w:r>
            <w:proofErr w:type="spellStart"/>
            <w:r>
              <w:t>Puesto</w:t>
            </w:r>
            <w:proofErr w:type="spellEnd"/>
            <w:r>
              <w:t xml:space="preserve"> </w:t>
            </w:r>
          </w:p>
        </w:tc>
      </w:tr>
      <w:tr w:rsidR="00AC7FE6" w:rsidRPr="0002700E" w14:paraId="0105F56D" w14:textId="77777777" w:rsidTr="00A44418">
        <w:sdt>
          <w:sdtPr>
            <w:id w:val="-797218191"/>
            <w:placeholder>
              <w:docPart w:val="143B4912937B4E70BFE0F521F6C214C5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7D1A9D00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5CA503C7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1FEBC971" w14:textId="77777777" w:rsidTr="00A44418">
        <w:tc>
          <w:tcPr>
            <w:tcW w:w="9350" w:type="dxa"/>
          </w:tcPr>
          <w:p w14:paraId="418ED770" w14:textId="77777777" w:rsidR="00AC7FE6" w:rsidRPr="0002700E" w:rsidRDefault="00AC7FE6" w:rsidP="00A44418">
            <w:pPr>
              <w:pStyle w:val="TemplateStyle"/>
            </w:pPr>
            <w:r w:rsidRPr="0002700E">
              <w:t xml:space="preserve">Address | </w:t>
            </w:r>
            <w:proofErr w:type="spellStart"/>
            <w:r w:rsidRPr="0002700E">
              <w:t>Dirección</w:t>
            </w:r>
            <w:proofErr w:type="spellEnd"/>
          </w:p>
        </w:tc>
      </w:tr>
      <w:tr w:rsidR="00AC7FE6" w:rsidRPr="0002700E" w14:paraId="794DCB7B" w14:textId="77777777" w:rsidTr="00A44418">
        <w:sdt>
          <w:sdtPr>
            <w:id w:val="-1037971030"/>
            <w:placeholder>
              <w:docPart w:val="7E78545621C54134B62E4C3F64BB7A0F"/>
            </w:placeholder>
            <w:showingPlcHdr/>
          </w:sdtPr>
          <w:sdtContent>
            <w:tc>
              <w:tcPr>
                <w:tcW w:w="9350" w:type="dxa"/>
              </w:tcPr>
              <w:p w14:paraId="339BC127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884377A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3F22FCE1" w14:textId="77777777" w:rsidTr="00A44418">
        <w:tc>
          <w:tcPr>
            <w:tcW w:w="4675" w:type="dxa"/>
            <w:vAlign w:val="center"/>
          </w:tcPr>
          <w:p w14:paraId="43511EA8" w14:textId="77777777" w:rsidR="00AC7FE6" w:rsidRPr="0002700E" w:rsidRDefault="00AC7FE6" w:rsidP="00A44418">
            <w:pPr>
              <w:pStyle w:val="TemplateStyle"/>
            </w:pPr>
            <w:r w:rsidRPr="0002700E">
              <w:t>City | Ciudad</w:t>
            </w:r>
          </w:p>
        </w:tc>
        <w:tc>
          <w:tcPr>
            <w:tcW w:w="4675" w:type="dxa"/>
            <w:vAlign w:val="center"/>
          </w:tcPr>
          <w:p w14:paraId="1A11FCFC" w14:textId="77777777" w:rsidR="00AC7FE6" w:rsidRPr="0002700E" w:rsidRDefault="00AC7FE6" w:rsidP="00A44418">
            <w:pPr>
              <w:pStyle w:val="TemplateStyle"/>
            </w:pPr>
            <w:r w:rsidRPr="0002700E">
              <w:t>State | Estado</w:t>
            </w:r>
          </w:p>
        </w:tc>
      </w:tr>
      <w:tr w:rsidR="00AC7FE6" w:rsidRPr="0002700E" w14:paraId="23B94A18" w14:textId="77777777" w:rsidTr="00A44418">
        <w:sdt>
          <w:sdtPr>
            <w:id w:val="-947929257"/>
            <w:placeholder>
              <w:docPart w:val="A49EE368D4FB428A9B7EA65A97CA3A82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3C4C1975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048605362"/>
            <w:placeholder>
              <w:docPart w:val="D270A64895D847E99AA6E6F213676F54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4E796F8D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165C3457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43B8E334" w14:textId="77777777" w:rsidTr="00A44418">
        <w:tc>
          <w:tcPr>
            <w:tcW w:w="4675" w:type="dxa"/>
            <w:vAlign w:val="center"/>
          </w:tcPr>
          <w:p w14:paraId="6A50BB3B" w14:textId="77777777" w:rsidR="00AC7FE6" w:rsidRPr="0002700E" w:rsidRDefault="00AC7FE6" w:rsidP="00A44418">
            <w:pPr>
              <w:pStyle w:val="TemplateStyle"/>
            </w:pPr>
            <w:r w:rsidRPr="0002700E">
              <w:t>Country | País</w:t>
            </w:r>
          </w:p>
        </w:tc>
        <w:tc>
          <w:tcPr>
            <w:tcW w:w="4675" w:type="dxa"/>
            <w:vAlign w:val="center"/>
          </w:tcPr>
          <w:p w14:paraId="362BA72B" w14:textId="77777777" w:rsidR="00AC7FE6" w:rsidRPr="0002700E" w:rsidRDefault="00AC7FE6" w:rsidP="00A44418">
            <w:pPr>
              <w:pStyle w:val="TemplateStyle"/>
            </w:pPr>
            <w:r w:rsidRPr="0002700E">
              <w:t>ZIP Code | Código Postal</w:t>
            </w:r>
          </w:p>
        </w:tc>
      </w:tr>
      <w:tr w:rsidR="00AC7FE6" w:rsidRPr="0002700E" w14:paraId="04FBB7CC" w14:textId="77777777" w:rsidTr="00A44418">
        <w:sdt>
          <w:sdtPr>
            <w:id w:val="1446497314"/>
            <w:placeholder>
              <w:docPart w:val="F1A161DACE9048649BB35239C5D0A5AE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26F11FC7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433431228"/>
            <w:placeholder>
              <w:docPart w:val="66FDF017291842DDBCA72A58AA9E53DD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B5CDFA0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47C6C934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426E35D9" w14:textId="77777777" w:rsidTr="00A44418">
        <w:tc>
          <w:tcPr>
            <w:tcW w:w="4675" w:type="dxa"/>
            <w:vAlign w:val="center"/>
          </w:tcPr>
          <w:p w14:paraId="30219D4B" w14:textId="77777777" w:rsidR="00AC7FE6" w:rsidRPr="0002700E" w:rsidRDefault="00AC7FE6" w:rsidP="00A44418">
            <w:pPr>
              <w:pStyle w:val="TemplateStyle"/>
            </w:pPr>
            <w:r w:rsidRPr="0002700E">
              <w:t xml:space="preserve">Cell Phone | </w:t>
            </w:r>
            <w:proofErr w:type="spellStart"/>
            <w:r w:rsidRPr="0002700E">
              <w:t>Número</w:t>
            </w:r>
            <w:proofErr w:type="spellEnd"/>
            <w:r w:rsidRPr="0002700E">
              <w:t xml:space="preserve"> </w:t>
            </w:r>
            <w:proofErr w:type="spellStart"/>
            <w:r w:rsidRPr="0002700E">
              <w:t>Celular</w:t>
            </w:r>
            <w:proofErr w:type="spellEnd"/>
          </w:p>
        </w:tc>
        <w:tc>
          <w:tcPr>
            <w:tcW w:w="4675" w:type="dxa"/>
            <w:vAlign w:val="center"/>
          </w:tcPr>
          <w:p w14:paraId="149C1214" w14:textId="77777777" w:rsidR="00AC7FE6" w:rsidRPr="0002700E" w:rsidRDefault="00AC7FE6" w:rsidP="00A44418">
            <w:pPr>
              <w:pStyle w:val="TemplateStyle"/>
              <w:rPr>
                <w:lang w:val="es-MX"/>
              </w:rPr>
            </w:pPr>
            <w:proofErr w:type="spellStart"/>
            <w:r w:rsidRPr="0002700E">
              <w:rPr>
                <w:lang w:val="es-MX"/>
              </w:rPr>
              <w:t>Phone</w:t>
            </w:r>
            <w:proofErr w:type="spellEnd"/>
            <w:r w:rsidRPr="0002700E">
              <w:rPr>
                <w:lang w:val="es-MX"/>
              </w:rPr>
              <w:t xml:space="preserve"> </w:t>
            </w:r>
            <w:proofErr w:type="spellStart"/>
            <w:r w:rsidRPr="0002700E">
              <w:rPr>
                <w:lang w:val="es-MX"/>
              </w:rPr>
              <w:t>Number</w:t>
            </w:r>
            <w:proofErr w:type="spellEnd"/>
            <w:r w:rsidRPr="0002700E">
              <w:rPr>
                <w:lang w:val="es-MX"/>
              </w:rPr>
              <w:t xml:space="preserve"> | Número Telefónico</w:t>
            </w:r>
          </w:p>
        </w:tc>
      </w:tr>
      <w:tr w:rsidR="00AC7FE6" w:rsidRPr="0002700E" w14:paraId="0AF608A9" w14:textId="77777777" w:rsidTr="00A44418">
        <w:sdt>
          <w:sdtPr>
            <w:rPr>
              <w:lang w:val="es-MX"/>
            </w:rPr>
            <w:id w:val="-435281949"/>
            <w:placeholder>
              <w:docPart w:val="82ABED2F2B1746EBA19BE4DC01D85F3E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1914A299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869202905"/>
            <w:placeholder>
              <w:docPart w:val="6DC73345E9244A34A3BF01BC1B6312D7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47AE761D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1BB6F1DF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75324896" w14:textId="77777777" w:rsidTr="00A44418">
        <w:tc>
          <w:tcPr>
            <w:tcW w:w="9350" w:type="dxa"/>
          </w:tcPr>
          <w:p w14:paraId="5469AD82" w14:textId="77777777" w:rsidR="00AC7FE6" w:rsidRPr="0002700E" w:rsidRDefault="00AC7FE6" w:rsidP="00A44418">
            <w:pPr>
              <w:pStyle w:val="TemplateStyle"/>
            </w:pPr>
            <w:r w:rsidRPr="0002700E">
              <w:t xml:space="preserve">e-mail | </w:t>
            </w:r>
            <w:proofErr w:type="spellStart"/>
            <w:r w:rsidRPr="0002700E">
              <w:t>correo</w:t>
            </w:r>
            <w:proofErr w:type="spellEnd"/>
            <w:r w:rsidRPr="0002700E">
              <w:t xml:space="preserve"> </w:t>
            </w:r>
            <w:proofErr w:type="spellStart"/>
            <w:r w:rsidRPr="0002700E">
              <w:t>electrónico</w:t>
            </w:r>
            <w:proofErr w:type="spellEnd"/>
          </w:p>
        </w:tc>
      </w:tr>
      <w:tr w:rsidR="00AC7FE6" w:rsidRPr="0002700E" w14:paraId="174AB285" w14:textId="77777777" w:rsidTr="00A44418">
        <w:sdt>
          <w:sdtPr>
            <w:id w:val="711858576"/>
            <w:placeholder>
              <w:docPart w:val="AB37C3C9B53748D38BB0896EB673A865"/>
            </w:placeholder>
            <w:showingPlcHdr/>
          </w:sdtPr>
          <w:sdtContent>
            <w:tc>
              <w:tcPr>
                <w:tcW w:w="9350" w:type="dxa"/>
              </w:tcPr>
              <w:p w14:paraId="2517A611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27AF51B7" w14:textId="77777777" w:rsidR="00AC7FE6" w:rsidRPr="0002700E" w:rsidRDefault="00AC7FE6" w:rsidP="00AC7FE6">
      <w:pPr>
        <w:pStyle w:val="TemplateStyle"/>
      </w:pPr>
    </w:p>
    <w:p w14:paraId="4453F21E" w14:textId="77777777" w:rsidR="00AC7FE6" w:rsidRDefault="00AC7FE6">
      <w:pPr>
        <w:rPr>
          <w:rFonts w:ascii="Arial Nova Cond" w:hAnsi="Arial Nova Cond"/>
          <w:b/>
          <w:bCs/>
          <w:sz w:val="28"/>
          <w:szCs w:val="24"/>
          <w:lang w:val="es-MX"/>
        </w:rPr>
      </w:pPr>
      <w:r>
        <w:rPr>
          <w:b/>
          <w:bCs/>
          <w:sz w:val="28"/>
          <w:szCs w:val="24"/>
          <w:lang w:val="es-MX"/>
        </w:rPr>
        <w:br w:type="page"/>
      </w:r>
    </w:p>
    <w:p w14:paraId="085D1F6B" w14:textId="6D64851F" w:rsidR="00AC7FE6" w:rsidRDefault="00AC7FE6" w:rsidP="00AC7FE6">
      <w:pPr>
        <w:pStyle w:val="TemplateStyle"/>
        <w:rPr>
          <w:b/>
          <w:bCs/>
          <w:sz w:val="28"/>
          <w:szCs w:val="24"/>
          <w:lang w:val="es-MX"/>
        </w:rPr>
      </w:pPr>
      <w:proofErr w:type="spellStart"/>
      <w:r>
        <w:rPr>
          <w:b/>
          <w:bCs/>
          <w:sz w:val="28"/>
          <w:szCs w:val="24"/>
          <w:lang w:val="es-MX"/>
        </w:rPr>
        <w:lastRenderedPageBreak/>
        <w:t>Board</w:t>
      </w:r>
      <w:proofErr w:type="spellEnd"/>
      <w:r>
        <w:rPr>
          <w:b/>
          <w:bCs/>
          <w:sz w:val="28"/>
          <w:szCs w:val="24"/>
          <w:lang w:val="es-MX"/>
        </w:rPr>
        <w:t xml:space="preserve"> </w:t>
      </w:r>
      <w:proofErr w:type="spellStart"/>
      <w:r w:rsidRPr="006D72F8">
        <w:rPr>
          <w:b/>
          <w:bCs/>
          <w:sz w:val="28"/>
          <w:szCs w:val="24"/>
          <w:lang w:val="es-MX"/>
        </w:rPr>
        <w:t>Member</w:t>
      </w:r>
      <w:proofErr w:type="spellEnd"/>
      <w:r w:rsidRPr="006D72F8">
        <w:rPr>
          <w:b/>
          <w:bCs/>
          <w:sz w:val="28"/>
          <w:szCs w:val="24"/>
          <w:lang w:val="es-MX"/>
        </w:rPr>
        <w:t xml:space="preserve"> </w:t>
      </w:r>
      <w:r>
        <w:rPr>
          <w:b/>
          <w:bCs/>
          <w:sz w:val="28"/>
          <w:szCs w:val="24"/>
          <w:lang w:val="es-MX"/>
        </w:rPr>
        <w:t>5</w:t>
      </w:r>
      <w:r>
        <w:rPr>
          <w:b/>
          <w:bCs/>
          <w:sz w:val="28"/>
          <w:szCs w:val="24"/>
          <w:lang w:val="es-MX"/>
        </w:rPr>
        <w:t xml:space="preserve"> | Miembro del Consejo </w:t>
      </w:r>
      <w:r>
        <w:rPr>
          <w:b/>
          <w:bCs/>
          <w:sz w:val="28"/>
          <w:szCs w:val="24"/>
          <w:lang w:val="es-MX"/>
        </w:rPr>
        <w:t>5</w:t>
      </w:r>
    </w:p>
    <w:p w14:paraId="778AF3E1" w14:textId="77777777" w:rsidR="00AC7FE6" w:rsidRPr="006D72F8" w:rsidRDefault="00AC7FE6" w:rsidP="00AC7FE6">
      <w:pPr>
        <w:pStyle w:val="TemplateStyle"/>
        <w:rPr>
          <w:b/>
          <w:bCs/>
          <w:sz w:val="28"/>
          <w:szCs w:val="24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6D23B12F" w14:textId="77777777" w:rsidTr="00A44418">
        <w:tc>
          <w:tcPr>
            <w:tcW w:w="4675" w:type="dxa"/>
            <w:vAlign w:val="center"/>
          </w:tcPr>
          <w:p w14:paraId="28BAFECB" w14:textId="77777777" w:rsidR="00AC7FE6" w:rsidRPr="0002700E" w:rsidRDefault="00AC7FE6" w:rsidP="00A44418">
            <w:pPr>
              <w:pStyle w:val="TemplateStyle"/>
            </w:pPr>
            <w:r w:rsidRPr="0002700E">
              <w:t xml:space="preserve">First Name | Primer </w:t>
            </w:r>
            <w:proofErr w:type="spellStart"/>
            <w:r w:rsidRPr="0002700E">
              <w:t>Nombre</w:t>
            </w:r>
            <w:proofErr w:type="spellEnd"/>
          </w:p>
        </w:tc>
        <w:tc>
          <w:tcPr>
            <w:tcW w:w="4675" w:type="dxa"/>
            <w:vAlign w:val="center"/>
          </w:tcPr>
          <w:p w14:paraId="28CD758F" w14:textId="77777777" w:rsidR="00AC7FE6" w:rsidRPr="0002700E" w:rsidRDefault="00AC7FE6" w:rsidP="00A44418">
            <w:pPr>
              <w:pStyle w:val="TemplateStyle"/>
            </w:pPr>
            <w:r w:rsidRPr="0002700E">
              <w:t xml:space="preserve">Middle Name | Segundo </w:t>
            </w:r>
            <w:proofErr w:type="spellStart"/>
            <w:r w:rsidRPr="0002700E">
              <w:t>Nombre</w:t>
            </w:r>
            <w:proofErr w:type="spellEnd"/>
          </w:p>
        </w:tc>
      </w:tr>
      <w:tr w:rsidR="00AC7FE6" w:rsidRPr="0002700E" w14:paraId="5458278B" w14:textId="77777777" w:rsidTr="00A44418">
        <w:sdt>
          <w:sdtPr>
            <w:id w:val="-1922401482"/>
            <w:placeholder>
              <w:docPart w:val="6A85EC6ED4194DF48ABD6F2879E29625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D5147CC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389080676"/>
            <w:placeholder>
              <w:docPart w:val="61892C8904C5479AB082B6744F4DB639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23C09FF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54F1EA45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47F2A2FC" w14:textId="77777777" w:rsidTr="00A44418">
        <w:tc>
          <w:tcPr>
            <w:tcW w:w="9350" w:type="dxa"/>
          </w:tcPr>
          <w:p w14:paraId="5FB543B0" w14:textId="77777777" w:rsidR="00AC7FE6" w:rsidRPr="0002700E" w:rsidRDefault="00AC7FE6" w:rsidP="00A44418">
            <w:pPr>
              <w:pStyle w:val="TemplateStyle"/>
            </w:pPr>
            <w:r w:rsidRPr="0002700E">
              <w:t xml:space="preserve">Last Name | </w:t>
            </w:r>
            <w:proofErr w:type="spellStart"/>
            <w:r w:rsidRPr="0002700E">
              <w:t>Apellidos</w:t>
            </w:r>
            <w:proofErr w:type="spellEnd"/>
          </w:p>
        </w:tc>
      </w:tr>
      <w:tr w:rsidR="00AC7FE6" w:rsidRPr="0002700E" w14:paraId="7C7AA78C" w14:textId="77777777" w:rsidTr="00A44418">
        <w:sdt>
          <w:sdtPr>
            <w:id w:val="-250277122"/>
            <w:placeholder>
              <w:docPart w:val="E6B7D815F3FF4072AAE359069CEFEFE6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4263748A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087AA8C3" w14:textId="77777777" w:rsidR="00AC7FE6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4294835F" w14:textId="77777777" w:rsidTr="00A44418">
        <w:tc>
          <w:tcPr>
            <w:tcW w:w="9350" w:type="dxa"/>
          </w:tcPr>
          <w:p w14:paraId="64A900E7" w14:textId="77777777" w:rsidR="00AC7FE6" w:rsidRPr="0002700E" w:rsidRDefault="00AC7FE6" w:rsidP="00A44418">
            <w:pPr>
              <w:pStyle w:val="TemplateStyle"/>
            </w:pPr>
            <w:r>
              <w:t xml:space="preserve">Title | </w:t>
            </w:r>
            <w:proofErr w:type="spellStart"/>
            <w:r>
              <w:t>Puesto</w:t>
            </w:r>
            <w:proofErr w:type="spellEnd"/>
            <w:r>
              <w:t xml:space="preserve"> </w:t>
            </w:r>
          </w:p>
        </w:tc>
      </w:tr>
      <w:tr w:rsidR="00AC7FE6" w:rsidRPr="0002700E" w14:paraId="2130EB40" w14:textId="77777777" w:rsidTr="00A44418">
        <w:sdt>
          <w:sdtPr>
            <w:id w:val="-442999441"/>
            <w:placeholder>
              <w:docPart w:val="6BC8112F196D4AC99735F3F857A94105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5680AB1A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6CBDB1D1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0687CE42" w14:textId="77777777" w:rsidTr="00A44418">
        <w:tc>
          <w:tcPr>
            <w:tcW w:w="9350" w:type="dxa"/>
          </w:tcPr>
          <w:p w14:paraId="445B8846" w14:textId="77777777" w:rsidR="00AC7FE6" w:rsidRPr="0002700E" w:rsidRDefault="00AC7FE6" w:rsidP="00A44418">
            <w:pPr>
              <w:pStyle w:val="TemplateStyle"/>
            </w:pPr>
            <w:r w:rsidRPr="0002700E">
              <w:t xml:space="preserve">Address | </w:t>
            </w:r>
            <w:proofErr w:type="spellStart"/>
            <w:r w:rsidRPr="0002700E">
              <w:t>Dirección</w:t>
            </w:r>
            <w:proofErr w:type="spellEnd"/>
          </w:p>
        </w:tc>
      </w:tr>
      <w:tr w:rsidR="00AC7FE6" w:rsidRPr="0002700E" w14:paraId="631D652E" w14:textId="77777777" w:rsidTr="00A44418">
        <w:sdt>
          <w:sdtPr>
            <w:id w:val="-943464162"/>
            <w:placeholder>
              <w:docPart w:val="CD150C3072DB499282B1F973E30F67FE"/>
            </w:placeholder>
            <w:showingPlcHdr/>
          </w:sdtPr>
          <w:sdtContent>
            <w:tc>
              <w:tcPr>
                <w:tcW w:w="9350" w:type="dxa"/>
              </w:tcPr>
              <w:p w14:paraId="230071E0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79BF887F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1D8EC4C0" w14:textId="77777777" w:rsidTr="00A44418">
        <w:tc>
          <w:tcPr>
            <w:tcW w:w="4675" w:type="dxa"/>
            <w:vAlign w:val="center"/>
          </w:tcPr>
          <w:p w14:paraId="43E47AD4" w14:textId="77777777" w:rsidR="00AC7FE6" w:rsidRPr="0002700E" w:rsidRDefault="00AC7FE6" w:rsidP="00A44418">
            <w:pPr>
              <w:pStyle w:val="TemplateStyle"/>
            </w:pPr>
            <w:r w:rsidRPr="0002700E">
              <w:t>City | Ciudad</w:t>
            </w:r>
          </w:p>
        </w:tc>
        <w:tc>
          <w:tcPr>
            <w:tcW w:w="4675" w:type="dxa"/>
            <w:vAlign w:val="center"/>
          </w:tcPr>
          <w:p w14:paraId="2F48F93F" w14:textId="77777777" w:rsidR="00AC7FE6" w:rsidRPr="0002700E" w:rsidRDefault="00AC7FE6" w:rsidP="00A44418">
            <w:pPr>
              <w:pStyle w:val="TemplateStyle"/>
            </w:pPr>
            <w:r w:rsidRPr="0002700E">
              <w:t>State | Estado</w:t>
            </w:r>
          </w:p>
        </w:tc>
      </w:tr>
      <w:tr w:rsidR="00AC7FE6" w:rsidRPr="0002700E" w14:paraId="0B0747D2" w14:textId="77777777" w:rsidTr="00A44418">
        <w:sdt>
          <w:sdtPr>
            <w:id w:val="-1388028268"/>
            <w:placeholder>
              <w:docPart w:val="7AF5CACE85DA443688CD89588F7F0397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91EAB95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633930617"/>
            <w:placeholder>
              <w:docPart w:val="AE38CCE4CFC24C459EE379A378468A68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78A91E96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15B0959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2336DFB7" w14:textId="77777777" w:rsidTr="00A44418">
        <w:tc>
          <w:tcPr>
            <w:tcW w:w="4675" w:type="dxa"/>
            <w:vAlign w:val="center"/>
          </w:tcPr>
          <w:p w14:paraId="0C826ECE" w14:textId="77777777" w:rsidR="00AC7FE6" w:rsidRPr="0002700E" w:rsidRDefault="00AC7FE6" w:rsidP="00A44418">
            <w:pPr>
              <w:pStyle w:val="TemplateStyle"/>
            </w:pPr>
            <w:r w:rsidRPr="0002700E">
              <w:t>Country | País</w:t>
            </w:r>
          </w:p>
        </w:tc>
        <w:tc>
          <w:tcPr>
            <w:tcW w:w="4675" w:type="dxa"/>
            <w:vAlign w:val="center"/>
          </w:tcPr>
          <w:p w14:paraId="02E195A7" w14:textId="77777777" w:rsidR="00AC7FE6" w:rsidRPr="0002700E" w:rsidRDefault="00AC7FE6" w:rsidP="00A44418">
            <w:pPr>
              <w:pStyle w:val="TemplateStyle"/>
            </w:pPr>
            <w:r w:rsidRPr="0002700E">
              <w:t>ZIP Code | Código Postal</w:t>
            </w:r>
          </w:p>
        </w:tc>
      </w:tr>
      <w:tr w:rsidR="00AC7FE6" w:rsidRPr="0002700E" w14:paraId="0994FFFE" w14:textId="77777777" w:rsidTr="00A44418">
        <w:sdt>
          <w:sdtPr>
            <w:id w:val="-1356037190"/>
            <w:placeholder>
              <w:docPart w:val="021D00B5CFD743059AD2ED8589C2B0B3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B31443B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922332146"/>
            <w:placeholder>
              <w:docPart w:val="62F43983A5654061ADCEB5D4A65ED066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7C134041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42D68D9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7FE6" w:rsidRPr="0002700E" w14:paraId="5FEF0307" w14:textId="77777777" w:rsidTr="00A44418">
        <w:tc>
          <w:tcPr>
            <w:tcW w:w="4675" w:type="dxa"/>
            <w:vAlign w:val="center"/>
          </w:tcPr>
          <w:p w14:paraId="4D1C21CD" w14:textId="77777777" w:rsidR="00AC7FE6" w:rsidRPr="0002700E" w:rsidRDefault="00AC7FE6" w:rsidP="00A44418">
            <w:pPr>
              <w:pStyle w:val="TemplateStyle"/>
            </w:pPr>
            <w:r w:rsidRPr="0002700E">
              <w:t xml:space="preserve">Cell Phone | </w:t>
            </w:r>
            <w:proofErr w:type="spellStart"/>
            <w:r w:rsidRPr="0002700E">
              <w:t>Número</w:t>
            </w:r>
            <w:proofErr w:type="spellEnd"/>
            <w:r w:rsidRPr="0002700E">
              <w:t xml:space="preserve"> </w:t>
            </w:r>
            <w:proofErr w:type="spellStart"/>
            <w:r w:rsidRPr="0002700E">
              <w:t>Celular</w:t>
            </w:r>
            <w:proofErr w:type="spellEnd"/>
          </w:p>
        </w:tc>
        <w:tc>
          <w:tcPr>
            <w:tcW w:w="4675" w:type="dxa"/>
            <w:vAlign w:val="center"/>
          </w:tcPr>
          <w:p w14:paraId="4B498E90" w14:textId="77777777" w:rsidR="00AC7FE6" w:rsidRPr="0002700E" w:rsidRDefault="00AC7FE6" w:rsidP="00A44418">
            <w:pPr>
              <w:pStyle w:val="TemplateStyle"/>
              <w:rPr>
                <w:lang w:val="es-MX"/>
              </w:rPr>
            </w:pPr>
            <w:proofErr w:type="spellStart"/>
            <w:r w:rsidRPr="0002700E">
              <w:rPr>
                <w:lang w:val="es-MX"/>
              </w:rPr>
              <w:t>Phone</w:t>
            </w:r>
            <w:proofErr w:type="spellEnd"/>
            <w:r w:rsidRPr="0002700E">
              <w:rPr>
                <w:lang w:val="es-MX"/>
              </w:rPr>
              <w:t xml:space="preserve"> </w:t>
            </w:r>
            <w:proofErr w:type="spellStart"/>
            <w:r w:rsidRPr="0002700E">
              <w:rPr>
                <w:lang w:val="es-MX"/>
              </w:rPr>
              <w:t>Number</w:t>
            </w:r>
            <w:proofErr w:type="spellEnd"/>
            <w:r w:rsidRPr="0002700E">
              <w:rPr>
                <w:lang w:val="es-MX"/>
              </w:rPr>
              <w:t xml:space="preserve"> | Número Telefónico</w:t>
            </w:r>
          </w:p>
        </w:tc>
      </w:tr>
      <w:tr w:rsidR="00AC7FE6" w:rsidRPr="0002700E" w14:paraId="7FC31577" w14:textId="77777777" w:rsidTr="00A44418">
        <w:sdt>
          <w:sdtPr>
            <w:rPr>
              <w:lang w:val="es-MX"/>
            </w:rPr>
            <w:id w:val="-483241388"/>
            <w:placeholder>
              <w:docPart w:val="3166562522B849F2848E88EC23C71A5A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6F53FFC7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388651222"/>
            <w:placeholder>
              <w:docPart w:val="852633DEFEFF455C9156C76ACD736F17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4886624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7A1B84BE" w14:textId="77777777" w:rsidR="00AC7FE6" w:rsidRPr="0002700E" w:rsidRDefault="00AC7FE6" w:rsidP="00AC7FE6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C7FE6" w:rsidRPr="0002700E" w14:paraId="4A343DF5" w14:textId="77777777" w:rsidTr="00A44418">
        <w:tc>
          <w:tcPr>
            <w:tcW w:w="9350" w:type="dxa"/>
          </w:tcPr>
          <w:p w14:paraId="0CC05973" w14:textId="77777777" w:rsidR="00AC7FE6" w:rsidRPr="0002700E" w:rsidRDefault="00AC7FE6" w:rsidP="00A44418">
            <w:pPr>
              <w:pStyle w:val="TemplateStyle"/>
            </w:pPr>
            <w:r w:rsidRPr="0002700E">
              <w:t xml:space="preserve">e-mail | </w:t>
            </w:r>
            <w:proofErr w:type="spellStart"/>
            <w:r w:rsidRPr="0002700E">
              <w:t>correo</w:t>
            </w:r>
            <w:proofErr w:type="spellEnd"/>
            <w:r w:rsidRPr="0002700E">
              <w:t xml:space="preserve"> </w:t>
            </w:r>
            <w:proofErr w:type="spellStart"/>
            <w:r w:rsidRPr="0002700E">
              <w:t>electrónico</w:t>
            </w:r>
            <w:proofErr w:type="spellEnd"/>
          </w:p>
        </w:tc>
      </w:tr>
      <w:tr w:rsidR="00AC7FE6" w:rsidRPr="0002700E" w14:paraId="31A66218" w14:textId="77777777" w:rsidTr="00A44418">
        <w:sdt>
          <w:sdtPr>
            <w:id w:val="-24486977"/>
            <w:placeholder>
              <w:docPart w:val="C91658D76DF04DFC9388D191B2597C84"/>
            </w:placeholder>
            <w:showingPlcHdr/>
          </w:sdtPr>
          <w:sdtContent>
            <w:tc>
              <w:tcPr>
                <w:tcW w:w="9350" w:type="dxa"/>
              </w:tcPr>
              <w:p w14:paraId="5139CE26" w14:textId="77777777" w:rsidR="00AC7FE6" w:rsidRPr="0002700E" w:rsidRDefault="00AC7FE6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570E07D6" w14:textId="77777777" w:rsidR="00AC7FE6" w:rsidRPr="0002700E" w:rsidRDefault="00AC7FE6" w:rsidP="00AC7FE6">
      <w:pPr>
        <w:pStyle w:val="TemplateStyle"/>
      </w:pPr>
    </w:p>
    <w:p w14:paraId="51D3611E" w14:textId="66D5E1DF" w:rsidR="00A94545" w:rsidRPr="0002700E" w:rsidRDefault="00C900C6" w:rsidP="0002700E">
      <w:pPr>
        <w:pStyle w:val="TemplateStyle"/>
        <w:rPr>
          <w:lang w:val="es-MX"/>
        </w:rPr>
      </w:pPr>
      <w:r w:rsidRPr="0002700E">
        <w:t>If there are more tha</w:t>
      </w:r>
      <w:r w:rsidR="00BD705A" w:rsidRPr="0002700E">
        <w:t>n</w:t>
      </w:r>
      <w:r w:rsidRPr="0002700E">
        <w:t xml:space="preserve"> </w:t>
      </w:r>
      <w:r w:rsidR="00AC7FE6">
        <w:t>5</w:t>
      </w:r>
      <w:r w:rsidRPr="0002700E">
        <w:t xml:space="preserve"> </w:t>
      </w:r>
      <w:r w:rsidR="00DD5BDD">
        <w:t xml:space="preserve">board </w:t>
      </w:r>
      <w:r w:rsidR="006D404A" w:rsidRPr="0002700E">
        <w:t>members,</w:t>
      </w:r>
      <w:r w:rsidRPr="0002700E">
        <w:t xml:space="preserve"> ple</w:t>
      </w:r>
      <w:r w:rsidR="00BD705A" w:rsidRPr="0002700E">
        <w:t xml:space="preserve">ase use the for additional </w:t>
      </w:r>
      <w:r w:rsidR="006D404A" w:rsidRPr="0002700E">
        <w:t>form placed at the end of this template</w:t>
      </w:r>
      <w:r w:rsidR="00787C30" w:rsidRPr="0002700E">
        <w:t>.</w:t>
      </w:r>
      <w:r w:rsidR="006D404A" w:rsidRPr="0002700E">
        <w:t xml:space="preserve"> </w:t>
      </w:r>
      <w:r w:rsidR="006D404A" w:rsidRPr="0002700E">
        <w:rPr>
          <w:lang w:val="es-MX"/>
        </w:rPr>
        <w:t xml:space="preserve">| </w:t>
      </w:r>
      <w:r w:rsidR="00787C30" w:rsidRPr="0002700E">
        <w:rPr>
          <w:lang w:val="es-MX"/>
        </w:rPr>
        <w:t xml:space="preserve">Si hay más de </w:t>
      </w:r>
      <w:r w:rsidR="00AC7FE6">
        <w:rPr>
          <w:lang w:val="es-MX"/>
        </w:rPr>
        <w:t>5</w:t>
      </w:r>
      <w:r w:rsidR="00787C30" w:rsidRPr="0002700E">
        <w:rPr>
          <w:lang w:val="es-MX"/>
        </w:rPr>
        <w:t xml:space="preserve"> miembros, utilice </w:t>
      </w:r>
      <w:r w:rsidR="00DD5BDD">
        <w:rPr>
          <w:lang w:val="es-MX"/>
        </w:rPr>
        <w:t>el</w:t>
      </w:r>
      <w:r w:rsidR="00787C30" w:rsidRPr="0002700E">
        <w:rPr>
          <w:lang w:val="es-MX"/>
        </w:rPr>
        <w:t xml:space="preserve"> formulario adicional que se encuentran al final de esta plantilla.</w:t>
      </w:r>
    </w:p>
    <w:p w14:paraId="3541B043" w14:textId="77777777" w:rsidR="006D404A" w:rsidRPr="0002700E" w:rsidRDefault="006D404A" w:rsidP="0002700E">
      <w:pPr>
        <w:pStyle w:val="TemplateStyle"/>
        <w:rPr>
          <w:lang w:val="es-MX"/>
        </w:rPr>
      </w:pPr>
    </w:p>
    <w:p w14:paraId="3413D78D" w14:textId="77777777" w:rsidR="00093AA1" w:rsidRPr="0002700E" w:rsidRDefault="00093AA1" w:rsidP="0002700E">
      <w:pPr>
        <w:pStyle w:val="TemplateStyle"/>
        <w:rPr>
          <w:lang w:val="es-MX"/>
        </w:rPr>
      </w:pPr>
      <w:r w:rsidRPr="0002700E">
        <w:rPr>
          <w:lang w:val="es-MX"/>
        </w:rPr>
        <w:br w:type="page"/>
      </w:r>
    </w:p>
    <w:p w14:paraId="7841148F" w14:textId="77777777" w:rsidR="00093AA1" w:rsidRPr="00E90A40" w:rsidRDefault="00CE62C1" w:rsidP="0002700E">
      <w:pPr>
        <w:pStyle w:val="TemplateStyle"/>
        <w:rPr>
          <w:b/>
          <w:bCs/>
          <w:sz w:val="28"/>
          <w:szCs w:val="24"/>
          <w:lang w:val="es-MX"/>
        </w:rPr>
      </w:pPr>
      <w:r w:rsidRPr="00526F78">
        <w:rPr>
          <w:b/>
          <w:bCs/>
          <w:sz w:val="28"/>
          <w:szCs w:val="24"/>
        </w:rPr>
        <w:lastRenderedPageBreak/>
        <w:t>Information to process the</w:t>
      </w:r>
      <w:r w:rsidR="003C49FE" w:rsidRPr="00526F78">
        <w:rPr>
          <w:b/>
          <w:bCs/>
          <w:sz w:val="28"/>
          <w:szCs w:val="24"/>
        </w:rPr>
        <w:t xml:space="preserve"> </w:t>
      </w:r>
      <w:r w:rsidRPr="00526F78">
        <w:rPr>
          <w:b/>
          <w:bCs/>
          <w:sz w:val="28"/>
          <w:szCs w:val="24"/>
        </w:rPr>
        <w:t>Employer Identification Number EIN</w:t>
      </w:r>
      <w:r w:rsidR="006775D0" w:rsidRPr="00526F78">
        <w:rPr>
          <w:b/>
          <w:bCs/>
          <w:sz w:val="28"/>
          <w:szCs w:val="24"/>
        </w:rPr>
        <w:t>.</w:t>
      </w:r>
      <w:r w:rsidR="003C49FE" w:rsidRPr="00526F78">
        <w:rPr>
          <w:b/>
          <w:bCs/>
          <w:sz w:val="28"/>
          <w:szCs w:val="24"/>
        </w:rPr>
        <w:t xml:space="preserve"> </w:t>
      </w:r>
      <w:r w:rsidR="00893C3E" w:rsidRPr="00E90A40">
        <w:rPr>
          <w:b/>
          <w:bCs/>
          <w:sz w:val="28"/>
          <w:szCs w:val="24"/>
          <w:lang w:val="es-MX"/>
        </w:rPr>
        <w:t>|</w:t>
      </w:r>
    </w:p>
    <w:p w14:paraId="73BEB811" w14:textId="77777777" w:rsidR="00893C3E" w:rsidRPr="00E90A40" w:rsidRDefault="00893C3E" w:rsidP="0002700E">
      <w:pPr>
        <w:pStyle w:val="TemplateStyle"/>
        <w:rPr>
          <w:b/>
          <w:bCs/>
          <w:sz w:val="28"/>
          <w:szCs w:val="24"/>
          <w:lang w:val="es-MX"/>
        </w:rPr>
      </w:pPr>
      <w:r w:rsidRPr="00E90A40">
        <w:rPr>
          <w:b/>
          <w:bCs/>
          <w:sz w:val="28"/>
          <w:szCs w:val="24"/>
          <w:lang w:val="es-MX"/>
        </w:rPr>
        <w:t>Información para tramitar el Número de Identificación de Empleador EIN.</w:t>
      </w:r>
    </w:p>
    <w:p w14:paraId="76A869C5" w14:textId="77777777" w:rsidR="006775D0" w:rsidRPr="0002700E" w:rsidRDefault="006775D0" w:rsidP="0002700E">
      <w:pPr>
        <w:pStyle w:val="TemplateStyle"/>
        <w:rPr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5"/>
        <w:gridCol w:w="3775"/>
      </w:tblGrid>
      <w:tr w:rsidR="00E217FA" w:rsidRPr="0002700E" w14:paraId="63A0958C" w14:textId="77777777" w:rsidTr="005840DE">
        <w:tc>
          <w:tcPr>
            <w:tcW w:w="5575" w:type="dxa"/>
          </w:tcPr>
          <w:p w14:paraId="35EEA5AD" w14:textId="77777777" w:rsidR="001D765E" w:rsidRPr="0002700E" w:rsidRDefault="001D765E" w:rsidP="0002700E">
            <w:pPr>
              <w:pStyle w:val="TemplateStyle"/>
            </w:pPr>
            <w:r w:rsidRPr="0002700E">
              <w:t xml:space="preserve">Previously, this company was: | </w:t>
            </w:r>
          </w:p>
          <w:p w14:paraId="1F56A21C" w14:textId="77777777" w:rsidR="00E217FA" w:rsidRPr="0002700E" w:rsidRDefault="001D765E" w:rsidP="0002700E">
            <w:pPr>
              <w:pStyle w:val="TemplateStyle"/>
            </w:pPr>
            <w:r w:rsidRPr="0002700E">
              <w:t>Previamente esta compañía:</w:t>
            </w:r>
          </w:p>
        </w:tc>
        <w:tc>
          <w:tcPr>
            <w:tcW w:w="3775" w:type="dxa"/>
          </w:tcPr>
          <w:p w14:paraId="5995D1DB" w14:textId="77777777" w:rsidR="00E217FA" w:rsidRPr="0002700E" w:rsidRDefault="001D765E" w:rsidP="0002700E">
            <w:pPr>
              <w:pStyle w:val="TemplateStyle"/>
            </w:pPr>
            <w:r w:rsidRPr="0002700E">
              <w:t>Select one. | Seleccione un</w:t>
            </w:r>
            <w:r w:rsidR="004249AF" w:rsidRPr="0002700E">
              <w:t>o</w:t>
            </w:r>
          </w:p>
        </w:tc>
      </w:tr>
      <w:tr w:rsidR="001D765E" w:rsidRPr="0002700E" w14:paraId="261DFDE4" w14:textId="77777777" w:rsidTr="005840DE">
        <w:tc>
          <w:tcPr>
            <w:tcW w:w="5575" w:type="dxa"/>
          </w:tcPr>
          <w:p w14:paraId="229617A5" w14:textId="77777777" w:rsidR="001D765E" w:rsidRPr="0002700E" w:rsidRDefault="001D765E" w:rsidP="0002700E">
            <w:pPr>
              <w:pStyle w:val="TemplateStyle"/>
            </w:pPr>
            <w:r w:rsidRPr="0002700E">
              <w:t>Not in Business | No estaba en</w:t>
            </w:r>
            <w:r w:rsidRPr="0002700E">
              <w:rPr>
                <w:lang w:val="es-MX"/>
              </w:rPr>
              <w:t xml:space="preserve"> Operación</w:t>
            </w:r>
          </w:p>
        </w:tc>
        <w:sdt>
          <w:sdtPr>
            <w:id w:val="1934779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75" w:type="dxa"/>
              </w:tcPr>
              <w:p w14:paraId="7315CB1D" w14:textId="77777777" w:rsidR="001D765E" w:rsidRPr="0002700E" w:rsidRDefault="00C374AA" w:rsidP="0002700E">
                <w:pPr>
                  <w:pStyle w:val="TemplateStyle"/>
                </w:pPr>
                <w:r w:rsidRPr="0002700E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D765E" w:rsidRPr="0002700E" w14:paraId="6ECB181E" w14:textId="77777777" w:rsidTr="005840DE">
        <w:tc>
          <w:tcPr>
            <w:tcW w:w="5575" w:type="dxa"/>
          </w:tcPr>
          <w:p w14:paraId="67A1CC19" w14:textId="77777777" w:rsidR="001D765E" w:rsidRPr="0002700E" w:rsidRDefault="001D765E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A sole proprietorship | Era de un dueño Único</w:t>
            </w:r>
          </w:p>
        </w:tc>
        <w:sdt>
          <w:sdtPr>
            <w:rPr>
              <w:lang w:val="es-MX"/>
            </w:rPr>
            <w:id w:val="1322385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75" w:type="dxa"/>
              </w:tcPr>
              <w:p w14:paraId="451FC4BB" w14:textId="77777777" w:rsidR="001D765E" w:rsidRPr="0002700E" w:rsidRDefault="00C374AA" w:rsidP="0002700E">
                <w:pPr>
                  <w:pStyle w:val="TemplateStyle"/>
                  <w:rPr>
                    <w:lang w:val="es-MX"/>
                  </w:rPr>
                </w:pPr>
                <w:r w:rsidRPr="0002700E">
                  <w:rPr>
                    <w:rFonts w:ascii="Segoe UI Symbol" w:eastAsia="MS Gothic" w:hAnsi="Segoe UI Symbol" w:cs="Segoe UI Symbol"/>
                    <w:lang w:val="es-MX"/>
                  </w:rPr>
                  <w:t>☐</w:t>
                </w:r>
              </w:p>
            </w:tc>
          </w:sdtContent>
        </w:sdt>
      </w:tr>
      <w:tr w:rsidR="001D765E" w:rsidRPr="0002700E" w14:paraId="7B137A3A" w14:textId="77777777" w:rsidTr="005840DE">
        <w:tc>
          <w:tcPr>
            <w:tcW w:w="5575" w:type="dxa"/>
          </w:tcPr>
          <w:p w14:paraId="00691D1B" w14:textId="77777777" w:rsidR="001D765E" w:rsidRPr="0002700E" w:rsidRDefault="001D765E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A Partnership | Era una Asociación</w:t>
            </w:r>
          </w:p>
        </w:tc>
        <w:sdt>
          <w:sdtPr>
            <w:rPr>
              <w:lang w:val="es-MX"/>
            </w:rPr>
            <w:id w:val="717012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75" w:type="dxa"/>
              </w:tcPr>
              <w:p w14:paraId="5B8E3EFE" w14:textId="77777777" w:rsidR="001D765E" w:rsidRPr="0002700E" w:rsidRDefault="00C374AA" w:rsidP="0002700E">
                <w:pPr>
                  <w:pStyle w:val="TemplateStyle"/>
                  <w:rPr>
                    <w:lang w:val="es-MX"/>
                  </w:rPr>
                </w:pPr>
                <w:r w:rsidRPr="0002700E">
                  <w:rPr>
                    <w:rFonts w:ascii="Segoe UI Symbol" w:eastAsia="MS Gothic" w:hAnsi="Segoe UI Symbol" w:cs="Segoe UI Symbol"/>
                    <w:lang w:val="es-MX"/>
                  </w:rPr>
                  <w:t>☐</w:t>
                </w:r>
              </w:p>
            </w:tc>
          </w:sdtContent>
        </w:sdt>
      </w:tr>
    </w:tbl>
    <w:p w14:paraId="3544F723" w14:textId="77777777" w:rsidR="00A83E48" w:rsidRPr="0002700E" w:rsidRDefault="00A83E48" w:rsidP="0002700E">
      <w:pPr>
        <w:pStyle w:val="TemplateStyle"/>
        <w:rPr>
          <w:lang w:val="es-MX"/>
        </w:rPr>
      </w:pP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D5B34" w:rsidRPr="003700BB" w14:paraId="1DC2A503" w14:textId="77777777" w:rsidTr="006D5B34">
        <w:tc>
          <w:tcPr>
            <w:tcW w:w="9350" w:type="dxa"/>
          </w:tcPr>
          <w:p w14:paraId="31C9BB21" w14:textId="77777777" w:rsidR="006D5B34" w:rsidRPr="0002700E" w:rsidRDefault="006D5B34" w:rsidP="0002700E">
            <w:pPr>
              <w:pStyle w:val="TemplateStyle"/>
            </w:pPr>
            <w:r w:rsidRPr="0002700E">
              <w:t xml:space="preserve">Specific Service Offered or Products Sold: | </w:t>
            </w:r>
          </w:p>
          <w:p w14:paraId="231CAA6C" w14:textId="77777777" w:rsidR="006D5B34" w:rsidRPr="0002700E" w:rsidRDefault="006D5B34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Servicios o Productos específicos que serán ofrecidos:</w:t>
            </w:r>
          </w:p>
        </w:tc>
      </w:tr>
      <w:tr w:rsidR="006D5B34" w:rsidRPr="0002700E" w14:paraId="26D12520" w14:textId="77777777" w:rsidTr="006D5B34">
        <w:tc>
          <w:tcPr>
            <w:tcW w:w="9350" w:type="dxa"/>
          </w:tcPr>
          <w:sdt>
            <w:sdtPr>
              <w:rPr>
                <w:lang w:val="es-MX"/>
              </w:rPr>
              <w:id w:val="-351878640"/>
              <w:placeholder>
                <w:docPart w:val="60C1255A8B944E88AF7512684812110C"/>
              </w:placeholder>
              <w:showingPlcHdr/>
            </w:sdtPr>
            <w:sdtEndPr/>
            <w:sdtContent>
              <w:p w14:paraId="4F412B45" w14:textId="77777777" w:rsidR="006D5B34" w:rsidRPr="0002700E" w:rsidRDefault="00C374A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sdtContent>
          </w:sdt>
          <w:p w14:paraId="1225E557" w14:textId="77777777" w:rsidR="006D5B34" w:rsidRPr="0002700E" w:rsidRDefault="006D5B34" w:rsidP="0002700E">
            <w:pPr>
              <w:pStyle w:val="TemplateStyle"/>
            </w:pPr>
          </w:p>
          <w:p w14:paraId="52DBE3F7" w14:textId="77777777" w:rsidR="006D5B34" w:rsidRPr="0002700E" w:rsidRDefault="006D5B34" w:rsidP="0002700E">
            <w:pPr>
              <w:pStyle w:val="TemplateStyle"/>
            </w:pPr>
          </w:p>
          <w:p w14:paraId="58C55EC2" w14:textId="77777777" w:rsidR="001D765E" w:rsidRPr="0002700E" w:rsidRDefault="001D765E" w:rsidP="0002700E">
            <w:pPr>
              <w:pStyle w:val="TemplateStyle"/>
            </w:pPr>
          </w:p>
        </w:tc>
      </w:tr>
    </w:tbl>
    <w:p w14:paraId="4089FEA3" w14:textId="77777777" w:rsidR="00FE5206" w:rsidRPr="0002700E" w:rsidRDefault="00FE5206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1932"/>
        <w:gridCol w:w="1933"/>
      </w:tblGrid>
      <w:tr w:rsidR="00CC6B6F" w:rsidRPr="0002700E" w14:paraId="128D0901" w14:textId="77777777" w:rsidTr="00E95C86">
        <w:tc>
          <w:tcPr>
            <w:tcW w:w="5485" w:type="dxa"/>
          </w:tcPr>
          <w:p w14:paraId="08FA8E08" w14:textId="77777777" w:rsidR="00E62F12" w:rsidRPr="0002700E" w:rsidRDefault="00E62F12" w:rsidP="0002700E">
            <w:pPr>
              <w:pStyle w:val="TemplateStyle"/>
            </w:pPr>
            <w:r w:rsidRPr="0002700E">
              <w:t xml:space="preserve">Will this company have employees? | </w:t>
            </w:r>
          </w:p>
          <w:p w14:paraId="0F278214" w14:textId="77777777" w:rsidR="00CC6B6F" w:rsidRPr="0002700E" w:rsidRDefault="00E62F12" w:rsidP="0002700E">
            <w:pPr>
              <w:pStyle w:val="TemplateStyle"/>
              <w:rPr>
                <w:lang w:val="es-MX"/>
              </w:rPr>
            </w:pPr>
            <w:r w:rsidRPr="0002700E">
              <w:t>¿Esta empresa tendrá empleados?</w:t>
            </w:r>
          </w:p>
        </w:tc>
        <w:tc>
          <w:tcPr>
            <w:tcW w:w="1932" w:type="dxa"/>
          </w:tcPr>
          <w:p w14:paraId="79B60371" w14:textId="77777777" w:rsidR="00CC6B6F" w:rsidRPr="0002700E" w:rsidRDefault="00CC6B6F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Yes | Si</w:t>
            </w:r>
            <w:r w:rsidR="00C374AA" w:rsidRPr="0002700E">
              <w:rPr>
                <w:lang w:val="es-MX"/>
              </w:rPr>
              <w:t xml:space="preserve"> </w:t>
            </w:r>
            <w:sdt>
              <w:sdtPr>
                <w:rPr>
                  <w:lang w:val="es-MX"/>
                </w:rPr>
                <w:id w:val="-193705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4AA" w:rsidRPr="0002700E">
                  <w:rPr>
                    <w:rFonts w:ascii="Segoe UI Symbol" w:eastAsia="MS Gothic" w:hAnsi="Segoe UI Symbol" w:cs="Segoe UI Symbol"/>
                    <w:lang w:val="es-MX"/>
                  </w:rPr>
                  <w:t>☐</w:t>
                </w:r>
              </w:sdtContent>
            </w:sdt>
          </w:p>
        </w:tc>
        <w:tc>
          <w:tcPr>
            <w:tcW w:w="1933" w:type="dxa"/>
          </w:tcPr>
          <w:p w14:paraId="56AEFF82" w14:textId="77777777" w:rsidR="00CC6B6F" w:rsidRPr="0002700E" w:rsidRDefault="00CC6B6F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No | No</w:t>
            </w:r>
            <w:r w:rsidR="00C374AA" w:rsidRPr="0002700E">
              <w:rPr>
                <w:lang w:val="es-MX"/>
              </w:rPr>
              <w:t xml:space="preserve"> </w:t>
            </w:r>
            <w:sdt>
              <w:sdtPr>
                <w:rPr>
                  <w:lang w:val="es-MX"/>
                </w:rPr>
                <w:id w:val="-1963335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4AA" w:rsidRPr="0002700E">
                  <w:rPr>
                    <w:rFonts w:ascii="Segoe UI Symbol" w:eastAsia="MS Gothic" w:hAnsi="Segoe UI Symbol" w:cs="Segoe UI Symbol"/>
                    <w:lang w:val="es-MX"/>
                  </w:rPr>
                  <w:t>☐</w:t>
                </w:r>
              </w:sdtContent>
            </w:sdt>
          </w:p>
        </w:tc>
      </w:tr>
    </w:tbl>
    <w:p w14:paraId="479F189F" w14:textId="77777777" w:rsidR="00CC6B6F" w:rsidRPr="0002700E" w:rsidRDefault="00CC6B6F" w:rsidP="0002700E">
      <w:pPr>
        <w:pStyle w:val="TemplateStyle"/>
        <w:rPr>
          <w:lang w:val="es-MX"/>
        </w:rPr>
      </w:pPr>
    </w:p>
    <w:p w14:paraId="3D805A83" w14:textId="3AEC732B" w:rsidR="000B4508" w:rsidRPr="0002700E" w:rsidRDefault="000B4508" w:rsidP="0002700E">
      <w:pPr>
        <w:pStyle w:val="TemplateStyle"/>
        <w:rPr>
          <w:lang w:val="es-MX"/>
        </w:rPr>
      </w:pPr>
      <w:r w:rsidRPr="0002700E">
        <w:t xml:space="preserve">Note: The information provided must correspond to 1) The main </w:t>
      </w:r>
      <w:r w:rsidR="004329A0">
        <w:t>officer</w:t>
      </w:r>
      <w:r w:rsidRPr="0002700E">
        <w:t xml:space="preserve">; or 2) The main member of the LLC which will be a </w:t>
      </w:r>
      <w:r w:rsidR="004329A0">
        <w:t>shareholder</w:t>
      </w:r>
      <w:r w:rsidRPr="0002700E">
        <w:t xml:space="preserve"> in this company; or 3) The president of the corporation which will be a </w:t>
      </w:r>
      <w:r w:rsidR="004329A0">
        <w:t>shareholder</w:t>
      </w:r>
      <w:r w:rsidRPr="0002700E">
        <w:t xml:space="preserve"> in this company. </w:t>
      </w:r>
      <w:r w:rsidRPr="0002700E">
        <w:rPr>
          <w:lang w:val="es-MX"/>
        </w:rPr>
        <w:t>|</w:t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</w:p>
    <w:p w14:paraId="001D29C3" w14:textId="172C887E" w:rsidR="000B4508" w:rsidRPr="0002700E" w:rsidRDefault="000B4508" w:rsidP="0002700E">
      <w:pPr>
        <w:pStyle w:val="TemplateStyle"/>
        <w:rPr>
          <w:lang w:val="es-MX"/>
        </w:rPr>
      </w:pPr>
      <w:r w:rsidRPr="0002700E">
        <w:rPr>
          <w:lang w:val="es-MX"/>
        </w:rPr>
        <w:t xml:space="preserve">Nota: La información proporcionada debe corresponder a 1) El </w:t>
      </w:r>
      <w:r w:rsidR="004819AA">
        <w:rPr>
          <w:lang w:val="es-MX"/>
        </w:rPr>
        <w:t>gerente Principal</w:t>
      </w:r>
      <w:r w:rsidRPr="0002700E">
        <w:rPr>
          <w:lang w:val="es-MX"/>
        </w:rPr>
        <w:t xml:space="preserve">; o 2) El miembro principal de la LLC que será </w:t>
      </w:r>
      <w:r w:rsidR="004819AA">
        <w:rPr>
          <w:lang w:val="es-MX"/>
        </w:rPr>
        <w:t>accionista</w:t>
      </w:r>
      <w:r w:rsidRPr="0002700E">
        <w:rPr>
          <w:lang w:val="es-MX"/>
        </w:rPr>
        <w:t xml:space="preserve"> de esta empresa; o 3) El presidente de la corporación que será </w:t>
      </w:r>
      <w:r w:rsidR="004819AA">
        <w:rPr>
          <w:lang w:val="es-MX"/>
        </w:rPr>
        <w:t>accionista</w:t>
      </w:r>
      <w:r w:rsidRPr="0002700E">
        <w:rPr>
          <w:lang w:val="es-MX"/>
        </w:rPr>
        <w:t xml:space="preserve"> de esta empresa.</w:t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</w:p>
    <w:p w14:paraId="79D7CCF7" w14:textId="77777777" w:rsidR="000B4508" w:rsidRPr="0002700E" w:rsidRDefault="000B4508" w:rsidP="0002700E">
      <w:pPr>
        <w:pStyle w:val="TemplateStyle"/>
        <w:rPr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1932"/>
        <w:gridCol w:w="1933"/>
      </w:tblGrid>
      <w:tr w:rsidR="00B55586" w:rsidRPr="0002700E" w14:paraId="0FFF375B" w14:textId="77777777" w:rsidTr="00EB1DE7">
        <w:tc>
          <w:tcPr>
            <w:tcW w:w="5485" w:type="dxa"/>
          </w:tcPr>
          <w:p w14:paraId="66DF2999" w14:textId="57B05D93" w:rsidR="00B55586" w:rsidRPr="0002700E" w:rsidRDefault="00B55586" w:rsidP="0002700E">
            <w:pPr>
              <w:pStyle w:val="TemplateStyle"/>
              <w:rPr>
                <w:lang w:val="es-MX"/>
              </w:rPr>
            </w:pPr>
            <w:r w:rsidRPr="0002700E">
              <w:t xml:space="preserve">Indicate if the </w:t>
            </w:r>
            <w:r w:rsidR="00EA4160" w:rsidRPr="0002700E">
              <w:t>main</w:t>
            </w:r>
            <w:r w:rsidRPr="0002700E">
              <w:t xml:space="preserve"> </w:t>
            </w:r>
            <w:r w:rsidR="004819AA">
              <w:t>officer</w:t>
            </w:r>
            <w:r w:rsidRPr="0002700E">
              <w:t xml:space="preserve"> has an SSN. </w:t>
            </w:r>
            <w:r w:rsidRPr="0002700E">
              <w:rPr>
                <w:lang w:val="es-MX"/>
              </w:rPr>
              <w:t>|</w:t>
            </w:r>
          </w:p>
          <w:p w14:paraId="1A4BC334" w14:textId="462464A6" w:rsidR="00B55586" w:rsidRPr="0002700E" w:rsidRDefault="00B55586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 xml:space="preserve">Indique si el </w:t>
            </w:r>
            <w:r w:rsidR="004819AA">
              <w:rPr>
                <w:lang w:val="es-MX"/>
              </w:rPr>
              <w:t>gerente</w:t>
            </w:r>
            <w:r w:rsidRPr="0002700E">
              <w:rPr>
                <w:lang w:val="es-MX"/>
              </w:rPr>
              <w:t xml:space="preserve"> principal cuenta con SSN</w:t>
            </w:r>
          </w:p>
        </w:tc>
        <w:tc>
          <w:tcPr>
            <w:tcW w:w="1932" w:type="dxa"/>
          </w:tcPr>
          <w:p w14:paraId="678C5597" w14:textId="77777777" w:rsidR="00B55586" w:rsidRPr="0002700E" w:rsidRDefault="00B55586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Yes | Si</w:t>
            </w:r>
            <w:r w:rsidR="00C374AA" w:rsidRPr="0002700E">
              <w:rPr>
                <w:lang w:val="es-MX"/>
              </w:rPr>
              <w:t xml:space="preserve"> </w:t>
            </w:r>
            <w:sdt>
              <w:sdtPr>
                <w:rPr>
                  <w:lang w:val="es-MX"/>
                </w:rPr>
                <w:id w:val="-141353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4AA" w:rsidRPr="0002700E">
                  <w:rPr>
                    <w:rFonts w:ascii="Segoe UI Symbol" w:eastAsia="MS Gothic" w:hAnsi="Segoe UI Symbol" w:cs="Segoe UI Symbol"/>
                    <w:lang w:val="es-MX"/>
                  </w:rPr>
                  <w:t>☐</w:t>
                </w:r>
              </w:sdtContent>
            </w:sdt>
          </w:p>
        </w:tc>
        <w:tc>
          <w:tcPr>
            <w:tcW w:w="1933" w:type="dxa"/>
          </w:tcPr>
          <w:p w14:paraId="0DBC6870" w14:textId="77777777" w:rsidR="00B55586" w:rsidRPr="0002700E" w:rsidRDefault="00B55586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No | No</w:t>
            </w:r>
            <w:r w:rsidR="00C374AA" w:rsidRPr="0002700E">
              <w:rPr>
                <w:lang w:val="es-MX"/>
              </w:rPr>
              <w:t xml:space="preserve"> </w:t>
            </w:r>
            <w:sdt>
              <w:sdtPr>
                <w:rPr>
                  <w:lang w:val="es-MX"/>
                </w:rPr>
                <w:id w:val="-780731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4AA" w:rsidRPr="0002700E">
                  <w:rPr>
                    <w:rFonts w:ascii="Segoe UI Symbol" w:eastAsia="MS Gothic" w:hAnsi="Segoe UI Symbol" w:cs="Segoe UI Symbol"/>
                    <w:lang w:val="es-MX"/>
                  </w:rPr>
                  <w:t>☐</w:t>
                </w:r>
              </w:sdtContent>
            </w:sdt>
          </w:p>
        </w:tc>
      </w:tr>
    </w:tbl>
    <w:p w14:paraId="4CFB470B" w14:textId="77777777" w:rsidR="00A83E48" w:rsidRPr="0002700E" w:rsidRDefault="00A83E48" w:rsidP="0002700E">
      <w:pPr>
        <w:pStyle w:val="TemplateStyle"/>
        <w:rPr>
          <w:lang w:val="es-MX"/>
        </w:rPr>
      </w:pP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86EB1" w:rsidRPr="0002700E" w14:paraId="00F7FEE5" w14:textId="77777777" w:rsidTr="00286EB1">
        <w:tc>
          <w:tcPr>
            <w:tcW w:w="4675" w:type="dxa"/>
          </w:tcPr>
          <w:p w14:paraId="5EE1588C" w14:textId="77777777" w:rsidR="00286EB1" w:rsidRPr="0002700E" w:rsidRDefault="00286EB1" w:rsidP="0002700E">
            <w:pPr>
              <w:pStyle w:val="TemplateStyle"/>
            </w:pPr>
            <w:r w:rsidRPr="0002700E">
              <w:t>Indicate the SSN</w:t>
            </w:r>
            <w:r w:rsidR="00B14C9F" w:rsidRPr="0002700E">
              <w:t>. | Indique el SSN</w:t>
            </w:r>
          </w:p>
        </w:tc>
        <w:sdt>
          <w:sdtPr>
            <w:id w:val="-1704244558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4675" w:type="dxa"/>
              </w:tcPr>
              <w:p w14:paraId="060ECDC0" w14:textId="77777777" w:rsidR="00286EB1" w:rsidRPr="0002700E" w:rsidRDefault="00C374A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44FA36E3" w14:textId="77777777" w:rsidR="005E7B8A" w:rsidRPr="0002700E" w:rsidRDefault="005E7B8A" w:rsidP="0002700E">
      <w:pPr>
        <w:pStyle w:val="TemplateStyle"/>
      </w:pPr>
    </w:p>
    <w:p w14:paraId="4E1875F0" w14:textId="77777777" w:rsidR="007E5595" w:rsidRPr="0002700E" w:rsidRDefault="007E5595" w:rsidP="0002700E">
      <w:pPr>
        <w:pStyle w:val="TemplateStyle"/>
        <w:rPr>
          <w:lang w:val="es-MX"/>
        </w:rPr>
      </w:pPr>
      <w:r w:rsidRPr="0002700E">
        <w:rPr>
          <w:lang w:val="es-MX"/>
        </w:rPr>
        <w:t>F</w:t>
      </w:r>
      <w:r w:rsidR="00A83E48" w:rsidRPr="0002700E">
        <w:rPr>
          <w:lang w:val="es-MX"/>
        </w:rPr>
        <w:t>ull legal name of SSN cardholder (enter exactly as shown on your Social Security Card) | Nombre legal completo del titular de la tarjeta SSN (ingrese exactamente como se muestra en su tarjeta de Seguro Social):</w:t>
      </w:r>
      <w:r w:rsidR="00A83E48" w:rsidRPr="0002700E">
        <w:rPr>
          <w:lang w:val="es-MX"/>
        </w:rPr>
        <w:tab/>
      </w:r>
      <w:r w:rsidR="00A83E48" w:rsidRPr="0002700E">
        <w:rPr>
          <w:lang w:val="es-MX"/>
        </w:rPr>
        <w:tab/>
      </w:r>
      <w:r w:rsidR="00A83E48" w:rsidRPr="0002700E">
        <w:rPr>
          <w:lang w:val="es-MX"/>
        </w:rPr>
        <w:tab/>
      </w:r>
    </w:p>
    <w:p w14:paraId="1B714478" w14:textId="77777777" w:rsidR="007E5595" w:rsidRPr="0002700E" w:rsidRDefault="007E5595" w:rsidP="0002700E">
      <w:pPr>
        <w:pStyle w:val="TemplateStyle"/>
        <w:rPr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700E" w:rsidRPr="0002700E" w14:paraId="0249990A" w14:textId="77777777" w:rsidTr="00E95C86">
        <w:tc>
          <w:tcPr>
            <w:tcW w:w="4675" w:type="dxa"/>
            <w:vAlign w:val="center"/>
          </w:tcPr>
          <w:p w14:paraId="635C5F9F" w14:textId="77777777" w:rsidR="007E5595" w:rsidRPr="0002700E" w:rsidRDefault="007E5595" w:rsidP="0002700E">
            <w:pPr>
              <w:pStyle w:val="TemplateStyle"/>
            </w:pPr>
            <w:r w:rsidRPr="0002700E">
              <w:t>First Name | Primer Nombre</w:t>
            </w:r>
          </w:p>
        </w:tc>
        <w:tc>
          <w:tcPr>
            <w:tcW w:w="4675" w:type="dxa"/>
            <w:vAlign w:val="center"/>
          </w:tcPr>
          <w:p w14:paraId="69CD4128" w14:textId="77777777" w:rsidR="007E5595" w:rsidRPr="0002700E" w:rsidRDefault="007E5595" w:rsidP="0002700E">
            <w:pPr>
              <w:pStyle w:val="TemplateStyle"/>
            </w:pPr>
            <w:r w:rsidRPr="0002700E">
              <w:t>Middle Name | Segundo Nombre</w:t>
            </w:r>
          </w:p>
        </w:tc>
      </w:tr>
      <w:tr w:rsidR="0002700E" w:rsidRPr="0002700E" w14:paraId="1880F5FA" w14:textId="77777777" w:rsidTr="00E95C86">
        <w:sdt>
          <w:sdtPr>
            <w:id w:val="-1464419538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5C80D19F" w14:textId="77777777" w:rsidR="007E5595" w:rsidRPr="0002700E" w:rsidRDefault="00C374A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117368279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54F6BB6C" w14:textId="77777777" w:rsidR="007E5595" w:rsidRPr="0002700E" w:rsidRDefault="00C374A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26694632" w14:textId="77777777" w:rsidR="007E5595" w:rsidRPr="0002700E" w:rsidRDefault="007E5595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E5595" w:rsidRPr="0002700E" w14:paraId="11D1264C" w14:textId="77777777" w:rsidTr="00E95C86">
        <w:tc>
          <w:tcPr>
            <w:tcW w:w="9350" w:type="dxa"/>
          </w:tcPr>
          <w:p w14:paraId="2FB6C5DB" w14:textId="77777777" w:rsidR="007E5595" w:rsidRPr="0002700E" w:rsidRDefault="007E5595" w:rsidP="0002700E">
            <w:pPr>
              <w:pStyle w:val="TemplateStyle"/>
            </w:pPr>
            <w:r w:rsidRPr="0002700E">
              <w:t>Last Name | Apellidos</w:t>
            </w:r>
          </w:p>
        </w:tc>
      </w:tr>
      <w:tr w:rsidR="007E5595" w:rsidRPr="0002700E" w14:paraId="47AA4137" w14:textId="77777777" w:rsidTr="00E95C86">
        <w:sdt>
          <w:sdtPr>
            <w:id w:val="1503772538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9350" w:type="dxa"/>
                <w:vAlign w:val="center"/>
              </w:tcPr>
              <w:p w14:paraId="1FB6ECE1" w14:textId="77777777" w:rsidR="007E5595" w:rsidRPr="0002700E" w:rsidRDefault="00C374A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6994ADC6" w14:textId="77777777" w:rsidR="007E5595" w:rsidRPr="0002700E" w:rsidRDefault="007E5595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6051E" w:rsidRPr="0002700E" w14:paraId="3E6960A4" w14:textId="77777777" w:rsidTr="00BF0AC9">
        <w:tc>
          <w:tcPr>
            <w:tcW w:w="4675" w:type="dxa"/>
            <w:vAlign w:val="center"/>
          </w:tcPr>
          <w:p w14:paraId="07DB7A1F" w14:textId="77777777" w:rsidR="0056051E" w:rsidRPr="0002700E" w:rsidRDefault="0056051E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Contact Phone | Número de Contacto</w:t>
            </w:r>
          </w:p>
        </w:tc>
        <w:tc>
          <w:tcPr>
            <w:tcW w:w="4675" w:type="dxa"/>
          </w:tcPr>
          <w:p w14:paraId="09E8AE0A" w14:textId="77777777" w:rsidR="0056051E" w:rsidRPr="0002700E" w:rsidRDefault="0056051E" w:rsidP="0002700E">
            <w:pPr>
              <w:pStyle w:val="TemplateStyle"/>
              <w:rPr>
                <w:lang w:val="es-MX"/>
              </w:rPr>
            </w:pPr>
            <w:r w:rsidRPr="0002700E">
              <w:t>e-mail | correo electrónico</w:t>
            </w:r>
          </w:p>
        </w:tc>
      </w:tr>
      <w:tr w:rsidR="0056051E" w:rsidRPr="0002700E" w14:paraId="65BEC23C" w14:textId="77777777" w:rsidTr="00345EFA">
        <w:sdt>
          <w:sdtPr>
            <w:rPr>
              <w:lang w:val="es-MX"/>
            </w:rPr>
            <w:id w:val="163670295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6BAD5775" w14:textId="77777777" w:rsidR="0056051E" w:rsidRPr="0002700E" w:rsidRDefault="00C374A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1813137216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4675" w:type="dxa"/>
                <w:vAlign w:val="center"/>
              </w:tcPr>
              <w:p w14:paraId="74010236" w14:textId="77777777" w:rsidR="0056051E" w:rsidRPr="0002700E" w:rsidRDefault="00187FB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622E51EF" w14:textId="77777777" w:rsidR="009C0B1F" w:rsidRPr="0002700E" w:rsidRDefault="009C0B1F" w:rsidP="0002700E">
      <w:pPr>
        <w:pStyle w:val="TemplateStyle"/>
      </w:pPr>
    </w:p>
    <w:p w14:paraId="260A2B5F" w14:textId="77777777" w:rsidR="007624E5" w:rsidRPr="00526F78" w:rsidRDefault="009C0B1F" w:rsidP="0002700E">
      <w:pPr>
        <w:pStyle w:val="TemplateStyle"/>
        <w:rPr>
          <w:b/>
          <w:bCs/>
          <w:sz w:val="28"/>
          <w:szCs w:val="24"/>
        </w:rPr>
      </w:pPr>
      <w:r w:rsidRPr="00526F78">
        <w:rPr>
          <w:b/>
          <w:bCs/>
          <w:sz w:val="28"/>
          <w:szCs w:val="24"/>
        </w:rPr>
        <w:t>Registered Agent</w:t>
      </w:r>
      <w:r w:rsidR="0038451E" w:rsidRPr="00526F78">
        <w:rPr>
          <w:b/>
          <w:bCs/>
          <w:sz w:val="28"/>
          <w:szCs w:val="24"/>
        </w:rPr>
        <w:t xml:space="preserve"> | </w:t>
      </w:r>
    </w:p>
    <w:p w14:paraId="6F2EA46A" w14:textId="77777777" w:rsidR="0038451E" w:rsidRPr="00526F78" w:rsidRDefault="0038451E" w:rsidP="0002700E">
      <w:pPr>
        <w:pStyle w:val="TemplateStyle"/>
        <w:rPr>
          <w:b/>
          <w:bCs/>
          <w:sz w:val="28"/>
          <w:szCs w:val="24"/>
        </w:rPr>
      </w:pPr>
      <w:r w:rsidRPr="00526F78">
        <w:rPr>
          <w:b/>
          <w:bCs/>
          <w:sz w:val="28"/>
          <w:szCs w:val="24"/>
        </w:rPr>
        <w:t>Agente Registrado</w:t>
      </w:r>
    </w:p>
    <w:p w14:paraId="6B666C98" w14:textId="77777777" w:rsidR="0038451E" w:rsidRPr="0002700E" w:rsidRDefault="0038451E" w:rsidP="0002700E">
      <w:pPr>
        <w:pStyle w:val="TemplateStyle"/>
      </w:pPr>
    </w:p>
    <w:p w14:paraId="79464FF4" w14:textId="48E34046" w:rsidR="00526F78" w:rsidRPr="00F573D3" w:rsidRDefault="004C48EB" w:rsidP="0002700E">
      <w:pPr>
        <w:pStyle w:val="TemplateStyle"/>
        <w:rPr>
          <w:lang w:val="es-MX"/>
        </w:rPr>
      </w:pPr>
      <w:r w:rsidRPr="0002700E">
        <w:t xml:space="preserve">All states require that your </w:t>
      </w:r>
      <w:r w:rsidR="004819AA">
        <w:t>corporation</w:t>
      </w:r>
      <w:r w:rsidRPr="0002700E">
        <w:t xml:space="preserve"> maintain a registered agent. </w:t>
      </w:r>
      <w:r w:rsidR="00526F78" w:rsidRPr="00526F78">
        <w:t xml:space="preserve">A Registered Agent is a person or entity that receives official documentation on behalf of the partnership such as State Notices, Tax Notices, Service of Process, and other important documents. A Registered Agent must be a resident of the relevant State, have a physical address and it must be available during normal business hours. Some States requires that Registered Agent is being registered with the State for that purpose. </w:t>
      </w:r>
      <w:r w:rsidR="00526F78" w:rsidRPr="00F573D3">
        <w:rPr>
          <w:lang w:val="es-MX"/>
        </w:rPr>
        <w:t>|</w:t>
      </w:r>
      <w:r w:rsidRPr="00F573D3">
        <w:rPr>
          <w:lang w:val="es-MX"/>
        </w:rPr>
        <w:tab/>
      </w:r>
    </w:p>
    <w:p w14:paraId="5360E73F" w14:textId="40117871" w:rsidR="004C48EB" w:rsidRPr="00F573D3" w:rsidRDefault="004C48EB" w:rsidP="0002700E">
      <w:pPr>
        <w:pStyle w:val="TemplateStyle"/>
        <w:rPr>
          <w:lang w:val="es-MX"/>
        </w:rPr>
      </w:pPr>
      <w:r w:rsidRPr="00F573D3">
        <w:rPr>
          <w:lang w:val="es-MX"/>
        </w:rPr>
        <w:tab/>
      </w:r>
      <w:r w:rsidRPr="00F573D3">
        <w:rPr>
          <w:lang w:val="es-MX"/>
        </w:rPr>
        <w:tab/>
      </w:r>
      <w:r w:rsidRPr="00F573D3">
        <w:rPr>
          <w:lang w:val="es-MX"/>
        </w:rPr>
        <w:tab/>
      </w:r>
      <w:r w:rsidRPr="00F573D3">
        <w:rPr>
          <w:lang w:val="es-MX"/>
        </w:rPr>
        <w:tab/>
      </w:r>
      <w:r w:rsidRPr="00F573D3">
        <w:rPr>
          <w:lang w:val="es-MX"/>
        </w:rPr>
        <w:tab/>
      </w:r>
      <w:r w:rsidRPr="00F573D3">
        <w:rPr>
          <w:lang w:val="es-MX"/>
        </w:rPr>
        <w:tab/>
      </w:r>
      <w:r w:rsidRPr="00F573D3">
        <w:rPr>
          <w:lang w:val="es-MX"/>
        </w:rPr>
        <w:tab/>
      </w:r>
      <w:r w:rsidRPr="00F573D3">
        <w:rPr>
          <w:lang w:val="es-MX"/>
        </w:rPr>
        <w:tab/>
      </w:r>
    </w:p>
    <w:p w14:paraId="320EDD24" w14:textId="2B8D73B4" w:rsidR="00526F78" w:rsidRDefault="00526F78" w:rsidP="0002700E">
      <w:pPr>
        <w:pStyle w:val="TemplateStyle"/>
        <w:rPr>
          <w:lang w:val="es-MX"/>
        </w:rPr>
      </w:pPr>
      <w:r w:rsidRPr="00526F78">
        <w:rPr>
          <w:lang w:val="es-MX"/>
        </w:rPr>
        <w:t xml:space="preserve">Todos los estados requieren que su </w:t>
      </w:r>
      <w:r w:rsidR="004819AA">
        <w:rPr>
          <w:lang w:val="es-MX"/>
        </w:rPr>
        <w:t>corporación</w:t>
      </w:r>
      <w:r w:rsidRPr="00526F78">
        <w:rPr>
          <w:lang w:val="es-MX"/>
        </w:rPr>
        <w:t xml:space="preserve"> mantenga un agente registrado. Un agente registrado es una persona o entidad que recibe documentación oficial en nombre de la sociedad, como avisos estatales, avisos de impuestos, servicio de proceso y otros documentos importantes. Un Agente Registrado debe ser residente del Estado correspondiente, tener una dirección física y debe estar disponible durante el horario comercial normal. Algunos estados requieren que el agente registrado se registre con el estado para ese propósito.</w:t>
      </w:r>
    </w:p>
    <w:p w14:paraId="1EB251A8" w14:textId="3A4CDEDF" w:rsidR="004C48EB" w:rsidRPr="0002700E" w:rsidRDefault="004C48EB" w:rsidP="0002700E">
      <w:pPr>
        <w:pStyle w:val="TemplateStyle"/>
        <w:rPr>
          <w:lang w:val="es-MX"/>
        </w:rPr>
      </w:pP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  <w:r w:rsidRPr="0002700E">
        <w:rPr>
          <w:lang w:val="es-MX"/>
        </w:rPr>
        <w:tab/>
      </w:r>
    </w:p>
    <w:p w14:paraId="39F34A5C" w14:textId="77777777" w:rsidR="004C48EB" w:rsidRPr="0002700E" w:rsidRDefault="004C48EB" w:rsidP="0002700E">
      <w:pPr>
        <w:pStyle w:val="TemplateStyle"/>
      </w:pPr>
      <w:r w:rsidRPr="0002700E">
        <w:t>NOTICE: The Registered Agent mut be aware of her appointment as Registered Agent for your Company</w:t>
      </w:r>
      <w:r w:rsidR="00DA2E8E" w:rsidRPr="0002700E">
        <w:t>.</w:t>
      </w:r>
      <w:r w:rsidRPr="0002700E">
        <w:tab/>
      </w:r>
      <w:r w:rsidRPr="0002700E">
        <w:tab/>
      </w:r>
      <w:r w:rsidRPr="0002700E">
        <w:tab/>
      </w:r>
      <w:r w:rsidRPr="0002700E">
        <w:tab/>
      </w:r>
      <w:r w:rsidRPr="0002700E">
        <w:tab/>
      </w:r>
      <w:r w:rsidRPr="0002700E">
        <w:tab/>
      </w:r>
      <w:r w:rsidRPr="0002700E">
        <w:tab/>
      </w:r>
      <w:r w:rsidRPr="0002700E">
        <w:tab/>
      </w:r>
      <w:r w:rsidRPr="0002700E">
        <w:tab/>
      </w:r>
    </w:p>
    <w:p w14:paraId="3C860289" w14:textId="23701400" w:rsidR="007624E5" w:rsidRPr="0002700E" w:rsidRDefault="004C48EB" w:rsidP="0002700E">
      <w:pPr>
        <w:pStyle w:val="TemplateStyle"/>
        <w:rPr>
          <w:lang w:val="es-MX"/>
        </w:rPr>
      </w:pPr>
      <w:r w:rsidRPr="0002700E">
        <w:rPr>
          <w:lang w:val="es-MX"/>
        </w:rPr>
        <w:t>AVISO: El Agente Registrado debe estar al tanto de su designación como Agente Registrado para su Empresa</w:t>
      </w:r>
      <w:r w:rsidR="00DA2E8E" w:rsidRPr="0002700E">
        <w:rPr>
          <w:lang w:val="es-MX"/>
        </w:rPr>
        <w:t>.</w:t>
      </w:r>
    </w:p>
    <w:p w14:paraId="7C1C269F" w14:textId="77777777" w:rsidR="007624E5" w:rsidRPr="0002700E" w:rsidRDefault="007624E5" w:rsidP="0002700E">
      <w:pPr>
        <w:pStyle w:val="TemplateStyle"/>
        <w:rPr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65"/>
        <w:gridCol w:w="1885"/>
      </w:tblGrid>
      <w:tr w:rsidR="007624E5" w:rsidRPr="0002700E" w14:paraId="5DB4DE43" w14:textId="77777777" w:rsidTr="00402887">
        <w:tc>
          <w:tcPr>
            <w:tcW w:w="7465" w:type="dxa"/>
            <w:vAlign w:val="center"/>
          </w:tcPr>
          <w:p w14:paraId="5F028E55" w14:textId="77777777" w:rsidR="007624E5" w:rsidRPr="0002700E" w:rsidRDefault="007624E5" w:rsidP="0002700E">
            <w:pPr>
              <w:pStyle w:val="TemplateStyle"/>
              <w:rPr>
                <w:lang w:val="es-MX"/>
              </w:rPr>
            </w:pPr>
            <w:r w:rsidRPr="0002700E">
              <w:t xml:space="preserve">Do you want us to provide you with the Registered Agent service? </w:t>
            </w:r>
            <w:r w:rsidRPr="0002700E">
              <w:rPr>
                <w:lang w:val="es-MX"/>
              </w:rPr>
              <w:t>|</w:t>
            </w:r>
          </w:p>
          <w:p w14:paraId="001B345D" w14:textId="77777777" w:rsidR="007624E5" w:rsidRPr="0002700E" w:rsidRDefault="007624E5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Desea que le proporcionemos el servicio de Agente Registrado</w:t>
            </w:r>
          </w:p>
        </w:tc>
        <w:tc>
          <w:tcPr>
            <w:tcW w:w="1885" w:type="dxa"/>
          </w:tcPr>
          <w:p w14:paraId="2EB49353" w14:textId="77777777" w:rsidR="00402887" w:rsidRPr="0002700E" w:rsidRDefault="007624E5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Yes | Si</w:t>
            </w:r>
            <w:r w:rsidR="00187FBA" w:rsidRPr="0002700E">
              <w:rPr>
                <w:lang w:val="es-MX"/>
              </w:rPr>
              <w:t xml:space="preserve"> </w:t>
            </w:r>
            <w:sdt>
              <w:sdtPr>
                <w:rPr>
                  <w:lang w:val="es-MX"/>
                </w:rPr>
                <w:id w:val="-144746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FBA" w:rsidRPr="0002700E">
                  <w:rPr>
                    <w:rFonts w:ascii="Segoe UI Symbol" w:eastAsia="MS Gothic" w:hAnsi="Segoe UI Symbol" w:cs="Segoe UI Symbol"/>
                    <w:lang w:val="es-MX"/>
                  </w:rPr>
                  <w:t>☐</w:t>
                </w:r>
              </w:sdtContent>
            </w:sdt>
          </w:p>
          <w:p w14:paraId="6084B231" w14:textId="77777777" w:rsidR="00402887" w:rsidRPr="0002700E" w:rsidRDefault="00402887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No| No</w:t>
            </w:r>
            <w:r w:rsidR="00187FBA" w:rsidRPr="0002700E">
              <w:rPr>
                <w:lang w:val="es-MX"/>
              </w:rPr>
              <w:t xml:space="preserve">  </w:t>
            </w:r>
            <w:sdt>
              <w:sdtPr>
                <w:rPr>
                  <w:lang w:val="es-MX"/>
                </w:rPr>
                <w:id w:val="188114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FBA" w:rsidRPr="0002700E">
                  <w:rPr>
                    <w:rFonts w:ascii="Segoe UI Symbol" w:eastAsia="MS Gothic" w:hAnsi="Segoe UI Symbol" w:cs="Segoe UI Symbol"/>
                    <w:lang w:val="es-MX"/>
                  </w:rPr>
                  <w:t>☐</w:t>
                </w:r>
              </w:sdtContent>
            </w:sdt>
          </w:p>
        </w:tc>
      </w:tr>
    </w:tbl>
    <w:p w14:paraId="7EBF8FB8" w14:textId="77777777" w:rsidR="007624E5" w:rsidRPr="0002700E" w:rsidRDefault="007624E5" w:rsidP="0002700E">
      <w:pPr>
        <w:pStyle w:val="TemplateStyle"/>
        <w:rPr>
          <w:lang w:val="es-MX"/>
        </w:rPr>
      </w:pPr>
    </w:p>
    <w:p w14:paraId="21E89CE7" w14:textId="7AEC0192" w:rsidR="00FC5EF8" w:rsidRDefault="00526F78" w:rsidP="0002700E">
      <w:pPr>
        <w:pStyle w:val="TemplateStyle"/>
      </w:pPr>
      <w:r w:rsidRPr="00526F78">
        <w:t>If you selected No, you must provide us with the following information about your registered agent, together with a letter expressing her consent to be your registered agent. You are responsible to make sure that your Registered Agent fulfills State Regulation.</w:t>
      </w:r>
    </w:p>
    <w:p w14:paraId="4B05383F" w14:textId="77777777" w:rsidR="00526F78" w:rsidRPr="0002700E" w:rsidRDefault="00526F78" w:rsidP="0002700E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4765"/>
      </w:tblGrid>
      <w:tr w:rsidR="00AC3132" w:rsidRPr="0002700E" w14:paraId="64FC00BD" w14:textId="77777777" w:rsidTr="00187FBA">
        <w:tc>
          <w:tcPr>
            <w:tcW w:w="4585" w:type="dxa"/>
          </w:tcPr>
          <w:p w14:paraId="73D80D80" w14:textId="77777777" w:rsidR="00AC3132" w:rsidRPr="0002700E" w:rsidRDefault="00AC3132" w:rsidP="0002700E">
            <w:pPr>
              <w:pStyle w:val="TemplateStyle"/>
            </w:pPr>
            <w:r w:rsidRPr="0002700E">
              <w:t>Nombre del Agente | Name of the Agent</w:t>
            </w:r>
            <w:r w:rsidRPr="0002700E">
              <w:tab/>
            </w:r>
          </w:p>
        </w:tc>
        <w:sdt>
          <w:sdtPr>
            <w:id w:val="1335414593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4765" w:type="dxa"/>
              </w:tcPr>
              <w:p w14:paraId="428AE18F" w14:textId="77777777" w:rsidR="00AC3132" w:rsidRPr="0002700E" w:rsidRDefault="00187FB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  <w:tr w:rsidR="00AC3132" w:rsidRPr="0002700E" w14:paraId="6B3C3898" w14:textId="77777777" w:rsidTr="00187FBA">
        <w:tc>
          <w:tcPr>
            <w:tcW w:w="4585" w:type="dxa"/>
          </w:tcPr>
          <w:p w14:paraId="32B5520A" w14:textId="77777777" w:rsidR="00AC3132" w:rsidRPr="0002700E" w:rsidRDefault="00AC3132" w:rsidP="0002700E">
            <w:pPr>
              <w:pStyle w:val="TemplateStyle"/>
            </w:pPr>
            <w:r w:rsidRPr="0002700E">
              <w:rPr>
                <w:lang w:val="es-MX"/>
              </w:rPr>
              <w:t>e-mail:</w:t>
            </w:r>
            <w:r w:rsidRPr="0002700E">
              <w:rPr>
                <w:lang w:val="es-MX"/>
              </w:rPr>
              <w:tab/>
            </w:r>
          </w:p>
        </w:tc>
        <w:sdt>
          <w:sdtPr>
            <w:id w:val="1376585691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4765" w:type="dxa"/>
              </w:tcPr>
              <w:p w14:paraId="71191B60" w14:textId="77777777" w:rsidR="00AC3132" w:rsidRPr="0002700E" w:rsidRDefault="00187FB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  <w:tr w:rsidR="00AC3132" w:rsidRPr="0002700E" w14:paraId="2774CB49" w14:textId="77777777" w:rsidTr="00187FBA">
        <w:tc>
          <w:tcPr>
            <w:tcW w:w="4585" w:type="dxa"/>
          </w:tcPr>
          <w:p w14:paraId="00540FD7" w14:textId="77777777" w:rsidR="00AC3132" w:rsidRPr="0002700E" w:rsidRDefault="00AC3132" w:rsidP="0002700E">
            <w:pPr>
              <w:pStyle w:val="TemplateStyle"/>
            </w:pPr>
            <w:r w:rsidRPr="0002700E">
              <w:rPr>
                <w:lang w:val="es-MX"/>
              </w:rPr>
              <w:t>State| Estado:</w:t>
            </w:r>
          </w:p>
        </w:tc>
        <w:sdt>
          <w:sdtPr>
            <w:id w:val="-1798749225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4765" w:type="dxa"/>
              </w:tcPr>
              <w:p w14:paraId="33F05EE2" w14:textId="77777777" w:rsidR="00AC3132" w:rsidRPr="0002700E" w:rsidRDefault="00187FB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  <w:tr w:rsidR="00AC3132" w:rsidRPr="0002700E" w14:paraId="221241D4" w14:textId="77777777" w:rsidTr="00187FBA">
        <w:tc>
          <w:tcPr>
            <w:tcW w:w="4585" w:type="dxa"/>
          </w:tcPr>
          <w:p w14:paraId="46A786D0" w14:textId="77777777" w:rsidR="00AC3132" w:rsidRPr="0002700E" w:rsidRDefault="00AC3132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Address | Dirección:</w:t>
            </w:r>
          </w:p>
        </w:tc>
        <w:sdt>
          <w:sdtPr>
            <w:id w:val="1579479605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4765" w:type="dxa"/>
              </w:tcPr>
              <w:p w14:paraId="23EBA47E" w14:textId="77777777" w:rsidR="00AC3132" w:rsidRPr="0002700E" w:rsidRDefault="00187FB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  <w:tr w:rsidR="00AC3132" w:rsidRPr="0002700E" w14:paraId="6A48CC5B" w14:textId="77777777" w:rsidTr="00187FBA">
        <w:tc>
          <w:tcPr>
            <w:tcW w:w="4585" w:type="dxa"/>
          </w:tcPr>
          <w:p w14:paraId="31742381" w14:textId="77777777" w:rsidR="00AC3132" w:rsidRPr="0002700E" w:rsidRDefault="00AC3132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City | Ciudad:</w:t>
            </w:r>
            <w:r w:rsidRPr="0002700E">
              <w:rPr>
                <w:lang w:val="es-MX"/>
              </w:rPr>
              <w:tab/>
            </w:r>
          </w:p>
        </w:tc>
        <w:sdt>
          <w:sdtPr>
            <w:id w:val="1969925128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4765" w:type="dxa"/>
              </w:tcPr>
              <w:p w14:paraId="4F82DC43" w14:textId="77777777" w:rsidR="00AC3132" w:rsidRPr="0002700E" w:rsidRDefault="00187FB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  <w:tr w:rsidR="00AC3132" w:rsidRPr="0002700E" w14:paraId="61F34228" w14:textId="77777777" w:rsidTr="00187FBA">
        <w:tc>
          <w:tcPr>
            <w:tcW w:w="4585" w:type="dxa"/>
          </w:tcPr>
          <w:p w14:paraId="05D4ACFB" w14:textId="77777777" w:rsidR="00AC3132" w:rsidRPr="0002700E" w:rsidRDefault="00AC3132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State | Estado:</w:t>
            </w:r>
          </w:p>
        </w:tc>
        <w:sdt>
          <w:sdtPr>
            <w:id w:val="525221256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4765" w:type="dxa"/>
              </w:tcPr>
              <w:p w14:paraId="4AFCDE91" w14:textId="77777777" w:rsidR="00AC3132" w:rsidRPr="0002700E" w:rsidRDefault="00187FB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  <w:tr w:rsidR="00AC3132" w:rsidRPr="0002700E" w14:paraId="00D874DD" w14:textId="77777777" w:rsidTr="00187FBA">
        <w:tc>
          <w:tcPr>
            <w:tcW w:w="4585" w:type="dxa"/>
          </w:tcPr>
          <w:p w14:paraId="4C3DDE6F" w14:textId="77777777" w:rsidR="00AC3132" w:rsidRPr="0002700E" w:rsidRDefault="00AC3132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Zip/Postal Code | Código Postal:</w:t>
            </w:r>
          </w:p>
        </w:tc>
        <w:sdt>
          <w:sdtPr>
            <w:rPr>
              <w:lang w:val="es-MX"/>
            </w:rPr>
            <w:id w:val="1228347268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4765" w:type="dxa"/>
              </w:tcPr>
              <w:p w14:paraId="7C8B235C" w14:textId="77777777" w:rsidR="00AC3132" w:rsidRPr="0002700E" w:rsidRDefault="00187FB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  <w:tr w:rsidR="00AC3132" w:rsidRPr="0002700E" w14:paraId="59846E2C" w14:textId="77777777" w:rsidTr="00187FBA">
        <w:tc>
          <w:tcPr>
            <w:tcW w:w="4585" w:type="dxa"/>
          </w:tcPr>
          <w:p w14:paraId="0B080041" w14:textId="77777777" w:rsidR="00AC3132" w:rsidRPr="0002700E" w:rsidRDefault="00AC3132" w:rsidP="0002700E">
            <w:pPr>
              <w:pStyle w:val="TemplateStyle"/>
              <w:rPr>
                <w:lang w:val="es-MX"/>
              </w:rPr>
            </w:pPr>
            <w:r w:rsidRPr="0002700E">
              <w:rPr>
                <w:lang w:val="es-MX"/>
              </w:rPr>
              <w:t>Phone Number | Número Telefónico:</w:t>
            </w:r>
          </w:p>
        </w:tc>
        <w:sdt>
          <w:sdtPr>
            <w:rPr>
              <w:lang w:val="es-MX"/>
            </w:rPr>
            <w:id w:val="1710602605"/>
            <w:placeholder>
              <w:docPart w:val="60C1255A8B944E88AF7512684812110C"/>
            </w:placeholder>
            <w:showingPlcHdr/>
          </w:sdtPr>
          <w:sdtEndPr/>
          <w:sdtContent>
            <w:tc>
              <w:tcPr>
                <w:tcW w:w="4765" w:type="dxa"/>
              </w:tcPr>
              <w:p w14:paraId="4CFE7968" w14:textId="77777777" w:rsidR="00AC3132" w:rsidRPr="0002700E" w:rsidRDefault="00187FBA" w:rsidP="0002700E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488378FB" w14:textId="77777777" w:rsidR="00AC3132" w:rsidRPr="0002700E" w:rsidRDefault="00AC3132" w:rsidP="0002700E">
      <w:pPr>
        <w:pStyle w:val="TemplateStyle"/>
      </w:pPr>
    </w:p>
    <w:p w14:paraId="76C51DB5" w14:textId="364711A9" w:rsidR="00DD5BDD" w:rsidRDefault="00DD5BDD">
      <w:pPr>
        <w:rPr>
          <w:rFonts w:ascii="Arial Nova Cond" w:hAnsi="Arial Nova Cond"/>
        </w:rPr>
      </w:pPr>
      <w:r>
        <w:br w:type="page"/>
      </w:r>
    </w:p>
    <w:tbl>
      <w:tblPr>
        <w:tblStyle w:val="TableGrid"/>
        <w:tblpPr w:leftFromText="180" w:rightFromText="180" w:vertAnchor="text" w:horzAnchor="page" w:tblpX="6951" w:tblpY="-109"/>
        <w:tblW w:w="0" w:type="auto"/>
        <w:tblLook w:val="04A0" w:firstRow="1" w:lastRow="0" w:firstColumn="1" w:lastColumn="0" w:noHBand="0" w:noVBand="1"/>
      </w:tblPr>
      <w:tblGrid>
        <w:gridCol w:w="1795"/>
      </w:tblGrid>
      <w:tr w:rsidR="00111DF0" w:rsidRPr="0002700E" w14:paraId="7F43874C" w14:textId="77777777" w:rsidTr="00111DF0">
        <w:sdt>
          <w:sdtPr>
            <w:id w:val="-59255766"/>
            <w:placeholder>
              <w:docPart w:val="0DCBE8A2792D4D7CBAE34138C48C43D9"/>
            </w:placeholder>
            <w:showingPlcHdr/>
          </w:sdtPr>
          <w:sdtContent>
            <w:tc>
              <w:tcPr>
                <w:tcW w:w="1795" w:type="dxa"/>
                <w:vAlign w:val="center"/>
              </w:tcPr>
              <w:p w14:paraId="5F87FEB6" w14:textId="77777777" w:rsidR="00111DF0" w:rsidRPr="0002700E" w:rsidRDefault="00111DF0" w:rsidP="00111DF0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4DAA1530" w14:textId="722648DA" w:rsidR="00DD5BDD" w:rsidRPr="00111DF0" w:rsidRDefault="00DD5BDD" w:rsidP="00DD5BDD">
      <w:pPr>
        <w:pStyle w:val="TemplateStyle"/>
        <w:rPr>
          <w:b/>
          <w:bCs/>
          <w:sz w:val="28"/>
          <w:szCs w:val="24"/>
          <w:lang w:val="es-MX"/>
        </w:rPr>
      </w:pPr>
      <w:proofErr w:type="spellStart"/>
      <w:r>
        <w:rPr>
          <w:b/>
          <w:bCs/>
          <w:sz w:val="28"/>
          <w:szCs w:val="24"/>
          <w:lang w:val="es-MX"/>
        </w:rPr>
        <w:t>Board</w:t>
      </w:r>
      <w:proofErr w:type="spellEnd"/>
      <w:r>
        <w:rPr>
          <w:b/>
          <w:bCs/>
          <w:sz w:val="28"/>
          <w:szCs w:val="24"/>
          <w:lang w:val="es-MX"/>
        </w:rPr>
        <w:t xml:space="preserve"> </w:t>
      </w:r>
      <w:proofErr w:type="spellStart"/>
      <w:r w:rsidRPr="006D72F8">
        <w:rPr>
          <w:b/>
          <w:bCs/>
          <w:sz w:val="28"/>
          <w:szCs w:val="24"/>
          <w:lang w:val="es-MX"/>
        </w:rPr>
        <w:t>Member</w:t>
      </w:r>
      <w:proofErr w:type="spellEnd"/>
      <w:r w:rsidRPr="006D72F8">
        <w:rPr>
          <w:b/>
          <w:bCs/>
          <w:sz w:val="28"/>
          <w:szCs w:val="24"/>
          <w:lang w:val="es-MX"/>
        </w:rPr>
        <w:t xml:space="preserve"> </w:t>
      </w:r>
      <w:r w:rsidR="00111DF0">
        <w:rPr>
          <w:b/>
          <w:bCs/>
          <w:sz w:val="28"/>
          <w:szCs w:val="24"/>
          <w:lang w:val="es-MX"/>
        </w:rPr>
        <w:t>#</w:t>
      </w:r>
      <w:r>
        <w:rPr>
          <w:b/>
          <w:bCs/>
          <w:sz w:val="28"/>
          <w:szCs w:val="24"/>
          <w:lang w:val="es-MX"/>
        </w:rPr>
        <w:t xml:space="preserve"> | Miembro del Consejo </w:t>
      </w:r>
      <w:r w:rsidR="00111DF0">
        <w:rPr>
          <w:b/>
          <w:bCs/>
          <w:sz w:val="28"/>
          <w:szCs w:val="24"/>
          <w:lang w:val="es-MX"/>
        </w:rPr>
        <w:t>#</w:t>
      </w:r>
    </w:p>
    <w:p w14:paraId="10FBAA2F" w14:textId="61A2ACC4" w:rsidR="00DD5BDD" w:rsidRDefault="00DD5BDD" w:rsidP="00DD5BDD">
      <w:pPr>
        <w:pStyle w:val="TemplateStyle"/>
        <w:rPr>
          <w:b/>
          <w:bCs/>
          <w:sz w:val="28"/>
          <w:szCs w:val="24"/>
          <w:lang w:val="es-MX"/>
        </w:rPr>
      </w:pPr>
    </w:p>
    <w:p w14:paraId="38CAC155" w14:textId="77777777" w:rsidR="00111DF0" w:rsidRPr="00111DF0" w:rsidRDefault="00111DF0" w:rsidP="00DD5BDD">
      <w:pPr>
        <w:pStyle w:val="TemplateStyle"/>
        <w:rPr>
          <w:b/>
          <w:bCs/>
          <w:sz w:val="28"/>
          <w:szCs w:val="24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D5BDD" w:rsidRPr="0002700E" w14:paraId="3FDB4B4F" w14:textId="77777777" w:rsidTr="00A44418">
        <w:tc>
          <w:tcPr>
            <w:tcW w:w="4675" w:type="dxa"/>
            <w:vAlign w:val="center"/>
          </w:tcPr>
          <w:p w14:paraId="21BC7517" w14:textId="77777777" w:rsidR="00DD5BDD" w:rsidRPr="0002700E" w:rsidRDefault="00DD5BDD" w:rsidP="00A44418">
            <w:pPr>
              <w:pStyle w:val="TemplateStyle"/>
            </w:pPr>
            <w:r w:rsidRPr="0002700E">
              <w:t xml:space="preserve">First Name | Primer </w:t>
            </w:r>
            <w:proofErr w:type="spellStart"/>
            <w:r w:rsidRPr="0002700E">
              <w:t>Nombre</w:t>
            </w:r>
            <w:proofErr w:type="spellEnd"/>
          </w:p>
        </w:tc>
        <w:tc>
          <w:tcPr>
            <w:tcW w:w="4675" w:type="dxa"/>
            <w:vAlign w:val="center"/>
          </w:tcPr>
          <w:p w14:paraId="55E4A6AE" w14:textId="77777777" w:rsidR="00DD5BDD" w:rsidRPr="0002700E" w:rsidRDefault="00DD5BDD" w:rsidP="00A44418">
            <w:pPr>
              <w:pStyle w:val="TemplateStyle"/>
            </w:pPr>
            <w:r w:rsidRPr="0002700E">
              <w:t xml:space="preserve">Middle Name | Segundo </w:t>
            </w:r>
            <w:proofErr w:type="spellStart"/>
            <w:r w:rsidRPr="0002700E">
              <w:t>Nombre</w:t>
            </w:r>
            <w:proofErr w:type="spellEnd"/>
          </w:p>
        </w:tc>
      </w:tr>
      <w:tr w:rsidR="00DD5BDD" w:rsidRPr="0002700E" w14:paraId="6EFE86DA" w14:textId="77777777" w:rsidTr="00A44418">
        <w:sdt>
          <w:sdtPr>
            <w:id w:val="-1032652348"/>
            <w:placeholder>
              <w:docPart w:val="D1CA1A9BCD594A9FB10457258033D562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5AE4F754" w14:textId="77777777" w:rsidR="00DD5BDD" w:rsidRPr="0002700E" w:rsidRDefault="00DD5BDD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1107080605"/>
            <w:placeholder>
              <w:docPart w:val="DFCE8ED6993D4D4ABA6B30519799A062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1CF1455B" w14:textId="77777777" w:rsidR="00DD5BDD" w:rsidRPr="0002700E" w:rsidRDefault="00DD5BDD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5884E62" w14:textId="77777777" w:rsidR="00DD5BDD" w:rsidRPr="0002700E" w:rsidRDefault="00DD5BDD" w:rsidP="00DD5BDD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D5BDD" w:rsidRPr="0002700E" w14:paraId="668E3E08" w14:textId="77777777" w:rsidTr="00A44418">
        <w:tc>
          <w:tcPr>
            <w:tcW w:w="9350" w:type="dxa"/>
          </w:tcPr>
          <w:p w14:paraId="4933E2BD" w14:textId="77777777" w:rsidR="00DD5BDD" w:rsidRPr="0002700E" w:rsidRDefault="00DD5BDD" w:rsidP="00A44418">
            <w:pPr>
              <w:pStyle w:val="TemplateStyle"/>
            </w:pPr>
            <w:r w:rsidRPr="0002700E">
              <w:t xml:space="preserve">Last Name | </w:t>
            </w:r>
            <w:proofErr w:type="spellStart"/>
            <w:r w:rsidRPr="0002700E">
              <w:t>Apellidos</w:t>
            </w:r>
            <w:proofErr w:type="spellEnd"/>
          </w:p>
        </w:tc>
      </w:tr>
      <w:tr w:rsidR="00DD5BDD" w:rsidRPr="0002700E" w14:paraId="5201A9BA" w14:textId="77777777" w:rsidTr="00A44418">
        <w:sdt>
          <w:sdtPr>
            <w:id w:val="-1698311431"/>
            <w:placeholder>
              <w:docPart w:val="AD56B4C9F4BB423691D07B7E0387A590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79EE9CC8" w14:textId="77777777" w:rsidR="00DD5BDD" w:rsidRPr="0002700E" w:rsidRDefault="00DD5BDD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24D93531" w14:textId="77777777" w:rsidR="00DD5BDD" w:rsidRDefault="00DD5BDD" w:rsidP="00DD5BDD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D5BDD" w:rsidRPr="0002700E" w14:paraId="40B5B114" w14:textId="77777777" w:rsidTr="00A44418">
        <w:tc>
          <w:tcPr>
            <w:tcW w:w="9350" w:type="dxa"/>
          </w:tcPr>
          <w:p w14:paraId="3BDA4C80" w14:textId="77777777" w:rsidR="00DD5BDD" w:rsidRPr="0002700E" w:rsidRDefault="00DD5BDD" w:rsidP="00A44418">
            <w:pPr>
              <w:pStyle w:val="TemplateStyle"/>
            </w:pPr>
            <w:r>
              <w:t xml:space="preserve">Title | </w:t>
            </w:r>
            <w:proofErr w:type="spellStart"/>
            <w:r>
              <w:t>Puesto</w:t>
            </w:r>
            <w:proofErr w:type="spellEnd"/>
            <w:r>
              <w:t xml:space="preserve"> </w:t>
            </w:r>
          </w:p>
        </w:tc>
      </w:tr>
      <w:tr w:rsidR="00DD5BDD" w:rsidRPr="0002700E" w14:paraId="49722198" w14:textId="77777777" w:rsidTr="00A44418">
        <w:sdt>
          <w:sdtPr>
            <w:id w:val="9577228"/>
            <w:placeholder>
              <w:docPart w:val="BE05EFCD949641CFA40FE49BC7A5CE82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1557194B" w14:textId="77777777" w:rsidR="00DD5BDD" w:rsidRPr="0002700E" w:rsidRDefault="00DD5BDD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A7FABC5" w14:textId="77777777" w:rsidR="00DD5BDD" w:rsidRPr="0002700E" w:rsidRDefault="00DD5BDD" w:rsidP="00DD5BDD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D5BDD" w:rsidRPr="0002700E" w14:paraId="083F6BA5" w14:textId="77777777" w:rsidTr="00A44418">
        <w:tc>
          <w:tcPr>
            <w:tcW w:w="9350" w:type="dxa"/>
          </w:tcPr>
          <w:p w14:paraId="4EED7F74" w14:textId="77777777" w:rsidR="00DD5BDD" w:rsidRPr="0002700E" w:rsidRDefault="00DD5BDD" w:rsidP="00A44418">
            <w:pPr>
              <w:pStyle w:val="TemplateStyle"/>
            </w:pPr>
            <w:r w:rsidRPr="0002700E">
              <w:t xml:space="preserve">Address | </w:t>
            </w:r>
            <w:proofErr w:type="spellStart"/>
            <w:r w:rsidRPr="0002700E">
              <w:t>Dirección</w:t>
            </w:r>
            <w:proofErr w:type="spellEnd"/>
          </w:p>
        </w:tc>
      </w:tr>
      <w:tr w:rsidR="00DD5BDD" w:rsidRPr="0002700E" w14:paraId="29765679" w14:textId="77777777" w:rsidTr="00A44418">
        <w:sdt>
          <w:sdtPr>
            <w:id w:val="-1034418654"/>
            <w:placeholder>
              <w:docPart w:val="B8F35F39B09944768D46E01AC1C65B15"/>
            </w:placeholder>
            <w:showingPlcHdr/>
          </w:sdtPr>
          <w:sdtContent>
            <w:tc>
              <w:tcPr>
                <w:tcW w:w="9350" w:type="dxa"/>
              </w:tcPr>
              <w:p w14:paraId="04115F01" w14:textId="77777777" w:rsidR="00DD5BDD" w:rsidRPr="0002700E" w:rsidRDefault="00DD5BDD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3BE020C5" w14:textId="77777777" w:rsidR="00DD5BDD" w:rsidRPr="0002700E" w:rsidRDefault="00DD5BDD" w:rsidP="00DD5BDD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D5BDD" w:rsidRPr="0002700E" w14:paraId="144918DD" w14:textId="77777777" w:rsidTr="00A44418">
        <w:tc>
          <w:tcPr>
            <w:tcW w:w="4675" w:type="dxa"/>
            <w:vAlign w:val="center"/>
          </w:tcPr>
          <w:p w14:paraId="205603FA" w14:textId="77777777" w:rsidR="00DD5BDD" w:rsidRPr="0002700E" w:rsidRDefault="00DD5BDD" w:rsidP="00A44418">
            <w:pPr>
              <w:pStyle w:val="TemplateStyle"/>
            </w:pPr>
            <w:r w:rsidRPr="0002700E">
              <w:t>City | Ciudad</w:t>
            </w:r>
          </w:p>
        </w:tc>
        <w:tc>
          <w:tcPr>
            <w:tcW w:w="4675" w:type="dxa"/>
            <w:vAlign w:val="center"/>
          </w:tcPr>
          <w:p w14:paraId="1EE36291" w14:textId="77777777" w:rsidR="00DD5BDD" w:rsidRPr="0002700E" w:rsidRDefault="00DD5BDD" w:rsidP="00A44418">
            <w:pPr>
              <w:pStyle w:val="TemplateStyle"/>
            </w:pPr>
            <w:r w:rsidRPr="0002700E">
              <w:t>State | Estado</w:t>
            </w:r>
          </w:p>
        </w:tc>
      </w:tr>
      <w:tr w:rsidR="00DD5BDD" w:rsidRPr="0002700E" w14:paraId="3597B994" w14:textId="77777777" w:rsidTr="00A44418">
        <w:sdt>
          <w:sdtPr>
            <w:id w:val="-1587834666"/>
            <w:placeholder>
              <w:docPart w:val="B84A60AD10BE452B8AE8DE636570E0B2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534B9500" w14:textId="77777777" w:rsidR="00DD5BDD" w:rsidRPr="0002700E" w:rsidRDefault="00DD5BDD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356112279"/>
            <w:placeholder>
              <w:docPart w:val="54D9D5C6A5FA4406A1899F027C4F6F1E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159FFC1E" w14:textId="77777777" w:rsidR="00DD5BDD" w:rsidRPr="0002700E" w:rsidRDefault="00DD5BDD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18B742D4" w14:textId="77777777" w:rsidR="00DD5BDD" w:rsidRPr="0002700E" w:rsidRDefault="00DD5BDD" w:rsidP="00DD5BDD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D5BDD" w:rsidRPr="0002700E" w14:paraId="42998375" w14:textId="77777777" w:rsidTr="00A44418">
        <w:tc>
          <w:tcPr>
            <w:tcW w:w="4675" w:type="dxa"/>
            <w:vAlign w:val="center"/>
          </w:tcPr>
          <w:p w14:paraId="498B6D3F" w14:textId="77777777" w:rsidR="00DD5BDD" w:rsidRPr="0002700E" w:rsidRDefault="00DD5BDD" w:rsidP="00A44418">
            <w:pPr>
              <w:pStyle w:val="TemplateStyle"/>
            </w:pPr>
            <w:r w:rsidRPr="0002700E">
              <w:t>Country | País</w:t>
            </w:r>
          </w:p>
        </w:tc>
        <w:tc>
          <w:tcPr>
            <w:tcW w:w="4675" w:type="dxa"/>
            <w:vAlign w:val="center"/>
          </w:tcPr>
          <w:p w14:paraId="04EAE681" w14:textId="77777777" w:rsidR="00DD5BDD" w:rsidRPr="0002700E" w:rsidRDefault="00DD5BDD" w:rsidP="00A44418">
            <w:pPr>
              <w:pStyle w:val="TemplateStyle"/>
            </w:pPr>
            <w:r w:rsidRPr="0002700E">
              <w:t>ZIP Code | Código Postal</w:t>
            </w:r>
          </w:p>
        </w:tc>
      </w:tr>
      <w:tr w:rsidR="00DD5BDD" w:rsidRPr="0002700E" w14:paraId="5F373033" w14:textId="77777777" w:rsidTr="00A44418">
        <w:sdt>
          <w:sdtPr>
            <w:id w:val="1019506750"/>
            <w:placeholder>
              <w:docPart w:val="0D946DDB8D2942C3853418AF870EA849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1654F9DF" w14:textId="77777777" w:rsidR="00DD5BDD" w:rsidRPr="0002700E" w:rsidRDefault="00DD5BDD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1442260956"/>
            <w:placeholder>
              <w:docPart w:val="F4EF1BBD1D1A4DD1BD2438F1B75BEFA3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550295BC" w14:textId="77777777" w:rsidR="00DD5BDD" w:rsidRPr="0002700E" w:rsidRDefault="00DD5BDD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63410BBD" w14:textId="77777777" w:rsidR="00DD5BDD" w:rsidRPr="0002700E" w:rsidRDefault="00DD5BDD" w:rsidP="00DD5BDD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D5BDD" w:rsidRPr="0002700E" w14:paraId="6D0022EB" w14:textId="77777777" w:rsidTr="00A44418">
        <w:tc>
          <w:tcPr>
            <w:tcW w:w="4675" w:type="dxa"/>
            <w:vAlign w:val="center"/>
          </w:tcPr>
          <w:p w14:paraId="516C2B20" w14:textId="77777777" w:rsidR="00DD5BDD" w:rsidRPr="0002700E" w:rsidRDefault="00DD5BDD" w:rsidP="00A44418">
            <w:pPr>
              <w:pStyle w:val="TemplateStyle"/>
            </w:pPr>
            <w:r w:rsidRPr="0002700E">
              <w:t xml:space="preserve">Cell Phone | </w:t>
            </w:r>
            <w:proofErr w:type="spellStart"/>
            <w:r w:rsidRPr="0002700E">
              <w:t>Número</w:t>
            </w:r>
            <w:proofErr w:type="spellEnd"/>
            <w:r w:rsidRPr="0002700E">
              <w:t xml:space="preserve"> </w:t>
            </w:r>
            <w:proofErr w:type="spellStart"/>
            <w:r w:rsidRPr="0002700E">
              <w:t>Celular</w:t>
            </w:r>
            <w:proofErr w:type="spellEnd"/>
          </w:p>
        </w:tc>
        <w:tc>
          <w:tcPr>
            <w:tcW w:w="4675" w:type="dxa"/>
            <w:vAlign w:val="center"/>
          </w:tcPr>
          <w:p w14:paraId="3DBF3FD2" w14:textId="77777777" w:rsidR="00DD5BDD" w:rsidRPr="0002700E" w:rsidRDefault="00DD5BDD" w:rsidP="00A44418">
            <w:pPr>
              <w:pStyle w:val="TemplateStyle"/>
              <w:rPr>
                <w:lang w:val="es-MX"/>
              </w:rPr>
            </w:pPr>
            <w:proofErr w:type="spellStart"/>
            <w:r w:rsidRPr="0002700E">
              <w:rPr>
                <w:lang w:val="es-MX"/>
              </w:rPr>
              <w:t>Phone</w:t>
            </w:r>
            <w:proofErr w:type="spellEnd"/>
            <w:r w:rsidRPr="0002700E">
              <w:rPr>
                <w:lang w:val="es-MX"/>
              </w:rPr>
              <w:t xml:space="preserve"> </w:t>
            </w:r>
            <w:proofErr w:type="spellStart"/>
            <w:r w:rsidRPr="0002700E">
              <w:rPr>
                <w:lang w:val="es-MX"/>
              </w:rPr>
              <w:t>Number</w:t>
            </w:r>
            <w:proofErr w:type="spellEnd"/>
            <w:r w:rsidRPr="0002700E">
              <w:rPr>
                <w:lang w:val="es-MX"/>
              </w:rPr>
              <w:t xml:space="preserve"> | Número Telefónico</w:t>
            </w:r>
          </w:p>
        </w:tc>
      </w:tr>
      <w:tr w:rsidR="00DD5BDD" w:rsidRPr="0002700E" w14:paraId="5575CBD8" w14:textId="77777777" w:rsidTr="00A44418">
        <w:sdt>
          <w:sdtPr>
            <w:rPr>
              <w:lang w:val="es-MX"/>
            </w:rPr>
            <w:id w:val="-2093237046"/>
            <w:placeholder>
              <w:docPart w:val="851CE0CFD6CD4608843697CAADF81E28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39488416" w14:textId="77777777" w:rsidR="00DD5BDD" w:rsidRPr="0002700E" w:rsidRDefault="00DD5BDD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20444288"/>
            <w:placeholder>
              <w:docPart w:val="5C51F794B8DE44A5AC447B97F02E6EDA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2E001D6E" w14:textId="77777777" w:rsidR="00DD5BDD" w:rsidRPr="0002700E" w:rsidRDefault="00DD5BDD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2319F0DE" w14:textId="77777777" w:rsidR="00DD5BDD" w:rsidRPr="0002700E" w:rsidRDefault="00DD5BDD" w:rsidP="00DD5BDD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D5BDD" w:rsidRPr="0002700E" w14:paraId="14167A4F" w14:textId="77777777" w:rsidTr="00A44418">
        <w:tc>
          <w:tcPr>
            <w:tcW w:w="9350" w:type="dxa"/>
          </w:tcPr>
          <w:p w14:paraId="353A2E7E" w14:textId="77777777" w:rsidR="00DD5BDD" w:rsidRPr="0002700E" w:rsidRDefault="00DD5BDD" w:rsidP="00A44418">
            <w:pPr>
              <w:pStyle w:val="TemplateStyle"/>
            </w:pPr>
            <w:r w:rsidRPr="0002700E">
              <w:t xml:space="preserve">e-mail | </w:t>
            </w:r>
            <w:proofErr w:type="spellStart"/>
            <w:r w:rsidRPr="0002700E">
              <w:t>correo</w:t>
            </w:r>
            <w:proofErr w:type="spellEnd"/>
            <w:r w:rsidRPr="0002700E">
              <w:t xml:space="preserve"> </w:t>
            </w:r>
            <w:proofErr w:type="spellStart"/>
            <w:r w:rsidRPr="0002700E">
              <w:t>electrónico</w:t>
            </w:r>
            <w:proofErr w:type="spellEnd"/>
          </w:p>
        </w:tc>
      </w:tr>
      <w:tr w:rsidR="00DD5BDD" w:rsidRPr="0002700E" w14:paraId="7A5FA575" w14:textId="77777777" w:rsidTr="00A44418">
        <w:sdt>
          <w:sdtPr>
            <w:id w:val="1043636839"/>
            <w:placeholder>
              <w:docPart w:val="72F5E0767E974B3089AD4C252C67E87E"/>
            </w:placeholder>
            <w:showingPlcHdr/>
          </w:sdtPr>
          <w:sdtContent>
            <w:tc>
              <w:tcPr>
                <w:tcW w:w="9350" w:type="dxa"/>
              </w:tcPr>
              <w:p w14:paraId="3D5ED6B5" w14:textId="77777777" w:rsidR="00DD5BDD" w:rsidRPr="0002700E" w:rsidRDefault="00DD5BDD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559EC080" w14:textId="77777777" w:rsidR="00DD5BDD" w:rsidRPr="0002700E" w:rsidRDefault="00DD5BDD" w:rsidP="00DD5BDD">
      <w:pPr>
        <w:pStyle w:val="TemplateStyle"/>
        <w:rPr>
          <w:lang w:val="es-MX"/>
        </w:rPr>
      </w:pPr>
    </w:p>
    <w:p w14:paraId="5F7D5E94" w14:textId="6982C9CD" w:rsidR="00111DF0" w:rsidRDefault="00111DF0">
      <w:pPr>
        <w:rPr>
          <w:rFonts w:ascii="Arial Nova Cond" w:hAnsi="Arial Nova Cond"/>
          <w:lang w:val="es-MX"/>
        </w:rPr>
      </w:pPr>
      <w:r>
        <w:rPr>
          <w:lang w:val="es-MX"/>
        </w:rPr>
        <w:br w:type="page"/>
      </w:r>
    </w:p>
    <w:p w14:paraId="50634AC6" w14:textId="77777777" w:rsidR="00111DF0" w:rsidRPr="00111DF0" w:rsidRDefault="00111DF0" w:rsidP="00111DF0">
      <w:pPr>
        <w:pStyle w:val="TemplateStyle"/>
        <w:rPr>
          <w:b/>
          <w:bCs/>
          <w:sz w:val="28"/>
          <w:szCs w:val="24"/>
          <w:lang w:val="es-MX"/>
        </w:rPr>
      </w:pPr>
      <w:proofErr w:type="spellStart"/>
      <w:r>
        <w:rPr>
          <w:b/>
          <w:bCs/>
          <w:sz w:val="28"/>
          <w:szCs w:val="24"/>
          <w:lang w:val="es-MX"/>
        </w:rPr>
        <w:lastRenderedPageBreak/>
        <w:t>Board</w:t>
      </w:r>
      <w:proofErr w:type="spellEnd"/>
      <w:r>
        <w:rPr>
          <w:b/>
          <w:bCs/>
          <w:sz w:val="28"/>
          <w:szCs w:val="24"/>
          <w:lang w:val="es-MX"/>
        </w:rPr>
        <w:t xml:space="preserve"> </w:t>
      </w:r>
      <w:proofErr w:type="spellStart"/>
      <w:r w:rsidRPr="006D72F8">
        <w:rPr>
          <w:b/>
          <w:bCs/>
          <w:sz w:val="28"/>
          <w:szCs w:val="24"/>
          <w:lang w:val="es-MX"/>
        </w:rPr>
        <w:t>Member</w:t>
      </w:r>
      <w:proofErr w:type="spellEnd"/>
      <w:r w:rsidRPr="006D72F8">
        <w:rPr>
          <w:b/>
          <w:bCs/>
          <w:sz w:val="28"/>
          <w:szCs w:val="24"/>
          <w:lang w:val="es-MX"/>
        </w:rPr>
        <w:t xml:space="preserve"> </w:t>
      </w:r>
      <w:r>
        <w:rPr>
          <w:b/>
          <w:bCs/>
          <w:sz w:val="28"/>
          <w:szCs w:val="24"/>
          <w:lang w:val="es-MX"/>
        </w:rPr>
        <w:t># | Miembro del Consejo #</w:t>
      </w:r>
    </w:p>
    <w:p w14:paraId="0C38679F" w14:textId="77777777" w:rsidR="00111DF0" w:rsidRDefault="00111DF0" w:rsidP="00111DF0">
      <w:pPr>
        <w:pStyle w:val="TemplateStyle"/>
        <w:rPr>
          <w:b/>
          <w:bCs/>
          <w:sz w:val="28"/>
          <w:szCs w:val="24"/>
          <w:lang w:val="es-MX"/>
        </w:rPr>
      </w:pPr>
    </w:p>
    <w:p w14:paraId="6AEC027F" w14:textId="77777777" w:rsidR="00111DF0" w:rsidRPr="00111DF0" w:rsidRDefault="00111DF0" w:rsidP="00111DF0">
      <w:pPr>
        <w:pStyle w:val="TemplateStyle"/>
        <w:rPr>
          <w:b/>
          <w:bCs/>
          <w:sz w:val="28"/>
          <w:szCs w:val="24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11DF0" w:rsidRPr="0002700E" w14:paraId="12027ABE" w14:textId="77777777" w:rsidTr="00A44418">
        <w:tc>
          <w:tcPr>
            <w:tcW w:w="4675" w:type="dxa"/>
            <w:vAlign w:val="center"/>
          </w:tcPr>
          <w:p w14:paraId="7B28A3C4" w14:textId="77777777" w:rsidR="00111DF0" w:rsidRPr="0002700E" w:rsidRDefault="00111DF0" w:rsidP="00A44418">
            <w:pPr>
              <w:pStyle w:val="TemplateStyle"/>
            </w:pPr>
            <w:r w:rsidRPr="0002700E">
              <w:t xml:space="preserve">First Name | Primer </w:t>
            </w:r>
            <w:proofErr w:type="spellStart"/>
            <w:r w:rsidRPr="0002700E">
              <w:t>Nombre</w:t>
            </w:r>
            <w:proofErr w:type="spellEnd"/>
          </w:p>
        </w:tc>
        <w:tc>
          <w:tcPr>
            <w:tcW w:w="4675" w:type="dxa"/>
            <w:vAlign w:val="center"/>
          </w:tcPr>
          <w:p w14:paraId="611F8A1E" w14:textId="77777777" w:rsidR="00111DF0" w:rsidRPr="0002700E" w:rsidRDefault="00111DF0" w:rsidP="00A44418">
            <w:pPr>
              <w:pStyle w:val="TemplateStyle"/>
            </w:pPr>
            <w:r w:rsidRPr="0002700E">
              <w:t xml:space="preserve">Middle Name | Segundo </w:t>
            </w:r>
            <w:proofErr w:type="spellStart"/>
            <w:r w:rsidRPr="0002700E">
              <w:t>Nombre</w:t>
            </w:r>
            <w:proofErr w:type="spellEnd"/>
          </w:p>
        </w:tc>
      </w:tr>
      <w:tr w:rsidR="00111DF0" w:rsidRPr="0002700E" w14:paraId="25E4494B" w14:textId="77777777" w:rsidTr="00A44418">
        <w:sdt>
          <w:sdtPr>
            <w:id w:val="-1494936458"/>
            <w:placeholder>
              <w:docPart w:val="8295E36B093E43CCBF93A9A41E0933BA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042B7656" w14:textId="77777777" w:rsidR="00111DF0" w:rsidRPr="0002700E" w:rsidRDefault="00111DF0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959922932"/>
            <w:placeholder>
              <w:docPart w:val="CA0CFE4EB49743F0BBDAB2B78EDBEB99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12677445" w14:textId="77777777" w:rsidR="00111DF0" w:rsidRPr="0002700E" w:rsidRDefault="00111DF0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41DC8E00" w14:textId="77777777" w:rsidR="00111DF0" w:rsidRPr="0002700E" w:rsidRDefault="00111DF0" w:rsidP="00111DF0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11DF0" w:rsidRPr="0002700E" w14:paraId="51FB94B4" w14:textId="77777777" w:rsidTr="00A44418">
        <w:tc>
          <w:tcPr>
            <w:tcW w:w="9350" w:type="dxa"/>
          </w:tcPr>
          <w:p w14:paraId="454061FA" w14:textId="77777777" w:rsidR="00111DF0" w:rsidRPr="0002700E" w:rsidRDefault="00111DF0" w:rsidP="00A44418">
            <w:pPr>
              <w:pStyle w:val="TemplateStyle"/>
            </w:pPr>
            <w:r w:rsidRPr="0002700E">
              <w:t xml:space="preserve">Last Name | </w:t>
            </w:r>
            <w:proofErr w:type="spellStart"/>
            <w:r w:rsidRPr="0002700E">
              <w:t>Apellidos</w:t>
            </w:r>
            <w:proofErr w:type="spellEnd"/>
          </w:p>
        </w:tc>
      </w:tr>
      <w:tr w:rsidR="00111DF0" w:rsidRPr="0002700E" w14:paraId="67DE6D49" w14:textId="77777777" w:rsidTr="00A44418">
        <w:sdt>
          <w:sdtPr>
            <w:id w:val="-323048078"/>
            <w:placeholder>
              <w:docPart w:val="8CF5050602C24B16AC269A32DBFA0B0D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3B8491E9" w14:textId="77777777" w:rsidR="00111DF0" w:rsidRPr="0002700E" w:rsidRDefault="00111DF0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5B137AF6" w14:textId="77777777" w:rsidR="00111DF0" w:rsidRDefault="00111DF0" w:rsidP="00111DF0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11DF0" w:rsidRPr="0002700E" w14:paraId="46B0C7AB" w14:textId="77777777" w:rsidTr="00A44418">
        <w:tc>
          <w:tcPr>
            <w:tcW w:w="9350" w:type="dxa"/>
          </w:tcPr>
          <w:p w14:paraId="1561095C" w14:textId="77777777" w:rsidR="00111DF0" w:rsidRPr="0002700E" w:rsidRDefault="00111DF0" w:rsidP="00A44418">
            <w:pPr>
              <w:pStyle w:val="TemplateStyle"/>
            </w:pPr>
            <w:r>
              <w:t xml:space="preserve">Title | </w:t>
            </w:r>
            <w:proofErr w:type="spellStart"/>
            <w:r>
              <w:t>Puesto</w:t>
            </w:r>
            <w:proofErr w:type="spellEnd"/>
            <w:r>
              <w:t xml:space="preserve"> </w:t>
            </w:r>
          </w:p>
        </w:tc>
      </w:tr>
      <w:tr w:rsidR="00111DF0" w:rsidRPr="0002700E" w14:paraId="298B720B" w14:textId="77777777" w:rsidTr="00A44418">
        <w:sdt>
          <w:sdtPr>
            <w:id w:val="1662037584"/>
            <w:placeholder>
              <w:docPart w:val="9441C9D7B83B4543A32AFE90B75312B2"/>
            </w:placeholder>
            <w:showingPlcHdr/>
          </w:sdtPr>
          <w:sdtContent>
            <w:tc>
              <w:tcPr>
                <w:tcW w:w="9350" w:type="dxa"/>
                <w:vAlign w:val="center"/>
              </w:tcPr>
              <w:p w14:paraId="06E8BC46" w14:textId="77777777" w:rsidR="00111DF0" w:rsidRPr="0002700E" w:rsidRDefault="00111DF0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65A2D4B4" w14:textId="77777777" w:rsidR="00111DF0" w:rsidRPr="0002700E" w:rsidRDefault="00111DF0" w:rsidP="00111DF0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11DF0" w:rsidRPr="0002700E" w14:paraId="147A7EBC" w14:textId="77777777" w:rsidTr="00A44418">
        <w:tc>
          <w:tcPr>
            <w:tcW w:w="9350" w:type="dxa"/>
          </w:tcPr>
          <w:p w14:paraId="32C6ECE3" w14:textId="77777777" w:rsidR="00111DF0" w:rsidRPr="0002700E" w:rsidRDefault="00111DF0" w:rsidP="00A44418">
            <w:pPr>
              <w:pStyle w:val="TemplateStyle"/>
            </w:pPr>
            <w:r w:rsidRPr="0002700E">
              <w:t xml:space="preserve">Address | </w:t>
            </w:r>
            <w:proofErr w:type="spellStart"/>
            <w:r w:rsidRPr="0002700E">
              <w:t>Dirección</w:t>
            </w:r>
            <w:proofErr w:type="spellEnd"/>
          </w:p>
        </w:tc>
      </w:tr>
      <w:tr w:rsidR="00111DF0" w:rsidRPr="0002700E" w14:paraId="0EFD125B" w14:textId="77777777" w:rsidTr="00A44418">
        <w:sdt>
          <w:sdtPr>
            <w:id w:val="-1657986053"/>
            <w:placeholder>
              <w:docPart w:val="1C5CB4B6D32349F4B180CA68149EBD7A"/>
            </w:placeholder>
            <w:showingPlcHdr/>
          </w:sdtPr>
          <w:sdtContent>
            <w:tc>
              <w:tcPr>
                <w:tcW w:w="9350" w:type="dxa"/>
              </w:tcPr>
              <w:p w14:paraId="3A5CA39A" w14:textId="77777777" w:rsidR="00111DF0" w:rsidRPr="0002700E" w:rsidRDefault="00111DF0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1DB5E482" w14:textId="77777777" w:rsidR="00111DF0" w:rsidRPr="0002700E" w:rsidRDefault="00111DF0" w:rsidP="00111DF0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11DF0" w:rsidRPr="0002700E" w14:paraId="2DDD4106" w14:textId="77777777" w:rsidTr="00A44418">
        <w:tc>
          <w:tcPr>
            <w:tcW w:w="4675" w:type="dxa"/>
            <w:vAlign w:val="center"/>
          </w:tcPr>
          <w:p w14:paraId="660C1296" w14:textId="77777777" w:rsidR="00111DF0" w:rsidRPr="0002700E" w:rsidRDefault="00111DF0" w:rsidP="00A44418">
            <w:pPr>
              <w:pStyle w:val="TemplateStyle"/>
            </w:pPr>
            <w:r w:rsidRPr="0002700E">
              <w:t>City | Ciudad</w:t>
            </w:r>
          </w:p>
        </w:tc>
        <w:tc>
          <w:tcPr>
            <w:tcW w:w="4675" w:type="dxa"/>
            <w:vAlign w:val="center"/>
          </w:tcPr>
          <w:p w14:paraId="7831E9A4" w14:textId="77777777" w:rsidR="00111DF0" w:rsidRPr="0002700E" w:rsidRDefault="00111DF0" w:rsidP="00A44418">
            <w:pPr>
              <w:pStyle w:val="TemplateStyle"/>
            </w:pPr>
            <w:r w:rsidRPr="0002700E">
              <w:t>State | Estado</w:t>
            </w:r>
          </w:p>
        </w:tc>
      </w:tr>
      <w:tr w:rsidR="00111DF0" w:rsidRPr="0002700E" w14:paraId="15C477B4" w14:textId="77777777" w:rsidTr="00A44418">
        <w:sdt>
          <w:sdtPr>
            <w:id w:val="-1740322277"/>
            <w:placeholder>
              <w:docPart w:val="E57E80105A874098852B75912B1A34CD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1C14542E" w14:textId="77777777" w:rsidR="00111DF0" w:rsidRPr="0002700E" w:rsidRDefault="00111DF0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939907646"/>
            <w:placeholder>
              <w:docPart w:val="C7C204E16BBB420EAA4C00409763D7B1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52EE29BF" w14:textId="77777777" w:rsidR="00111DF0" w:rsidRPr="0002700E" w:rsidRDefault="00111DF0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2D30FCC6" w14:textId="77777777" w:rsidR="00111DF0" w:rsidRPr="0002700E" w:rsidRDefault="00111DF0" w:rsidP="00111DF0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11DF0" w:rsidRPr="0002700E" w14:paraId="096C9B83" w14:textId="77777777" w:rsidTr="00A44418">
        <w:tc>
          <w:tcPr>
            <w:tcW w:w="4675" w:type="dxa"/>
            <w:vAlign w:val="center"/>
          </w:tcPr>
          <w:p w14:paraId="4B5DFD3D" w14:textId="77777777" w:rsidR="00111DF0" w:rsidRPr="0002700E" w:rsidRDefault="00111DF0" w:rsidP="00A44418">
            <w:pPr>
              <w:pStyle w:val="TemplateStyle"/>
            </w:pPr>
            <w:r w:rsidRPr="0002700E">
              <w:t>Country | País</w:t>
            </w:r>
          </w:p>
        </w:tc>
        <w:tc>
          <w:tcPr>
            <w:tcW w:w="4675" w:type="dxa"/>
            <w:vAlign w:val="center"/>
          </w:tcPr>
          <w:p w14:paraId="6FC8E7AC" w14:textId="77777777" w:rsidR="00111DF0" w:rsidRPr="0002700E" w:rsidRDefault="00111DF0" w:rsidP="00A44418">
            <w:pPr>
              <w:pStyle w:val="TemplateStyle"/>
            </w:pPr>
            <w:r w:rsidRPr="0002700E">
              <w:t>ZIP Code | Código Postal</w:t>
            </w:r>
          </w:p>
        </w:tc>
      </w:tr>
      <w:tr w:rsidR="00111DF0" w:rsidRPr="0002700E" w14:paraId="4237E1E9" w14:textId="77777777" w:rsidTr="00A44418">
        <w:sdt>
          <w:sdtPr>
            <w:id w:val="-828361665"/>
            <w:placeholder>
              <w:docPart w:val="B259C91DF2A54D0A8DB8BA5AA9DF4045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2696A4F7" w14:textId="77777777" w:rsidR="00111DF0" w:rsidRPr="0002700E" w:rsidRDefault="00111DF0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-1646194501"/>
            <w:placeholder>
              <w:docPart w:val="4A8712ED570347F690E0271C707CD489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7C43704B" w14:textId="77777777" w:rsidR="00111DF0" w:rsidRPr="0002700E" w:rsidRDefault="00111DF0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74E27A70" w14:textId="77777777" w:rsidR="00111DF0" w:rsidRPr="0002700E" w:rsidRDefault="00111DF0" w:rsidP="00111DF0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11DF0" w:rsidRPr="0002700E" w14:paraId="66F12FF6" w14:textId="77777777" w:rsidTr="00A44418">
        <w:tc>
          <w:tcPr>
            <w:tcW w:w="4675" w:type="dxa"/>
            <w:vAlign w:val="center"/>
          </w:tcPr>
          <w:p w14:paraId="2F800FE0" w14:textId="77777777" w:rsidR="00111DF0" w:rsidRPr="0002700E" w:rsidRDefault="00111DF0" w:rsidP="00A44418">
            <w:pPr>
              <w:pStyle w:val="TemplateStyle"/>
            </w:pPr>
            <w:r w:rsidRPr="0002700E">
              <w:t xml:space="preserve">Cell Phone | </w:t>
            </w:r>
            <w:proofErr w:type="spellStart"/>
            <w:r w:rsidRPr="0002700E">
              <w:t>Número</w:t>
            </w:r>
            <w:proofErr w:type="spellEnd"/>
            <w:r w:rsidRPr="0002700E">
              <w:t xml:space="preserve"> </w:t>
            </w:r>
            <w:proofErr w:type="spellStart"/>
            <w:r w:rsidRPr="0002700E">
              <w:t>Celular</w:t>
            </w:r>
            <w:proofErr w:type="spellEnd"/>
          </w:p>
        </w:tc>
        <w:tc>
          <w:tcPr>
            <w:tcW w:w="4675" w:type="dxa"/>
            <w:vAlign w:val="center"/>
          </w:tcPr>
          <w:p w14:paraId="5EEDE182" w14:textId="77777777" w:rsidR="00111DF0" w:rsidRPr="0002700E" w:rsidRDefault="00111DF0" w:rsidP="00A44418">
            <w:pPr>
              <w:pStyle w:val="TemplateStyle"/>
              <w:rPr>
                <w:lang w:val="es-MX"/>
              </w:rPr>
            </w:pPr>
            <w:proofErr w:type="spellStart"/>
            <w:r w:rsidRPr="0002700E">
              <w:rPr>
                <w:lang w:val="es-MX"/>
              </w:rPr>
              <w:t>Phone</w:t>
            </w:r>
            <w:proofErr w:type="spellEnd"/>
            <w:r w:rsidRPr="0002700E">
              <w:rPr>
                <w:lang w:val="es-MX"/>
              </w:rPr>
              <w:t xml:space="preserve"> </w:t>
            </w:r>
            <w:proofErr w:type="spellStart"/>
            <w:r w:rsidRPr="0002700E">
              <w:rPr>
                <w:lang w:val="es-MX"/>
              </w:rPr>
              <w:t>Number</w:t>
            </w:r>
            <w:proofErr w:type="spellEnd"/>
            <w:r w:rsidRPr="0002700E">
              <w:rPr>
                <w:lang w:val="es-MX"/>
              </w:rPr>
              <w:t xml:space="preserve"> | Número Telefónico</w:t>
            </w:r>
          </w:p>
        </w:tc>
      </w:tr>
      <w:tr w:rsidR="00111DF0" w:rsidRPr="0002700E" w14:paraId="02F3DED7" w14:textId="77777777" w:rsidTr="00A44418">
        <w:sdt>
          <w:sdtPr>
            <w:rPr>
              <w:lang w:val="es-MX"/>
            </w:rPr>
            <w:id w:val="618650108"/>
            <w:placeholder>
              <w:docPart w:val="6896BD8382204021BCC7008F3EA08CA0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4DC9D43F" w14:textId="77777777" w:rsidR="00111DF0" w:rsidRPr="0002700E" w:rsidRDefault="00111DF0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id w:val="258724910"/>
            <w:placeholder>
              <w:docPart w:val="036A5DDFC3864442BB397E77A2FAF6F8"/>
            </w:placeholder>
            <w:showingPlcHdr/>
          </w:sdtPr>
          <w:sdtContent>
            <w:tc>
              <w:tcPr>
                <w:tcW w:w="4675" w:type="dxa"/>
                <w:vAlign w:val="center"/>
              </w:tcPr>
              <w:p w14:paraId="52E05398" w14:textId="77777777" w:rsidR="00111DF0" w:rsidRPr="0002700E" w:rsidRDefault="00111DF0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60B891CE" w14:textId="77777777" w:rsidR="00111DF0" w:rsidRPr="0002700E" w:rsidRDefault="00111DF0" w:rsidP="00111DF0">
      <w:pPr>
        <w:pStyle w:val="TemplateSty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11DF0" w:rsidRPr="0002700E" w14:paraId="5C383089" w14:textId="77777777" w:rsidTr="00A44418">
        <w:tc>
          <w:tcPr>
            <w:tcW w:w="9350" w:type="dxa"/>
          </w:tcPr>
          <w:p w14:paraId="23BE726B" w14:textId="77777777" w:rsidR="00111DF0" w:rsidRPr="0002700E" w:rsidRDefault="00111DF0" w:rsidP="00A44418">
            <w:pPr>
              <w:pStyle w:val="TemplateStyle"/>
            </w:pPr>
            <w:r w:rsidRPr="0002700E">
              <w:t xml:space="preserve">e-mail | </w:t>
            </w:r>
            <w:proofErr w:type="spellStart"/>
            <w:r w:rsidRPr="0002700E">
              <w:t>correo</w:t>
            </w:r>
            <w:proofErr w:type="spellEnd"/>
            <w:r w:rsidRPr="0002700E">
              <w:t xml:space="preserve"> </w:t>
            </w:r>
            <w:proofErr w:type="spellStart"/>
            <w:r w:rsidRPr="0002700E">
              <w:t>electrónico</w:t>
            </w:r>
            <w:proofErr w:type="spellEnd"/>
          </w:p>
        </w:tc>
      </w:tr>
      <w:tr w:rsidR="00111DF0" w:rsidRPr="0002700E" w14:paraId="21099EE3" w14:textId="77777777" w:rsidTr="00A44418">
        <w:sdt>
          <w:sdtPr>
            <w:id w:val="1455831453"/>
            <w:placeholder>
              <w:docPart w:val="75C2B90D242C49ABA9442363BC2B377C"/>
            </w:placeholder>
            <w:showingPlcHdr/>
          </w:sdtPr>
          <w:sdtContent>
            <w:tc>
              <w:tcPr>
                <w:tcW w:w="9350" w:type="dxa"/>
              </w:tcPr>
              <w:p w14:paraId="72AAE46A" w14:textId="77777777" w:rsidR="00111DF0" w:rsidRPr="0002700E" w:rsidRDefault="00111DF0" w:rsidP="00A44418">
                <w:pPr>
                  <w:pStyle w:val="TemplateStyle"/>
                </w:pPr>
                <w:r w:rsidRPr="0002700E">
                  <w:rPr>
                    <w:rStyle w:val="PlaceholderText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09211EFE" w14:textId="77777777" w:rsidR="00111DF0" w:rsidRPr="00111DF0" w:rsidRDefault="00111DF0" w:rsidP="00111DF0">
      <w:pPr>
        <w:pStyle w:val="TemplateStyle"/>
      </w:pPr>
    </w:p>
    <w:p w14:paraId="56AEB669" w14:textId="77777777" w:rsidR="00111DF0" w:rsidRPr="00111DF0" w:rsidRDefault="00111DF0" w:rsidP="00111DF0">
      <w:pPr>
        <w:pStyle w:val="TemplateStyle"/>
      </w:pPr>
    </w:p>
    <w:p w14:paraId="5984B728" w14:textId="77777777" w:rsidR="00DD5BDD" w:rsidRPr="00111DF0" w:rsidRDefault="00DD5BDD" w:rsidP="00DD5BDD">
      <w:pPr>
        <w:pStyle w:val="TemplateStyle"/>
      </w:pPr>
    </w:p>
    <w:sectPr w:rsidR="00DD5BDD" w:rsidRPr="00111DF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9EF9" w14:textId="77777777" w:rsidR="00405F0F" w:rsidRDefault="00405F0F" w:rsidP="00187FBA">
      <w:pPr>
        <w:spacing w:after="0" w:line="240" w:lineRule="auto"/>
      </w:pPr>
      <w:r>
        <w:separator/>
      </w:r>
    </w:p>
  </w:endnote>
  <w:endnote w:type="continuationSeparator" w:id="0">
    <w:p w14:paraId="61D51754" w14:textId="77777777" w:rsidR="00405F0F" w:rsidRDefault="00405F0F" w:rsidP="00187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Cond">
    <w:altName w:val="Arial"/>
    <w:charset w:val="00"/>
    <w:family w:val="swiss"/>
    <w:pitch w:val="variable"/>
    <w:sig w:usb0="2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B345E" w14:textId="77777777" w:rsidR="00405F0F" w:rsidRDefault="00405F0F" w:rsidP="00187FBA">
      <w:pPr>
        <w:spacing w:after="0" w:line="240" w:lineRule="auto"/>
      </w:pPr>
      <w:r>
        <w:separator/>
      </w:r>
    </w:p>
  </w:footnote>
  <w:footnote w:type="continuationSeparator" w:id="0">
    <w:p w14:paraId="50F366AA" w14:textId="77777777" w:rsidR="00405F0F" w:rsidRDefault="00405F0F" w:rsidP="00187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671E5" w14:textId="30CE11D5" w:rsidR="00526F78" w:rsidRPr="00964658" w:rsidRDefault="00526F78" w:rsidP="00964658">
    <w:pPr>
      <w:pStyle w:val="Header"/>
      <w:jc w:val="center"/>
      <w:rPr>
        <w:color w:val="BF0D3E"/>
        <w:sz w:val="28"/>
        <w:szCs w:val="28"/>
      </w:rPr>
    </w:pPr>
    <w:r w:rsidRPr="00964658">
      <w:rPr>
        <w:noProof/>
        <w:color w:val="BF0D3E"/>
        <w:sz w:val="28"/>
        <w:szCs w:val="28"/>
      </w:rPr>
      <w:drawing>
        <wp:anchor distT="0" distB="0" distL="114300" distR="114300" simplePos="0" relativeHeight="251658240" behindDoc="0" locked="0" layoutInCell="1" allowOverlap="1" wp14:anchorId="317F53BC" wp14:editId="688A35BA">
          <wp:simplePos x="0" y="0"/>
          <wp:positionH relativeFrom="column">
            <wp:posOffset>1612900</wp:posOffset>
          </wp:positionH>
          <wp:positionV relativeFrom="paragraph">
            <wp:posOffset>6350</wp:posOffset>
          </wp:positionV>
          <wp:extent cx="237744" cy="237744"/>
          <wp:effectExtent l="0" t="0" r="0" b="0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" cy="2377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00BB" w:rsidRPr="00964658">
      <w:rPr>
        <w:rFonts w:ascii="Arial Nova Cond" w:hAnsi="Arial Nova Cond"/>
        <w:color w:val="00205B"/>
        <w:sz w:val="28"/>
        <w:szCs w:val="28"/>
      </w:rPr>
      <w:t>CORP</w:t>
    </w:r>
    <w:r w:rsidR="00A643D8" w:rsidRPr="00964658">
      <w:rPr>
        <w:rFonts w:ascii="Arial Nova Cond" w:hAnsi="Arial Nova Cond"/>
        <w:color w:val="00205B"/>
        <w:sz w:val="28"/>
        <w:szCs w:val="28"/>
      </w:rPr>
      <w:t xml:space="preserve"> Formation</w:t>
    </w:r>
    <w:r w:rsidR="00A643D8" w:rsidRPr="00964658">
      <w:rPr>
        <w:rFonts w:ascii="Arial Nova Cond" w:hAnsi="Arial Nova Cond"/>
        <w:color w:val="BF0D3E"/>
        <w:sz w:val="28"/>
        <w:szCs w:val="28"/>
      </w:rPr>
      <w:t xml:space="preserve"> Questionnaire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ocumentProtection w:edit="forms" w:formatting="1" w:enforcement="1" w:cryptProviderType="rsaAES" w:cryptAlgorithmClass="hash" w:cryptAlgorithmType="typeAny" w:cryptAlgorithmSid="14" w:cryptSpinCount="100000" w:hash="r08glTbwOvHROOnZ0hGDeC6LveQ355i8YQeJ8RdrhnP6tw+oMXVCGvJLPbT1na8aqrrhQ5shrNdzNjgTAOAyfg==" w:salt="Ty5tBNwUDLyiAsWrc7ALL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2B"/>
    <w:rsid w:val="00001D58"/>
    <w:rsid w:val="000032BB"/>
    <w:rsid w:val="000150D0"/>
    <w:rsid w:val="000205B5"/>
    <w:rsid w:val="0002560A"/>
    <w:rsid w:val="0002700E"/>
    <w:rsid w:val="00034563"/>
    <w:rsid w:val="00034C07"/>
    <w:rsid w:val="0005560C"/>
    <w:rsid w:val="000647A1"/>
    <w:rsid w:val="00093AA1"/>
    <w:rsid w:val="000A173A"/>
    <w:rsid w:val="000B4508"/>
    <w:rsid w:val="000E6ADB"/>
    <w:rsid w:val="00111DF0"/>
    <w:rsid w:val="00115985"/>
    <w:rsid w:val="00172A3B"/>
    <w:rsid w:val="001819B9"/>
    <w:rsid w:val="00187FBA"/>
    <w:rsid w:val="001A183D"/>
    <w:rsid w:val="001D6B50"/>
    <w:rsid w:val="001D765E"/>
    <w:rsid w:val="001F44FA"/>
    <w:rsid w:val="001F5EB1"/>
    <w:rsid w:val="0021158B"/>
    <w:rsid w:val="00217BB7"/>
    <w:rsid w:val="00221B26"/>
    <w:rsid w:val="00234774"/>
    <w:rsid w:val="00237244"/>
    <w:rsid w:val="002451C8"/>
    <w:rsid w:val="002506F8"/>
    <w:rsid w:val="00286EB1"/>
    <w:rsid w:val="0029315E"/>
    <w:rsid w:val="00294F7B"/>
    <w:rsid w:val="002967FA"/>
    <w:rsid w:val="002A1039"/>
    <w:rsid w:val="002A2A7D"/>
    <w:rsid w:val="002B7722"/>
    <w:rsid w:val="003062AA"/>
    <w:rsid w:val="00312F1F"/>
    <w:rsid w:val="00345400"/>
    <w:rsid w:val="003700BB"/>
    <w:rsid w:val="0038451E"/>
    <w:rsid w:val="003B355A"/>
    <w:rsid w:val="003B7D7B"/>
    <w:rsid w:val="003C49FE"/>
    <w:rsid w:val="003E5CD7"/>
    <w:rsid w:val="003F074B"/>
    <w:rsid w:val="00402887"/>
    <w:rsid w:val="00405F0F"/>
    <w:rsid w:val="00412CEC"/>
    <w:rsid w:val="0042251F"/>
    <w:rsid w:val="004249AF"/>
    <w:rsid w:val="004323E0"/>
    <w:rsid w:val="004329A0"/>
    <w:rsid w:val="00437173"/>
    <w:rsid w:val="004819AA"/>
    <w:rsid w:val="004C48EB"/>
    <w:rsid w:val="004C70D2"/>
    <w:rsid w:val="004D7A7A"/>
    <w:rsid w:val="004F28F5"/>
    <w:rsid w:val="005034D5"/>
    <w:rsid w:val="005058F4"/>
    <w:rsid w:val="00513ADE"/>
    <w:rsid w:val="00526F78"/>
    <w:rsid w:val="0056051E"/>
    <w:rsid w:val="0056399E"/>
    <w:rsid w:val="005840DE"/>
    <w:rsid w:val="00594D17"/>
    <w:rsid w:val="005E2615"/>
    <w:rsid w:val="005E62D4"/>
    <w:rsid w:val="005E7B8A"/>
    <w:rsid w:val="00610C98"/>
    <w:rsid w:val="00625733"/>
    <w:rsid w:val="00647097"/>
    <w:rsid w:val="00647ADB"/>
    <w:rsid w:val="00670B05"/>
    <w:rsid w:val="006775D0"/>
    <w:rsid w:val="006909B0"/>
    <w:rsid w:val="00692DD2"/>
    <w:rsid w:val="006A4C62"/>
    <w:rsid w:val="006B6D30"/>
    <w:rsid w:val="006C5833"/>
    <w:rsid w:val="006D2968"/>
    <w:rsid w:val="006D404A"/>
    <w:rsid w:val="006D5B34"/>
    <w:rsid w:val="006D72F8"/>
    <w:rsid w:val="006E3813"/>
    <w:rsid w:val="0070200F"/>
    <w:rsid w:val="00715F9A"/>
    <w:rsid w:val="00740E96"/>
    <w:rsid w:val="007624E5"/>
    <w:rsid w:val="007642BE"/>
    <w:rsid w:val="00767F7D"/>
    <w:rsid w:val="00771B4E"/>
    <w:rsid w:val="0078071D"/>
    <w:rsid w:val="0078148A"/>
    <w:rsid w:val="00785265"/>
    <w:rsid w:val="00787C30"/>
    <w:rsid w:val="007A036A"/>
    <w:rsid w:val="007D50CB"/>
    <w:rsid w:val="007E5595"/>
    <w:rsid w:val="00830042"/>
    <w:rsid w:val="00840C40"/>
    <w:rsid w:val="00841D8A"/>
    <w:rsid w:val="008722A8"/>
    <w:rsid w:val="00877CEC"/>
    <w:rsid w:val="008850FC"/>
    <w:rsid w:val="00893C3E"/>
    <w:rsid w:val="008A3825"/>
    <w:rsid w:val="008C5AC1"/>
    <w:rsid w:val="008C6F6B"/>
    <w:rsid w:val="008E3675"/>
    <w:rsid w:val="008F525D"/>
    <w:rsid w:val="0090593C"/>
    <w:rsid w:val="009103B3"/>
    <w:rsid w:val="00914AC9"/>
    <w:rsid w:val="0091551D"/>
    <w:rsid w:val="00960B2B"/>
    <w:rsid w:val="00964658"/>
    <w:rsid w:val="00973BCA"/>
    <w:rsid w:val="00977386"/>
    <w:rsid w:val="00987328"/>
    <w:rsid w:val="0099123F"/>
    <w:rsid w:val="0099577E"/>
    <w:rsid w:val="009A1C57"/>
    <w:rsid w:val="009C0B1F"/>
    <w:rsid w:val="009C0E17"/>
    <w:rsid w:val="009E2822"/>
    <w:rsid w:val="009E6B00"/>
    <w:rsid w:val="00A1555A"/>
    <w:rsid w:val="00A209C9"/>
    <w:rsid w:val="00A321B9"/>
    <w:rsid w:val="00A425B3"/>
    <w:rsid w:val="00A53880"/>
    <w:rsid w:val="00A643D8"/>
    <w:rsid w:val="00A77C46"/>
    <w:rsid w:val="00A817C0"/>
    <w:rsid w:val="00A83E48"/>
    <w:rsid w:val="00A863B3"/>
    <w:rsid w:val="00A94545"/>
    <w:rsid w:val="00AA4101"/>
    <w:rsid w:val="00AC3132"/>
    <w:rsid w:val="00AC7FE6"/>
    <w:rsid w:val="00AE10CD"/>
    <w:rsid w:val="00B056DF"/>
    <w:rsid w:val="00B0572B"/>
    <w:rsid w:val="00B067AC"/>
    <w:rsid w:val="00B14C9F"/>
    <w:rsid w:val="00B233B8"/>
    <w:rsid w:val="00B25DDD"/>
    <w:rsid w:val="00B55586"/>
    <w:rsid w:val="00B709E4"/>
    <w:rsid w:val="00B77A3F"/>
    <w:rsid w:val="00BB32EA"/>
    <w:rsid w:val="00BB7457"/>
    <w:rsid w:val="00BD705A"/>
    <w:rsid w:val="00BD75A3"/>
    <w:rsid w:val="00BE33A6"/>
    <w:rsid w:val="00C03A61"/>
    <w:rsid w:val="00C12BC7"/>
    <w:rsid w:val="00C374AA"/>
    <w:rsid w:val="00C37C53"/>
    <w:rsid w:val="00C42E4F"/>
    <w:rsid w:val="00C61138"/>
    <w:rsid w:val="00C900C6"/>
    <w:rsid w:val="00CA4DB4"/>
    <w:rsid w:val="00CA7577"/>
    <w:rsid w:val="00CC0ABD"/>
    <w:rsid w:val="00CC6B6F"/>
    <w:rsid w:val="00CD2D9A"/>
    <w:rsid w:val="00CE52B4"/>
    <w:rsid w:val="00CE62C1"/>
    <w:rsid w:val="00CF38F2"/>
    <w:rsid w:val="00D324A7"/>
    <w:rsid w:val="00D623DE"/>
    <w:rsid w:val="00D91DE9"/>
    <w:rsid w:val="00DA2E8E"/>
    <w:rsid w:val="00DA56F8"/>
    <w:rsid w:val="00DB4A24"/>
    <w:rsid w:val="00DD5BDD"/>
    <w:rsid w:val="00DF4D2E"/>
    <w:rsid w:val="00E217FA"/>
    <w:rsid w:val="00E43214"/>
    <w:rsid w:val="00E46361"/>
    <w:rsid w:val="00E50D88"/>
    <w:rsid w:val="00E62F12"/>
    <w:rsid w:val="00E66F38"/>
    <w:rsid w:val="00E67491"/>
    <w:rsid w:val="00E8277E"/>
    <w:rsid w:val="00E90A40"/>
    <w:rsid w:val="00EA4160"/>
    <w:rsid w:val="00EA7F4C"/>
    <w:rsid w:val="00EB214E"/>
    <w:rsid w:val="00EB275E"/>
    <w:rsid w:val="00EC5976"/>
    <w:rsid w:val="00EC6BCA"/>
    <w:rsid w:val="00ED6989"/>
    <w:rsid w:val="00F5518D"/>
    <w:rsid w:val="00F554B3"/>
    <w:rsid w:val="00F554EC"/>
    <w:rsid w:val="00F573D3"/>
    <w:rsid w:val="00F57B70"/>
    <w:rsid w:val="00F6212F"/>
    <w:rsid w:val="00FA2004"/>
    <w:rsid w:val="00FA5E43"/>
    <w:rsid w:val="00FB47B2"/>
    <w:rsid w:val="00FB5E5D"/>
    <w:rsid w:val="00FC0408"/>
    <w:rsid w:val="00FC2999"/>
    <w:rsid w:val="00FC5EF8"/>
    <w:rsid w:val="00FC6189"/>
    <w:rsid w:val="00FD146C"/>
    <w:rsid w:val="00FE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D28CA"/>
  <w15:chartTrackingRefBased/>
  <w15:docId w15:val="{529E5671-3B27-4BF4-85DA-E1C2E4C1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BDD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4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412CEC"/>
    <w:pPr>
      <w:spacing w:after="0" w:line="240" w:lineRule="auto"/>
    </w:pPr>
    <w:rPr>
      <w:rFonts w:ascii="Arial" w:hAnsi="Arial"/>
      <w:sz w:val="24"/>
    </w:rPr>
  </w:style>
  <w:style w:type="character" w:styleId="PlaceholderText">
    <w:name w:val="Placeholder Text"/>
    <w:basedOn w:val="DefaultParagraphFont"/>
    <w:uiPriority w:val="99"/>
    <w:semiHidden/>
    <w:rsid w:val="00ED698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87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FBA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187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FBA"/>
    <w:rPr>
      <w:rFonts w:ascii="Arial" w:hAnsi="Arial"/>
      <w:sz w:val="24"/>
    </w:rPr>
  </w:style>
  <w:style w:type="paragraph" w:customStyle="1" w:styleId="TemplateStyle">
    <w:name w:val="Template Style"/>
    <w:basedOn w:val="NoSpacing"/>
    <w:link w:val="TemplateStyleChar"/>
    <w:autoRedefine/>
    <w:qFormat/>
    <w:rsid w:val="009C0E17"/>
    <w:rPr>
      <w:rFonts w:ascii="Arial Nova Cond" w:hAnsi="Arial Nova Cond"/>
    </w:rPr>
  </w:style>
  <w:style w:type="character" w:customStyle="1" w:styleId="NoSpacingChar">
    <w:name w:val="No Spacing Char"/>
    <w:basedOn w:val="DefaultParagraphFont"/>
    <w:link w:val="NoSpacing"/>
    <w:uiPriority w:val="1"/>
    <w:rsid w:val="009C0E17"/>
    <w:rPr>
      <w:rFonts w:ascii="Arial" w:hAnsi="Arial"/>
      <w:sz w:val="24"/>
    </w:rPr>
  </w:style>
  <w:style w:type="character" w:customStyle="1" w:styleId="TemplateStyleChar">
    <w:name w:val="Template Style Char"/>
    <w:basedOn w:val="NoSpacingChar"/>
    <w:link w:val="TemplateStyle"/>
    <w:rsid w:val="009C0E17"/>
    <w:rPr>
      <w:rFonts w:ascii="Arial Nova Cond" w:hAnsi="Arial Nova C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6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osPerezVillanuev\OneDrive%20-%20Aztec%20Project%20LLC\AZTEC%20PROJECT%20LLC\CUSTOMERS\TEMPLATES\LLC%20FORMATION%20QUESTIONAIRE%20V1%20202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9B24BE2A144847B91BE904DEB29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18156-679A-4F17-B944-07B801A14D59}"/>
      </w:docPartPr>
      <w:docPartBody>
        <w:p w:rsidR="00685086" w:rsidRDefault="009F4FCF">
          <w:pPr>
            <w:pStyle w:val="E89B24BE2A144847B91BE904DEB29656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361C0E83A040B4BE8454BEFB2ED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0A765-B3BE-4CC9-B120-22621EACAEEC}"/>
      </w:docPartPr>
      <w:docPartBody>
        <w:p w:rsidR="00685086" w:rsidRDefault="009F4FCF">
          <w:pPr>
            <w:pStyle w:val="C2361C0E83A040B4BE8454BEFB2ED296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D52C00CC87426596BED73E4A7FE5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F6330-3231-4938-9EE1-674B626EFEAF}"/>
      </w:docPartPr>
      <w:docPartBody>
        <w:p w:rsidR="00685086" w:rsidRDefault="009F4FCF">
          <w:pPr>
            <w:pStyle w:val="AFD52C00CC87426596BED73E4A7FE56F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AAA191279646B68D4155976DEC6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45B52-A196-4C1B-80AB-96654D9BFE26}"/>
      </w:docPartPr>
      <w:docPartBody>
        <w:p w:rsidR="00685086" w:rsidRDefault="009F4FCF">
          <w:pPr>
            <w:pStyle w:val="4DAAA191279646B68D4155976DEC6B81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477714FCAB4EEB8DEF3238358C1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134E95-9D38-4C53-A820-6DAB0A9EFDF4}"/>
      </w:docPartPr>
      <w:docPartBody>
        <w:p w:rsidR="00685086" w:rsidRDefault="009F4FCF">
          <w:pPr>
            <w:pStyle w:val="65477714FCAB4EEB8DEF3238358C13A1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5BBD70908F4120B7AA3CDEEFD76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E13554-D2DB-45D0-A218-9B2E46801985}"/>
      </w:docPartPr>
      <w:docPartBody>
        <w:p w:rsidR="00685086" w:rsidRDefault="009F4FCF">
          <w:pPr>
            <w:pStyle w:val="7F5BBD70908F4120B7AA3CDEEFD762A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F579B7C0604CD6B9F304E4CD571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8CA42-1FB1-4DDB-B05E-94F1B131972F}"/>
      </w:docPartPr>
      <w:docPartBody>
        <w:p w:rsidR="00685086" w:rsidRDefault="009F4FCF">
          <w:pPr>
            <w:pStyle w:val="D3F579B7C0604CD6B9F304E4CD57163B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761875752040FFBD4E48E11C13F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D54A5-B60C-4650-A405-E21BE51F4EA1}"/>
      </w:docPartPr>
      <w:docPartBody>
        <w:p w:rsidR="00685086" w:rsidRDefault="009F4FCF">
          <w:pPr>
            <w:pStyle w:val="2D761875752040FFBD4E48E11C13FAA8"/>
          </w:pPr>
          <w:r w:rsidRPr="00D11E46">
            <w:rPr>
              <w:rStyle w:val="PlaceholderText"/>
            </w:rPr>
            <w:t xml:space="preserve">Click or tap here to </w:t>
          </w:r>
          <w:r w:rsidRPr="00D11E46">
            <w:rPr>
              <w:rStyle w:val="PlaceholderText"/>
            </w:rPr>
            <w:t>enter text.</w:t>
          </w:r>
        </w:p>
      </w:docPartBody>
    </w:docPart>
    <w:docPart>
      <w:docPartPr>
        <w:name w:val="0798F451AD2A4BF388B2892E041CE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D0C78-20BC-462A-9C64-BB1C30F0BDA0}"/>
      </w:docPartPr>
      <w:docPartBody>
        <w:p w:rsidR="00685086" w:rsidRDefault="009F4FCF">
          <w:pPr>
            <w:pStyle w:val="0798F451AD2A4BF388B2892E041CE052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CFD083F6D34DF994ED4A422A399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367C89-584A-47FE-A251-D6E1BC37FB6C}"/>
      </w:docPartPr>
      <w:docPartBody>
        <w:p w:rsidR="00685086" w:rsidRDefault="009F4FCF">
          <w:pPr>
            <w:pStyle w:val="DECFD083F6D34DF994ED4A422A39941B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0D7F7F18284D6794F79F88DA7D6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9A2D8-ABC7-46B3-ADB5-834CA82D7190}"/>
      </w:docPartPr>
      <w:docPartBody>
        <w:p w:rsidR="00685086" w:rsidRDefault="009F4FCF">
          <w:pPr>
            <w:pStyle w:val="7C0D7F7F18284D6794F79F88DA7D6D48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9971C431624721BF4726CCB4856B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10B1C-F5B9-4B52-B899-1F0E4AE166B1}"/>
      </w:docPartPr>
      <w:docPartBody>
        <w:p w:rsidR="00685086" w:rsidRDefault="009F4FCF">
          <w:pPr>
            <w:pStyle w:val="F99971C431624721BF4726CCB4856B01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3606F32F9F4AAD9F95656278358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0C7AD-168A-48D9-A07F-FD155926FAF5}"/>
      </w:docPartPr>
      <w:docPartBody>
        <w:p w:rsidR="00685086" w:rsidRDefault="009F4FCF">
          <w:pPr>
            <w:pStyle w:val="643606F32F9F4AAD9F95656278358CB4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C1255A8B944E88AF75126848121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9134A-2C76-4BF4-B024-EBA160F0501F}"/>
      </w:docPartPr>
      <w:docPartBody>
        <w:p w:rsidR="00685086" w:rsidRDefault="009F4FCF">
          <w:pPr>
            <w:pStyle w:val="60C1255A8B944E88AF7512684812110C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BC3625CF0643CDBC6E849A88FAA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F69086-A392-4AED-8213-F867C2A28A33}"/>
      </w:docPartPr>
      <w:docPartBody>
        <w:p w:rsidR="00685086" w:rsidRDefault="009F4FCF">
          <w:pPr>
            <w:pStyle w:val="62BC3625CF0643CDBC6E849A88FAA9DB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B7DC4DF0B649CA8F127C805F762A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DFC42-83E9-442D-BE07-33AB1C8E76D3}"/>
      </w:docPartPr>
      <w:docPartBody>
        <w:p w:rsidR="00685086" w:rsidRDefault="009F4FCF">
          <w:pPr>
            <w:pStyle w:val="CFB7DC4DF0B649CA8F127C805F762A88"/>
          </w:pPr>
          <w:r w:rsidRPr="00D11E46">
            <w:rPr>
              <w:rStyle w:val="PlaceholderText"/>
            </w:rPr>
            <w:t xml:space="preserve">Click or tap </w:t>
          </w:r>
          <w:r w:rsidRPr="00D11E46">
            <w:rPr>
              <w:rStyle w:val="PlaceholderText"/>
            </w:rPr>
            <w:t>here to enter text.</w:t>
          </w:r>
        </w:p>
      </w:docPartBody>
    </w:docPart>
    <w:docPart>
      <w:docPartPr>
        <w:name w:val="B32F1384924140E986C3042EC4114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2A3C9-E560-49CA-8124-9C233D4B29B7}"/>
      </w:docPartPr>
      <w:docPartBody>
        <w:p w:rsidR="00685086" w:rsidRDefault="009F4FCF">
          <w:pPr>
            <w:pStyle w:val="B32F1384924140E986C3042EC41147F3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DA3F95C0E547769F586CA4CCF70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99E0E-C374-48A9-863E-573DC3956AAE}"/>
      </w:docPartPr>
      <w:docPartBody>
        <w:p w:rsidR="00685086" w:rsidRDefault="009F4FCF">
          <w:pPr>
            <w:pStyle w:val="E8DA3F95C0E547769F586CA4CCF705A8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93905A2DE748DAB6539643111EA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5A318B-A835-4828-A298-53BF0DA42DE7}"/>
      </w:docPartPr>
      <w:docPartBody>
        <w:p w:rsidR="00685086" w:rsidRDefault="009F4FCF">
          <w:pPr>
            <w:pStyle w:val="E393905A2DE748DAB6539643111EAB9E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C01B73BA8245D5913C000F54A56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B3817-62A3-4749-902D-04E2C826037D}"/>
      </w:docPartPr>
      <w:docPartBody>
        <w:p w:rsidR="00685086" w:rsidRDefault="009F4FCF">
          <w:pPr>
            <w:pStyle w:val="65C01B73BA8245D5913C000F54A56C22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119C5E0ADC43A886C9478B3F7C9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2C277-50F6-42B9-A87D-76B42A99C4B8}"/>
      </w:docPartPr>
      <w:docPartBody>
        <w:p w:rsidR="00685086" w:rsidRDefault="009F4FCF">
          <w:pPr>
            <w:pStyle w:val="E7119C5E0ADC43A886C9478B3F7C9F30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1D2DAA266A4EBFB51259F6AC4CB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4E541-689E-40B4-9E6C-6B43264EFE43}"/>
      </w:docPartPr>
      <w:docPartBody>
        <w:p w:rsidR="00685086" w:rsidRDefault="009F4FCF">
          <w:pPr>
            <w:pStyle w:val="291D2DAA266A4EBFB51259F6AC4CBFE1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EEDC039FBD42EA97C97293B8CD8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B8888-F5A4-4FFF-9AE0-EFDD1DFD45DE}"/>
      </w:docPartPr>
      <w:docPartBody>
        <w:p w:rsidR="00685086" w:rsidRDefault="009F4FCF">
          <w:pPr>
            <w:pStyle w:val="DDEEDC039FBD42EA97C97293B8CD8CAB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25C96F02B549A4B4FB1EC4FC071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3A6A5-AFB1-44C1-89B5-4E7084D30F2C}"/>
      </w:docPartPr>
      <w:docPartBody>
        <w:p w:rsidR="00685086" w:rsidRDefault="009F4FCF">
          <w:pPr>
            <w:pStyle w:val="1B25C96F02B549A4B4FB1EC4FC071D5A"/>
          </w:pPr>
          <w:r w:rsidRPr="00D11E46">
            <w:rPr>
              <w:rStyle w:val="PlaceholderText"/>
            </w:rPr>
            <w:t>Click</w:t>
          </w:r>
          <w:r w:rsidRPr="00D11E46">
            <w:rPr>
              <w:rStyle w:val="PlaceholderText"/>
            </w:rPr>
            <w:t xml:space="preserve"> or tap here to enter text.</w:t>
          </w:r>
        </w:p>
      </w:docPartBody>
    </w:docPart>
    <w:docPart>
      <w:docPartPr>
        <w:name w:val="4339981A9CDC43A7A5583611E006D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92BB5-6793-4A88-9C4D-43492D843E52}"/>
      </w:docPartPr>
      <w:docPartBody>
        <w:p w:rsidR="00685086" w:rsidRDefault="009F4FCF">
          <w:pPr>
            <w:pStyle w:val="4339981A9CDC43A7A5583611E006DDD2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44C7FCF0A85411183FCFC6E7258B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4F5386-2AFC-4377-A565-0BEC4EA285C2}"/>
      </w:docPartPr>
      <w:docPartBody>
        <w:p w:rsidR="00685086" w:rsidRDefault="009F4FCF">
          <w:pPr>
            <w:pStyle w:val="E44C7FCF0A85411183FCFC6E7258BACC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E946B45A1B4EFCAA6F25DB49339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364F8-2BCC-4198-955D-1977DDE6EE68}"/>
      </w:docPartPr>
      <w:docPartBody>
        <w:p w:rsidR="00685086" w:rsidRDefault="009F4FCF">
          <w:pPr>
            <w:pStyle w:val="4DE946B45A1B4EFCAA6F25DB493399BA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DAFCFECB8744D18F1B70CFA0B71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DD215-7F46-48EE-BA46-F07ECA2D13B0}"/>
      </w:docPartPr>
      <w:docPartBody>
        <w:p w:rsidR="00685086" w:rsidRDefault="009F4FCF">
          <w:pPr>
            <w:pStyle w:val="CADAFCFECB8744D18F1B70CFA0B7169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180D61870C49918D63018561E77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04190-C88F-4787-A2E3-0A1CF2CD760D}"/>
      </w:docPartPr>
      <w:docPartBody>
        <w:p w:rsidR="00685086" w:rsidRDefault="009F4FCF">
          <w:pPr>
            <w:pStyle w:val="90180D61870C49918D63018561E77905"/>
          </w:pPr>
          <w:r w:rsidRPr="00D11E46">
            <w:rPr>
              <w:rStyle w:val="PlaceholderText"/>
            </w:rPr>
            <w:t xml:space="preserve">Click or tap here to </w:t>
          </w:r>
          <w:r w:rsidRPr="00D11E46">
            <w:rPr>
              <w:rStyle w:val="PlaceholderText"/>
            </w:rPr>
            <w:t>enter text.</w:t>
          </w:r>
        </w:p>
      </w:docPartBody>
    </w:docPart>
    <w:docPart>
      <w:docPartPr>
        <w:name w:val="BB9536A7A061430296F54AF1168C4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E187C-1E98-4737-AFFE-B7D1D8FBC3EC}"/>
      </w:docPartPr>
      <w:docPartBody>
        <w:p w:rsidR="00685086" w:rsidRDefault="009F4FCF">
          <w:pPr>
            <w:pStyle w:val="BB9536A7A061430296F54AF1168C482F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41EED023C54C1A9139938C6E715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D49C0-F86E-4D07-8473-F7B02528EB19}"/>
      </w:docPartPr>
      <w:docPartBody>
        <w:p w:rsidR="00685086" w:rsidRDefault="009F4FCF">
          <w:pPr>
            <w:pStyle w:val="5C41EED023C54C1A9139938C6E71573B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8B00B1A6D4C19AA9A006B4974E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AEB65-DB89-4691-AC5C-E0C67B0A363F}"/>
      </w:docPartPr>
      <w:docPartBody>
        <w:p w:rsidR="00685086" w:rsidRDefault="009F4FCF">
          <w:pPr>
            <w:pStyle w:val="01C8B00B1A6D4C19AA9A006B4974E58B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92DCB18FD24DAA95DF8F3BEA303E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16BE9-02FB-4316-BAA7-1930269C36E5}"/>
      </w:docPartPr>
      <w:docPartBody>
        <w:p w:rsidR="00685086" w:rsidRDefault="009F4FCF">
          <w:pPr>
            <w:pStyle w:val="A992DCB18FD24DAA95DF8F3BEA303EF0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5DCD5C251045A3AFAD9EEC9A6A2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44825-165E-4A24-BDD9-5AC16E1A563C}"/>
      </w:docPartPr>
      <w:docPartBody>
        <w:p w:rsidR="00685086" w:rsidRDefault="009F4FCF">
          <w:pPr>
            <w:pStyle w:val="A75DCD5C251045A3AFAD9EEC9A6A2333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FB7AC362A14D658F9E9828C13F1B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0337B-E61A-4643-8047-67073426BD04}"/>
      </w:docPartPr>
      <w:docPartBody>
        <w:p w:rsidR="00685086" w:rsidRDefault="009F4FCF">
          <w:pPr>
            <w:pStyle w:val="D5FB7AC362A14D658F9E9828C13F1B0D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05B7BE75AC434A83DB47AA955DE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F5FA1-DADA-495C-BEE7-E75B93DC15AF}"/>
      </w:docPartPr>
      <w:docPartBody>
        <w:p w:rsidR="00685086" w:rsidRDefault="009F4FCF">
          <w:pPr>
            <w:pStyle w:val="5305B7BE75AC434A83DB47AA955DE279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B2FCF75BA9407392725ECF6DA016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933FD-761D-4278-9DBA-DDE687591C55}"/>
      </w:docPartPr>
      <w:docPartBody>
        <w:p w:rsidR="00685086" w:rsidRDefault="009F4FCF">
          <w:pPr>
            <w:pStyle w:val="01B2FCF75BA9407392725ECF6DA016BE"/>
          </w:pPr>
          <w:r w:rsidRPr="00D11E46">
            <w:rPr>
              <w:rStyle w:val="PlaceholderText"/>
            </w:rPr>
            <w:t xml:space="preserve">Click or tap </w:t>
          </w:r>
          <w:r w:rsidRPr="00D11E46">
            <w:rPr>
              <w:rStyle w:val="PlaceholderText"/>
            </w:rPr>
            <w:t>here to enter text.</w:t>
          </w:r>
        </w:p>
      </w:docPartBody>
    </w:docPart>
    <w:docPart>
      <w:docPartPr>
        <w:name w:val="12752593E32349FD894C5FE8DBD613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1AAEA2-ACDF-4B50-86AA-491321CBD17F}"/>
      </w:docPartPr>
      <w:docPartBody>
        <w:p w:rsidR="00685086" w:rsidRDefault="009F4FCF">
          <w:pPr>
            <w:pStyle w:val="12752593E32349FD894C5FE8DBD6130C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1861D4D9174227ABBCBA66C46A0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D4B91-CF5C-4561-BE70-89B74CB15130}"/>
      </w:docPartPr>
      <w:docPartBody>
        <w:p w:rsidR="00000000" w:rsidRDefault="009F4FCF" w:rsidP="009F4FCF">
          <w:pPr>
            <w:pStyle w:val="AF1861D4D9174227ABBCBA66C46A06B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CF3F8679B64DFFB2D70A828B1EC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412EB-F489-4E6F-BB7F-22E44C8F86D9}"/>
      </w:docPartPr>
      <w:docPartBody>
        <w:p w:rsidR="00000000" w:rsidRDefault="009F4FCF" w:rsidP="009F4FCF">
          <w:pPr>
            <w:pStyle w:val="26CF3F8679B64DFFB2D70A828B1ECF9E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A098EB2B104F29BE5350B742B13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EC8183-41F9-4292-B094-197577162161}"/>
      </w:docPartPr>
      <w:docPartBody>
        <w:p w:rsidR="00000000" w:rsidRDefault="009F4FCF" w:rsidP="009F4FCF">
          <w:pPr>
            <w:pStyle w:val="FEA098EB2B104F29BE5350B742B13586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A59D13EA034B1FBE4B264233480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76EF1-31E6-4E42-8717-2AAE834A582E}"/>
      </w:docPartPr>
      <w:docPartBody>
        <w:p w:rsidR="00000000" w:rsidRDefault="009F4FCF" w:rsidP="009F4FCF">
          <w:pPr>
            <w:pStyle w:val="40A59D13EA034B1FBE4B264233480631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796764C2D84DF5B538600B65CEB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E7934-CEA6-4509-B012-7A7BDD6D7629}"/>
      </w:docPartPr>
      <w:docPartBody>
        <w:p w:rsidR="00000000" w:rsidRDefault="009F4FCF" w:rsidP="009F4FCF">
          <w:pPr>
            <w:pStyle w:val="09796764C2D84DF5B538600B65CEB160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163B9451904C4FB71CC267A713D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2E145-64EC-4504-ABF3-274560A2E955}"/>
      </w:docPartPr>
      <w:docPartBody>
        <w:p w:rsidR="00000000" w:rsidRDefault="009F4FCF" w:rsidP="009F4FCF">
          <w:pPr>
            <w:pStyle w:val="24163B9451904C4FB71CC267A713D0F2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30A688AC5841F9AC9B9B5D7E4D2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D55BE-35AA-4A0A-B705-5684CB9F2687}"/>
      </w:docPartPr>
      <w:docPartBody>
        <w:p w:rsidR="00000000" w:rsidRDefault="009F4FCF" w:rsidP="009F4FCF">
          <w:pPr>
            <w:pStyle w:val="DC30A688AC5841F9AC9B9B5D7E4D283C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120715C7074C8AA3A08BC8BE970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225E2A-F970-4E81-9CCE-413AC7B74FB0}"/>
      </w:docPartPr>
      <w:docPartBody>
        <w:p w:rsidR="00000000" w:rsidRDefault="009F4FCF" w:rsidP="009F4FCF">
          <w:pPr>
            <w:pStyle w:val="61120715C7074C8AA3A08BC8BE97078E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7D45A5702D4A7D881A7BA1E76A5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C5BA8-D9C8-4599-8458-9D820ED0870C}"/>
      </w:docPartPr>
      <w:docPartBody>
        <w:p w:rsidR="00000000" w:rsidRDefault="009F4FCF" w:rsidP="009F4FCF">
          <w:pPr>
            <w:pStyle w:val="AD7D45A5702D4A7D881A7BA1E76A5410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22C97C1CB5487AAB0BFE5931B1C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6304A-5C6D-4316-ADF2-4C57F6E6E870}"/>
      </w:docPartPr>
      <w:docPartBody>
        <w:p w:rsidR="00000000" w:rsidRDefault="009F4FCF" w:rsidP="009F4FCF">
          <w:pPr>
            <w:pStyle w:val="DD22C97C1CB5487AAB0BFE5931B1C58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95CAC4B8794697BE091DCE315F06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8113D3-1D2F-40EF-8BF8-1DDD5192EC71}"/>
      </w:docPartPr>
      <w:docPartBody>
        <w:p w:rsidR="00000000" w:rsidRDefault="009F4FCF" w:rsidP="009F4FCF">
          <w:pPr>
            <w:pStyle w:val="7695CAC4B8794697BE091DCE315F06B4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5A80574DE74AFE939E9004E3F17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DB51AF-10E8-4F99-B3D8-7F3B408729FE}"/>
      </w:docPartPr>
      <w:docPartBody>
        <w:p w:rsidR="00000000" w:rsidRDefault="009F4FCF" w:rsidP="009F4FCF">
          <w:pPr>
            <w:pStyle w:val="415A80574DE74AFE939E9004E3F17A3D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CDE5D41CB642688951DD67DC0F1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7E776-DF91-429A-83B9-8EE1C197F035}"/>
      </w:docPartPr>
      <w:docPartBody>
        <w:p w:rsidR="00000000" w:rsidRDefault="009F4FCF" w:rsidP="009F4FCF">
          <w:pPr>
            <w:pStyle w:val="CACDE5D41CB642688951DD67DC0F1AF8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D584FC8EE74B5581BC079534531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7B3CE-A6FA-4839-A517-B79455167F55}"/>
      </w:docPartPr>
      <w:docPartBody>
        <w:p w:rsidR="00000000" w:rsidRDefault="009F4FCF" w:rsidP="009F4FCF">
          <w:pPr>
            <w:pStyle w:val="1BD584FC8EE74B5581BC0795345312CC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41334C6E9F4C86A1125C5CC65AD8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C64DF-ED8C-4133-B4C1-2EE0A649DEDC}"/>
      </w:docPartPr>
      <w:docPartBody>
        <w:p w:rsidR="00000000" w:rsidRDefault="009F4FCF" w:rsidP="009F4FCF">
          <w:pPr>
            <w:pStyle w:val="3F41334C6E9F4C86A1125C5CC65AD8A0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3B8FC093D943F883F0190371FB1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256A2-2342-4C0B-BD85-D976C32863EE}"/>
      </w:docPartPr>
      <w:docPartBody>
        <w:p w:rsidR="00000000" w:rsidRDefault="009F4FCF" w:rsidP="009F4FCF">
          <w:pPr>
            <w:pStyle w:val="A03B8FC093D943F883F0190371FB19CD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E90EC303D1449187579A4EAE940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C6B7A-6300-4F19-AD9A-DC1BA5B175D6}"/>
      </w:docPartPr>
      <w:docPartBody>
        <w:p w:rsidR="00000000" w:rsidRDefault="009F4FCF" w:rsidP="009F4FCF">
          <w:pPr>
            <w:pStyle w:val="7CE90EC303D1449187579A4EAE9401CF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32BCB011B545A08FC5848C25CDB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FA989-FE60-45D4-9156-8425C4A03D40}"/>
      </w:docPartPr>
      <w:docPartBody>
        <w:p w:rsidR="00000000" w:rsidRDefault="009F4FCF" w:rsidP="009F4FCF">
          <w:pPr>
            <w:pStyle w:val="0B32BCB011B545A08FC5848C25CDBE9B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B81482661C4583A09BC35B9AE47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7CC0F-9E26-44B2-BA54-2DD0DB7A1455}"/>
      </w:docPartPr>
      <w:docPartBody>
        <w:p w:rsidR="00000000" w:rsidRDefault="009F4FCF" w:rsidP="009F4FCF">
          <w:pPr>
            <w:pStyle w:val="3AB81482661C4583A09BC35B9AE4729D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C6F5ADF0084BC0B15623BFAA7E7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B6239-8752-47EF-AEAF-FDD9E13E8B93}"/>
      </w:docPartPr>
      <w:docPartBody>
        <w:p w:rsidR="00000000" w:rsidRDefault="009F4FCF" w:rsidP="009F4FCF">
          <w:pPr>
            <w:pStyle w:val="FEC6F5ADF0084BC0B15623BFAA7E7C1E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DEA5430B6A4E0ABD89EBCD02FE0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6C8522-268B-4BB4-8C99-1A95D2DFA0C1}"/>
      </w:docPartPr>
      <w:docPartBody>
        <w:p w:rsidR="00000000" w:rsidRDefault="009F4FCF" w:rsidP="009F4FCF">
          <w:pPr>
            <w:pStyle w:val="95DEA5430B6A4E0ABD89EBCD02FE0C60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771ACBC28B4FC1A18C0117000E1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2F538-86E0-4D96-8E6D-28B922521CEE}"/>
      </w:docPartPr>
      <w:docPartBody>
        <w:p w:rsidR="00000000" w:rsidRDefault="009F4FCF" w:rsidP="009F4FCF">
          <w:pPr>
            <w:pStyle w:val="79771ACBC28B4FC1A18C0117000E1D2C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D02AAB740C469B9C4C6825945CD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B082E-73ED-4FCD-BA52-2F35CCB2F6C1}"/>
      </w:docPartPr>
      <w:docPartBody>
        <w:p w:rsidR="00000000" w:rsidRDefault="009F4FCF" w:rsidP="009F4FCF">
          <w:pPr>
            <w:pStyle w:val="EED02AAB740C469B9C4C6825945CDE9A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3001B9391A418FA2AD94C376498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8FFA8-69C7-4605-936A-C0050EA7F2F4}"/>
      </w:docPartPr>
      <w:docPartBody>
        <w:p w:rsidR="00000000" w:rsidRDefault="009F4FCF" w:rsidP="009F4FCF">
          <w:pPr>
            <w:pStyle w:val="A03001B9391A418FA2AD94C376498704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655BF20CCE4A64833C84938DE20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1C65E-D5E9-4FA5-8ED3-755E95B91E99}"/>
      </w:docPartPr>
      <w:docPartBody>
        <w:p w:rsidR="00000000" w:rsidRDefault="009F4FCF" w:rsidP="009F4FCF">
          <w:pPr>
            <w:pStyle w:val="0B655BF20CCE4A64833C84938DE20CD0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D56A6A62754E4194411A0B747BE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09A9B-8966-4D91-B81D-A9A710235143}"/>
      </w:docPartPr>
      <w:docPartBody>
        <w:p w:rsidR="00000000" w:rsidRDefault="009F4FCF" w:rsidP="009F4FCF">
          <w:pPr>
            <w:pStyle w:val="C7D56A6A62754E4194411A0B747BE19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2EA4C79A55434FB264E87622999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16D9A-3673-4155-993F-3827D3168CC0}"/>
      </w:docPartPr>
      <w:docPartBody>
        <w:p w:rsidR="00000000" w:rsidRDefault="009F4FCF" w:rsidP="009F4FCF">
          <w:pPr>
            <w:pStyle w:val="4D2EA4C79A55434FB264E87622999991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665930C04402E8D002A7B4E71B2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93A9C-DF37-444F-91A5-BA106677FA46}"/>
      </w:docPartPr>
      <w:docPartBody>
        <w:p w:rsidR="00000000" w:rsidRDefault="009F4FCF" w:rsidP="009F4FCF">
          <w:pPr>
            <w:pStyle w:val="8B1665930C04402E8D002A7B4E71B2AF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13F317EE2D42E091DBF72754FC0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83DE4-8528-4E96-B267-E64B925D66DF}"/>
      </w:docPartPr>
      <w:docPartBody>
        <w:p w:rsidR="00000000" w:rsidRDefault="009F4FCF" w:rsidP="009F4FCF">
          <w:pPr>
            <w:pStyle w:val="9013F317EE2D42E091DBF72754FC0874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FD1C9E543249C698558735691DE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0194E-C574-4F3E-84CB-FDD4CF0A62CC}"/>
      </w:docPartPr>
      <w:docPartBody>
        <w:p w:rsidR="00000000" w:rsidRDefault="009F4FCF" w:rsidP="009F4FCF">
          <w:pPr>
            <w:pStyle w:val="46FD1C9E543249C698558735691DE50E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F318F5E7A8495CA6946E471768B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EF2E1-A2A4-4D8C-BFE6-52BEF5283669}"/>
      </w:docPartPr>
      <w:docPartBody>
        <w:p w:rsidR="00000000" w:rsidRDefault="009F4FCF" w:rsidP="009F4FCF">
          <w:pPr>
            <w:pStyle w:val="23F318F5E7A8495CA6946E471768BC0A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AD81835B2046A5B83F73EBE8CF0D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C7564-3799-4F99-98F3-B6C358CDF9C2}"/>
      </w:docPartPr>
      <w:docPartBody>
        <w:p w:rsidR="00000000" w:rsidRDefault="009F4FCF" w:rsidP="009F4FCF">
          <w:pPr>
            <w:pStyle w:val="FCAD81835B2046A5B83F73EBE8CF0DA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66F7CBA1D248F0B93D7AB52702E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2E88D-62CD-4FF7-97AD-2EB9B9509876}"/>
      </w:docPartPr>
      <w:docPartBody>
        <w:p w:rsidR="00000000" w:rsidRDefault="009F4FCF" w:rsidP="009F4FCF">
          <w:pPr>
            <w:pStyle w:val="BA66F7CBA1D248F0B93D7AB52702EAA7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53A759A23C478796484CCD9173C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986DE-3208-4AD9-A77B-B39E21392B03}"/>
      </w:docPartPr>
      <w:docPartBody>
        <w:p w:rsidR="00000000" w:rsidRDefault="009F4FCF" w:rsidP="009F4FCF">
          <w:pPr>
            <w:pStyle w:val="F953A759A23C478796484CCD9173C2FF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A300E761F04C3CA355284E7D5E9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D2F65-7F4C-47BB-8D71-072767100932}"/>
      </w:docPartPr>
      <w:docPartBody>
        <w:p w:rsidR="00000000" w:rsidRDefault="009F4FCF" w:rsidP="009F4FCF">
          <w:pPr>
            <w:pStyle w:val="0DA300E761F04C3CA355284E7D5E9F36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8594C5F5CB4A018641A1E679BEE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2B8DE6-10F2-4F8E-87D1-0DAD971C0E19}"/>
      </w:docPartPr>
      <w:docPartBody>
        <w:p w:rsidR="00000000" w:rsidRDefault="009F4FCF" w:rsidP="009F4FCF">
          <w:pPr>
            <w:pStyle w:val="9E8594C5F5CB4A018641A1E679BEE649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FCEBE650F433280FBE4F7A609AD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9846E9-F3C3-4909-997F-011FFECB3037}"/>
      </w:docPartPr>
      <w:docPartBody>
        <w:p w:rsidR="00000000" w:rsidRDefault="009F4FCF" w:rsidP="009F4FCF">
          <w:pPr>
            <w:pStyle w:val="C1CFCEBE650F433280FBE4F7A609AD34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2B7E75B96640DABDF79FC01DCC1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873DD-2197-4E90-9DF1-38D6F19EBB06}"/>
      </w:docPartPr>
      <w:docPartBody>
        <w:p w:rsidR="00000000" w:rsidRDefault="009F4FCF" w:rsidP="009F4FCF">
          <w:pPr>
            <w:pStyle w:val="722B7E75B96640DABDF79FC01DCC1D08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08321B221649EDB559D45C350C7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613DD1-A22C-4090-8903-93ABB18CF824}"/>
      </w:docPartPr>
      <w:docPartBody>
        <w:p w:rsidR="00000000" w:rsidRDefault="009F4FCF" w:rsidP="009F4FCF">
          <w:pPr>
            <w:pStyle w:val="C108321B221649EDB559D45C350C777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E2D59176FD499A835097095314C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874C5-1D3C-4EA6-83D5-C780B434C280}"/>
      </w:docPartPr>
      <w:docPartBody>
        <w:p w:rsidR="00000000" w:rsidRDefault="009F4FCF" w:rsidP="009F4FCF">
          <w:pPr>
            <w:pStyle w:val="81E2D59176FD499A835097095314C983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0AFE0D18844A3B941700503B27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7531B-1902-4C4C-9347-7DD998130FDC}"/>
      </w:docPartPr>
      <w:docPartBody>
        <w:p w:rsidR="00000000" w:rsidRDefault="009F4FCF" w:rsidP="009F4FCF">
          <w:pPr>
            <w:pStyle w:val="F10AFE0D18844A3B941700503B27B5EE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4E5CDCB9BD460D9E52C3024988C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01C7EA-F207-4611-83CE-CFE2F1C110CD}"/>
      </w:docPartPr>
      <w:docPartBody>
        <w:p w:rsidR="00000000" w:rsidRDefault="009F4FCF" w:rsidP="009F4FCF">
          <w:pPr>
            <w:pStyle w:val="6A4E5CDCB9BD460D9E52C3024988CFC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7B761EDBF04EC5B761E1ED753A8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0F6B-B9E5-4F99-A98D-5719B80509AC}"/>
      </w:docPartPr>
      <w:docPartBody>
        <w:p w:rsidR="00000000" w:rsidRDefault="009F4FCF" w:rsidP="009F4FCF">
          <w:pPr>
            <w:pStyle w:val="8F7B761EDBF04EC5B761E1ED753A86DC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4C767EA296425885FFEFBC5B8BA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AF553-1A50-49E9-B9C8-BC7E2071A497}"/>
      </w:docPartPr>
      <w:docPartBody>
        <w:p w:rsidR="00000000" w:rsidRDefault="009F4FCF" w:rsidP="009F4FCF">
          <w:pPr>
            <w:pStyle w:val="354C767EA296425885FFEFBC5B8BAFFD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5B676B374046DC87C20FBB9789E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A3ECC-205C-454C-99E1-2BCD7DC2C0C9}"/>
      </w:docPartPr>
      <w:docPartBody>
        <w:p w:rsidR="00000000" w:rsidRDefault="009F4FCF" w:rsidP="009F4FCF">
          <w:pPr>
            <w:pStyle w:val="835B676B374046DC87C20FBB9789ECC1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7EF8D3168C4BF6A305FEC54608E5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6A571-5BCD-4250-B43D-D138D4D654AD}"/>
      </w:docPartPr>
      <w:docPartBody>
        <w:p w:rsidR="00000000" w:rsidRDefault="009F4FCF" w:rsidP="009F4FCF">
          <w:pPr>
            <w:pStyle w:val="8B7EF8D3168C4BF6A305FEC54608E58C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3B4912937B4E70BFE0F521F6C21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D7BC86-DA73-416C-A3B5-6ECB7092E76A}"/>
      </w:docPartPr>
      <w:docPartBody>
        <w:p w:rsidR="00000000" w:rsidRDefault="009F4FCF" w:rsidP="009F4FCF">
          <w:pPr>
            <w:pStyle w:val="143B4912937B4E70BFE0F521F6C214C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78545621C54134B62E4C3F64BB7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B471B-A84C-4136-A35D-14A6AAE675F7}"/>
      </w:docPartPr>
      <w:docPartBody>
        <w:p w:rsidR="00000000" w:rsidRDefault="009F4FCF" w:rsidP="009F4FCF">
          <w:pPr>
            <w:pStyle w:val="7E78545621C54134B62E4C3F64BB7A0F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9EE368D4FB428A9B7EA65A97CA3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3C4C0-0C0F-4A9E-BC25-E53FAFFE8916}"/>
      </w:docPartPr>
      <w:docPartBody>
        <w:p w:rsidR="00000000" w:rsidRDefault="009F4FCF" w:rsidP="009F4FCF">
          <w:pPr>
            <w:pStyle w:val="A49EE368D4FB428A9B7EA65A97CA3A82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70A64895D847E99AA6E6F213676F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F0068-B75B-4A9B-BC40-B2213B10900A}"/>
      </w:docPartPr>
      <w:docPartBody>
        <w:p w:rsidR="00000000" w:rsidRDefault="009F4FCF" w:rsidP="009F4FCF">
          <w:pPr>
            <w:pStyle w:val="D270A64895D847E99AA6E6F213676F54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A161DACE9048649BB35239C5D0A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04C1F-6B8A-4916-9FE9-ADBA6D0D8021}"/>
      </w:docPartPr>
      <w:docPartBody>
        <w:p w:rsidR="00000000" w:rsidRDefault="009F4FCF" w:rsidP="009F4FCF">
          <w:pPr>
            <w:pStyle w:val="F1A161DACE9048649BB35239C5D0A5AE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FDF017291842DDBCA72A58AA9E53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E2F06-4F0E-4CE3-9CB2-8CC5374671F2}"/>
      </w:docPartPr>
      <w:docPartBody>
        <w:p w:rsidR="00000000" w:rsidRDefault="009F4FCF" w:rsidP="009F4FCF">
          <w:pPr>
            <w:pStyle w:val="66FDF017291842DDBCA72A58AA9E53DD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ABED2F2B1746EBA19BE4DC01D85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F6CEB-8792-4B91-91B4-16FCFC8CE947}"/>
      </w:docPartPr>
      <w:docPartBody>
        <w:p w:rsidR="00000000" w:rsidRDefault="009F4FCF" w:rsidP="009F4FCF">
          <w:pPr>
            <w:pStyle w:val="82ABED2F2B1746EBA19BE4DC01D85F3E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C73345E9244A34A3BF01BC1B631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9A11E-A547-48D9-A670-598195A32175}"/>
      </w:docPartPr>
      <w:docPartBody>
        <w:p w:rsidR="00000000" w:rsidRDefault="009F4FCF" w:rsidP="009F4FCF">
          <w:pPr>
            <w:pStyle w:val="6DC73345E9244A34A3BF01BC1B6312D7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37C3C9B53748D38BB0896EB673A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A038B-DC04-41BC-BF40-B68C396AA7FF}"/>
      </w:docPartPr>
      <w:docPartBody>
        <w:p w:rsidR="00000000" w:rsidRDefault="009F4FCF" w:rsidP="009F4FCF">
          <w:pPr>
            <w:pStyle w:val="AB37C3C9B53748D38BB0896EB673A86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85EC6ED4194DF48ABD6F2879E2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44AE6-D953-4046-B8A2-EF1AD168E4F1}"/>
      </w:docPartPr>
      <w:docPartBody>
        <w:p w:rsidR="00000000" w:rsidRDefault="009F4FCF" w:rsidP="009F4FCF">
          <w:pPr>
            <w:pStyle w:val="6A85EC6ED4194DF48ABD6F2879E2962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892C8904C5479AB082B6744F4DB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2DF8CE-C160-4BBC-B022-1D71AE1EA260}"/>
      </w:docPartPr>
      <w:docPartBody>
        <w:p w:rsidR="00000000" w:rsidRDefault="009F4FCF" w:rsidP="009F4FCF">
          <w:pPr>
            <w:pStyle w:val="61892C8904C5479AB082B6744F4DB639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B7D815F3FF4072AAE359069CEFE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E5845-12BC-4A44-A0EF-6C0613D230A4}"/>
      </w:docPartPr>
      <w:docPartBody>
        <w:p w:rsidR="00000000" w:rsidRDefault="009F4FCF" w:rsidP="009F4FCF">
          <w:pPr>
            <w:pStyle w:val="E6B7D815F3FF4072AAE359069CEFEFE6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C8112F196D4AC99735F3F857A94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DFD97-ABD4-4452-B5E4-B812DDBB4DAB}"/>
      </w:docPartPr>
      <w:docPartBody>
        <w:p w:rsidR="00000000" w:rsidRDefault="009F4FCF" w:rsidP="009F4FCF">
          <w:pPr>
            <w:pStyle w:val="6BC8112F196D4AC99735F3F857A9410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D150C3072DB499282B1F973E30F6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340A4-3A7C-4F21-BF08-711DDD6B9796}"/>
      </w:docPartPr>
      <w:docPartBody>
        <w:p w:rsidR="00000000" w:rsidRDefault="009F4FCF" w:rsidP="009F4FCF">
          <w:pPr>
            <w:pStyle w:val="CD150C3072DB499282B1F973E30F67FE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F5CACE85DA443688CD89588F7F0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5775B-7988-4211-BD01-756DF3A4361A}"/>
      </w:docPartPr>
      <w:docPartBody>
        <w:p w:rsidR="00000000" w:rsidRDefault="009F4FCF" w:rsidP="009F4FCF">
          <w:pPr>
            <w:pStyle w:val="7AF5CACE85DA443688CD89588F7F0397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38CCE4CFC24C459EE379A378468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DBB55-BC3F-44B2-8333-E54260A2D4BB}"/>
      </w:docPartPr>
      <w:docPartBody>
        <w:p w:rsidR="00000000" w:rsidRDefault="009F4FCF" w:rsidP="009F4FCF">
          <w:pPr>
            <w:pStyle w:val="AE38CCE4CFC24C459EE379A378468A68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1D00B5CFD743059AD2ED8589C2B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04349-6A2A-49FD-9CF5-05431782D04B}"/>
      </w:docPartPr>
      <w:docPartBody>
        <w:p w:rsidR="00000000" w:rsidRDefault="009F4FCF" w:rsidP="009F4FCF">
          <w:pPr>
            <w:pStyle w:val="021D00B5CFD743059AD2ED8589C2B0B3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F43983A5654061ADCEB5D4A65ED0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49916-5B74-4474-9F4F-261BC1054B19}"/>
      </w:docPartPr>
      <w:docPartBody>
        <w:p w:rsidR="00000000" w:rsidRDefault="009F4FCF" w:rsidP="009F4FCF">
          <w:pPr>
            <w:pStyle w:val="62F43983A5654061ADCEB5D4A65ED066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66562522B849F2848E88EC23C71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EAEFC-9584-4E65-A9F6-F59581E18FA5}"/>
      </w:docPartPr>
      <w:docPartBody>
        <w:p w:rsidR="00000000" w:rsidRDefault="009F4FCF" w:rsidP="009F4FCF">
          <w:pPr>
            <w:pStyle w:val="3166562522B849F2848E88EC23C71A5A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52633DEFEFF455C9156C76ACD736F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D03DBA-08C5-4097-B40C-6446B2B886C2}"/>
      </w:docPartPr>
      <w:docPartBody>
        <w:p w:rsidR="00000000" w:rsidRDefault="009F4FCF" w:rsidP="009F4FCF">
          <w:pPr>
            <w:pStyle w:val="852633DEFEFF455C9156C76ACD736F17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1658D76DF04DFC9388D191B2597C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C1170-B667-414D-A552-2B6AB62F523F}"/>
      </w:docPartPr>
      <w:docPartBody>
        <w:p w:rsidR="00000000" w:rsidRDefault="009F4FCF" w:rsidP="009F4FCF">
          <w:pPr>
            <w:pStyle w:val="C91658D76DF04DFC9388D191B2597C84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CA1A9BCD594A9FB10457258033D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D6B38-9910-4623-80D3-655AF6D6B8B7}"/>
      </w:docPartPr>
      <w:docPartBody>
        <w:p w:rsidR="00000000" w:rsidRDefault="009F4FCF" w:rsidP="009F4FCF">
          <w:pPr>
            <w:pStyle w:val="D1CA1A9BCD594A9FB10457258033D562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CE8ED6993D4D4ABA6B30519799A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A0DB4-3231-422F-B9BA-6BDAE4418D83}"/>
      </w:docPartPr>
      <w:docPartBody>
        <w:p w:rsidR="00000000" w:rsidRDefault="009F4FCF" w:rsidP="009F4FCF">
          <w:pPr>
            <w:pStyle w:val="DFCE8ED6993D4D4ABA6B30519799A062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56B4C9F4BB423691D07B7E0387A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BED08-42EC-4059-9EE7-12BB9DBA234C}"/>
      </w:docPartPr>
      <w:docPartBody>
        <w:p w:rsidR="00000000" w:rsidRDefault="009F4FCF" w:rsidP="009F4FCF">
          <w:pPr>
            <w:pStyle w:val="AD56B4C9F4BB423691D07B7E0387A590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05EFCD949641CFA40FE49BC7A5C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1032C-4B7D-4596-8E01-9CCB6F613534}"/>
      </w:docPartPr>
      <w:docPartBody>
        <w:p w:rsidR="00000000" w:rsidRDefault="009F4FCF" w:rsidP="009F4FCF">
          <w:pPr>
            <w:pStyle w:val="BE05EFCD949641CFA40FE49BC7A5CE82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8F35F39B09944768D46E01AC1C65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29451-06F4-4368-AA01-743B91892323}"/>
      </w:docPartPr>
      <w:docPartBody>
        <w:p w:rsidR="00000000" w:rsidRDefault="009F4FCF" w:rsidP="009F4FCF">
          <w:pPr>
            <w:pStyle w:val="B8F35F39B09944768D46E01AC1C65B1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84A60AD10BE452B8AE8DE636570E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5EBFE-6308-4219-9E16-22969D5DD2BD}"/>
      </w:docPartPr>
      <w:docPartBody>
        <w:p w:rsidR="00000000" w:rsidRDefault="009F4FCF" w:rsidP="009F4FCF">
          <w:pPr>
            <w:pStyle w:val="B84A60AD10BE452B8AE8DE636570E0B2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D9D5C6A5FA4406A1899F027C4F6F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4BBDC-CE88-4CE4-854B-FD30B0CC43B5}"/>
      </w:docPartPr>
      <w:docPartBody>
        <w:p w:rsidR="00000000" w:rsidRDefault="009F4FCF" w:rsidP="009F4FCF">
          <w:pPr>
            <w:pStyle w:val="54D9D5C6A5FA4406A1899F027C4F6F1E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46DDB8D2942C3853418AF870EA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047F0-149C-43C7-A0C3-F657983511E3}"/>
      </w:docPartPr>
      <w:docPartBody>
        <w:p w:rsidR="00000000" w:rsidRDefault="009F4FCF" w:rsidP="009F4FCF">
          <w:pPr>
            <w:pStyle w:val="0D946DDB8D2942C3853418AF870EA849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EF1BBD1D1A4DD1BD2438F1B75BE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12B9A-472F-4509-A33A-B608D8554E76}"/>
      </w:docPartPr>
      <w:docPartBody>
        <w:p w:rsidR="00000000" w:rsidRDefault="009F4FCF" w:rsidP="009F4FCF">
          <w:pPr>
            <w:pStyle w:val="F4EF1BBD1D1A4DD1BD2438F1B75BEFA3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51CE0CFD6CD4608843697CAADF81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A4B39-461C-4202-8C62-2375B52FE104}"/>
      </w:docPartPr>
      <w:docPartBody>
        <w:p w:rsidR="00000000" w:rsidRDefault="009F4FCF" w:rsidP="009F4FCF">
          <w:pPr>
            <w:pStyle w:val="851CE0CFD6CD4608843697CAADF81E28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51F794B8DE44A5AC447B97F02E6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B1247-6840-48BD-B1F4-B0BB372E10A2}"/>
      </w:docPartPr>
      <w:docPartBody>
        <w:p w:rsidR="00000000" w:rsidRDefault="009F4FCF" w:rsidP="009F4FCF">
          <w:pPr>
            <w:pStyle w:val="5C51F794B8DE44A5AC447B97F02E6EDA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F5E0767E974B3089AD4C252C67E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76D6D2-29FE-47AD-9139-0894D4C51F6B}"/>
      </w:docPartPr>
      <w:docPartBody>
        <w:p w:rsidR="00000000" w:rsidRDefault="009F4FCF" w:rsidP="009F4FCF">
          <w:pPr>
            <w:pStyle w:val="72F5E0767E974B3089AD4C252C67E87E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CBE8A2792D4D7CBAE34138C48C4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B3087E-2A4E-4D51-A5B3-05200D6D6EE5}"/>
      </w:docPartPr>
      <w:docPartBody>
        <w:p w:rsidR="00000000" w:rsidRDefault="009F4FCF" w:rsidP="009F4FCF">
          <w:pPr>
            <w:pStyle w:val="0DCBE8A2792D4D7CBAE34138C48C43D9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95E36B093E43CCBF93A9A41E093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5B709-D9E8-4D16-B001-A272EA067EA2}"/>
      </w:docPartPr>
      <w:docPartBody>
        <w:p w:rsidR="00000000" w:rsidRDefault="009F4FCF" w:rsidP="009F4FCF">
          <w:pPr>
            <w:pStyle w:val="8295E36B093E43CCBF93A9A41E0933BA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0CFE4EB49743F0BBDAB2B78EDBE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6E408-2FA0-48E3-BC5E-F65DCB071302}"/>
      </w:docPartPr>
      <w:docPartBody>
        <w:p w:rsidR="00000000" w:rsidRDefault="009F4FCF" w:rsidP="009F4FCF">
          <w:pPr>
            <w:pStyle w:val="CA0CFE4EB49743F0BBDAB2B78EDBEB99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F5050602C24B16AC269A32DBFA0B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7113D-B137-4B41-8607-3790EB728FDF}"/>
      </w:docPartPr>
      <w:docPartBody>
        <w:p w:rsidR="00000000" w:rsidRDefault="009F4FCF" w:rsidP="009F4FCF">
          <w:pPr>
            <w:pStyle w:val="8CF5050602C24B16AC269A32DBFA0B0D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441C9D7B83B4543A32AFE90B75312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DED49-B684-4047-962C-0226E8B2921D}"/>
      </w:docPartPr>
      <w:docPartBody>
        <w:p w:rsidR="00000000" w:rsidRDefault="009F4FCF" w:rsidP="009F4FCF">
          <w:pPr>
            <w:pStyle w:val="9441C9D7B83B4543A32AFE90B75312B2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5CB4B6D32349F4B180CA68149EB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481CD-5C15-4119-886A-47C50BF6D110}"/>
      </w:docPartPr>
      <w:docPartBody>
        <w:p w:rsidR="00000000" w:rsidRDefault="009F4FCF" w:rsidP="009F4FCF">
          <w:pPr>
            <w:pStyle w:val="1C5CB4B6D32349F4B180CA68149EBD7A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7E80105A874098852B75912B1A3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CE3BA-7A81-4F7D-9EAE-55D25533024D}"/>
      </w:docPartPr>
      <w:docPartBody>
        <w:p w:rsidR="00000000" w:rsidRDefault="009F4FCF" w:rsidP="009F4FCF">
          <w:pPr>
            <w:pStyle w:val="E57E80105A874098852B75912B1A34CD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C204E16BBB420EAA4C00409763D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6ACA4-B055-472D-8A94-26A292C78D3F}"/>
      </w:docPartPr>
      <w:docPartBody>
        <w:p w:rsidR="00000000" w:rsidRDefault="009F4FCF" w:rsidP="009F4FCF">
          <w:pPr>
            <w:pStyle w:val="C7C204E16BBB420EAA4C00409763D7B1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59C91DF2A54D0A8DB8BA5AA9DF4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C242A7-F870-48E5-A399-9293EBFF9F17}"/>
      </w:docPartPr>
      <w:docPartBody>
        <w:p w:rsidR="00000000" w:rsidRDefault="009F4FCF" w:rsidP="009F4FCF">
          <w:pPr>
            <w:pStyle w:val="B259C91DF2A54D0A8DB8BA5AA9DF4045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8712ED570347F690E0271C707CD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F051B-4A9A-4F50-B250-71FE35395956}"/>
      </w:docPartPr>
      <w:docPartBody>
        <w:p w:rsidR="00000000" w:rsidRDefault="009F4FCF" w:rsidP="009F4FCF">
          <w:pPr>
            <w:pStyle w:val="4A8712ED570347F690E0271C707CD489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96BD8382204021BCC7008F3EA08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9A086-269B-4BBA-8ACE-1049C030173D}"/>
      </w:docPartPr>
      <w:docPartBody>
        <w:p w:rsidR="00000000" w:rsidRDefault="009F4FCF" w:rsidP="009F4FCF">
          <w:pPr>
            <w:pStyle w:val="6896BD8382204021BCC7008F3EA08CA0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6A5DDFC3864442BB397E77A2FAF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1A5E4C-8CCF-48F2-BCA4-0F8E7D1EF034}"/>
      </w:docPartPr>
      <w:docPartBody>
        <w:p w:rsidR="00000000" w:rsidRDefault="009F4FCF" w:rsidP="009F4FCF">
          <w:pPr>
            <w:pStyle w:val="036A5DDFC3864442BB397E77A2FAF6F8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5C2B90D242C49ABA9442363BC2B3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747D8-A1BB-455D-BBEB-1898D09659B5}"/>
      </w:docPartPr>
      <w:docPartBody>
        <w:p w:rsidR="00000000" w:rsidRDefault="009F4FCF" w:rsidP="009F4FCF">
          <w:pPr>
            <w:pStyle w:val="75C2B90D242C49ABA9442363BC2B377C"/>
          </w:pPr>
          <w:r w:rsidRPr="00D11E4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Cond">
    <w:altName w:val="Arial"/>
    <w:charset w:val="00"/>
    <w:family w:val="swiss"/>
    <w:pitch w:val="variable"/>
    <w:sig w:usb0="2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A7C"/>
    <w:rsid w:val="0021111D"/>
    <w:rsid w:val="00563EA6"/>
    <w:rsid w:val="00685086"/>
    <w:rsid w:val="009F4FCF"/>
    <w:rsid w:val="00EC087B"/>
    <w:rsid w:val="00FD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4FCF"/>
    <w:rPr>
      <w:color w:val="808080"/>
    </w:rPr>
  </w:style>
  <w:style w:type="paragraph" w:customStyle="1" w:styleId="E89B24BE2A144847B91BE904DEB29656">
    <w:name w:val="E89B24BE2A144847B91BE904DEB29656"/>
  </w:style>
  <w:style w:type="paragraph" w:customStyle="1" w:styleId="C2361C0E83A040B4BE8454BEFB2ED296">
    <w:name w:val="C2361C0E83A040B4BE8454BEFB2ED296"/>
  </w:style>
  <w:style w:type="paragraph" w:customStyle="1" w:styleId="AFD52C00CC87426596BED73E4A7FE56F">
    <w:name w:val="AFD52C00CC87426596BED73E4A7FE56F"/>
  </w:style>
  <w:style w:type="paragraph" w:customStyle="1" w:styleId="4DAAA191279646B68D4155976DEC6B81">
    <w:name w:val="4DAAA191279646B68D4155976DEC6B81"/>
  </w:style>
  <w:style w:type="paragraph" w:customStyle="1" w:styleId="65477714FCAB4EEB8DEF3238358C13A1">
    <w:name w:val="65477714FCAB4EEB8DEF3238358C13A1"/>
  </w:style>
  <w:style w:type="paragraph" w:customStyle="1" w:styleId="7F5BBD70908F4120B7AA3CDEEFD762A5">
    <w:name w:val="7F5BBD70908F4120B7AA3CDEEFD762A5"/>
  </w:style>
  <w:style w:type="paragraph" w:customStyle="1" w:styleId="D3F579B7C0604CD6B9F304E4CD57163B">
    <w:name w:val="D3F579B7C0604CD6B9F304E4CD57163B"/>
  </w:style>
  <w:style w:type="paragraph" w:customStyle="1" w:styleId="2D761875752040FFBD4E48E11C13FAA8">
    <w:name w:val="2D761875752040FFBD4E48E11C13FAA8"/>
  </w:style>
  <w:style w:type="paragraph" w:customStyle="1" w:styleId="0798F451AD2A4BF388B2892E041CE052">
    <w:name w:val="0798F451AD2A4BF388B2892E041CE052"/>
  </w:style>
  <w:style w:type="paragraph" w:customStyle="1" w:styleId="DECFD083F6D34DF994ED4A422A39941B">
    <w:name w:val="DECFD083F6D34DF994ED4A422A39941B"/>
  </w:style>
  <w:style w:type="paragraph" w:customStyle="1" w:styleId="7C0D7F7F18284D6794F79F88DA7D6D48">
    <w:name w:val="7C0D7F7F18284D6794F79F88DA7D6D48"/>
  </w:style>
  <w:style w:type="paragraph" w:customStyle="1" w:styleId="F99971C431624721BF4726CCB4856B01">
    <w:name w:val="F99971C431624721BF4726CCB4856B01"/>
  </w:style>
  <w:style w:type="paragraph" w:customStyle="1" w:styleId="643606F32F9F4AAD9F95656278358CB4">
    <w:name w:val="643606F32F9F4AAD9F95656278358CB4"/>
  </w:style>
  <w:style w:type="paragraph" w:customStyle="1" w:styleId="60C1255A8B944E88AF7512684812110C">
    <w:name w:val="60C1255A8B944E88AF7512684812110C"/>
  </w:style>
  <w:style w:type="paragraph" w:customStyle="1" w:styleId="62BC3625CF0643CDBC6E849A88FAA9DB">
    <w:name w:val="62BC3625CF0643CDBC6E849A88FAA9DB"/>
  </w:style>
  <w:style w:type="paragraph" w:customStyle="1" w:styleId="CFB7DC4DF0B649CA8F127C805F762A88">
    <w:name w:val="CFB7DC4DF0B649CA8F127C805F762A88"/>
  </w:style>
  <w:style w:type="paragraph" w:customStyle="1" w:styleId="B32F1384924140E986C3042EC41147F3">
    <w:name w:val="B32F1384924140E986C3042EC41147F3"/>
  </w:style>
  <w:style w:type="paragraph" w:customStyle="1" w:styleId="E8DA3F95C0E547769F586CA4CCF705A8">
    <w:name w:val="E8DA3F95C0E547769F586CA4CCF705A8"/>
  </w:style>
  <w:style w:type="paragraph" w:customStyle="1" w:styleId="E393905A2DE748DAB6539643111EAB9E">
    <w:name w:val="E393905A2DE748DAB6539643111EAB9E"/>
  </w:style>
  <w:style w:type="paragraph" w:customStyle="1" w:styleId="65C01B73BA8245D5913C000F54A56C22">
    <w:name w:val="65C01B73BA8245D5913C000F54A56C22"/>
  </w:style>
  <w:style w:type="paragraph" w:customStyle="1" w:styleId="E7119C5E0ADC43A886C9478B3F7C9F30">
    <w:name w:val="E7119C5E0ADC43A886C9478B3F7C9F30"/>
  </w:style>
  <w:style w:type="paragraph" w:customStyle="1" w:styleId="291D2DAA266A4EBFB51259F6AC4CBFE1">
    <w:name w:val="291D2DAA266A4EBFB51259F6AC4CBFE1"/>
  </w:style>
  <w:style w:type="paragraph" w:customStyle="1" w:styleId="DDEEDC039FBD42EA97C97293B8CD8CAB">
    <w:name w:val="DDEEDC039FBD42EA97C97293B8CD8CAB"/>
  </w:style>
  <w:style w:type="paragraph" w:customStyle="1" w:styleId="1B25C96F02B549A4B4FB1EC4FC071D5A">
    <w:name w:val="1B25C96F02B549A4B4FB1EC4FC071D5A"/>
  </w:style>
  <w:style w:type="paragraph" w:customStyle="1" w:styleId="4339981A9CDC43A7A5583611E006DDD2">
    <w:name w:val="4339981A9CDC43A7A5583611E006DDD2"/>
  </w:style>
  <w:style w:type="paragraph" w:customStyle="1" w:styleId="E44C7FCF0A85411183FCFC6E7258BACC">
    <w:name w:val="E44C7FCF0A85411183FCFC6E7258BACC"/>
  </w:style>
  <w:style w:type="paragraph" w:customStyle="1" w:styleId="4DE946B45A1B4EFCAA6F25DB493399BA">
    <w:name w:val="4DE946B45A1B4EFCAA6F25DB493399BA"/>
  </w:style>
  <w:style w:type="paragraph" w:customStyle="1" w:styleId="940DF9EAFAA4486C86BB49CA0C425FD1">
    <w:name w:val="940DF9EAFAA4486C86BB49CA0C425FD1"/>
  </w:style>
  <w:style w:type="paragraph" w:customStyle="1" w:styleId="2749A7EEDB7244BFA4BA047497EACDF5">
    <w:name w:val="2749A7EEDB7244BFA4BA047497EACDF5"/>
  </w:style>
  <w:style w:type="paragraph" w:customStyle="1" w:styleId="CADAFCFECB8744D18F1B70CFA0B71695">
    <w:name w:val="CADAFCFECB8744D18F1B70CFA0B71695"/>
  </w:style>
  <w:style w:type="paragraph" w:customStyle="1" w:styleId="90180D61870C49918D63018561E77905">
    <w:name w:val="90180D61870C49918D63018561E77905"/>
  </w:style>
  <w:style w:type="paragraph" w:customStyle="1" w:styleId="BB9536A7A061430296F54AF1168C482F">
    <w:name w:val="BB9536A7A061430296F54AF1168C482F"/>
  </w:style>
  <w:style w:type="paragraph" w:customStyle="1" w:styleId="5C41EED023C54C1A9139938C6E71573B">
    <w:name w:val="5C41EED023C54C1A9139938C6E71573B"/>
  </w:style>
  <w:style w:type="paragraph" w:customStyle="1" w:styleId="01C8B00B1A6D4C19AA9A006B4974E58B">
    <w:name w:val="01C8B00B1A6D4C19AA9A006B4974E58B"/>
  </w:style>
  <w:style w:type="paragraph" w:customStyle="1" w:styleId="A992DCB18FD24DAA95DF8F3BEA303EF0">
    <w:name w:val="A992DCB18FD24DAA95DF8F3BEA303EF0"/>
  </w:style>
  <w:style w:type="paragraph" w:customStyle="1" w:styleId="A75DCD5C251045A3AFAD9EEC9A6A2333">
    <w:name w:val="A75DCD5C251045A3AFAD9EEC9A6A2333"/>
  </w:style>
  <w:style w:type="paragraph" w:customStyle="1" w:styleId="D5FB7AC362A14D658F9E9828C13F1B0D">
    <w:name w:val="D5FB7AC362A14D658F9E9828C13F1B0D"/>
  </w:style>
  <w:style w:type="paragraph" w:customStyle="1" w:styleId="5305B7BE75AC434A83DB47AA955DE279">
    <w:name w:val="5305B7BE75AC434A83DB47AA955DE279"/>
  </w:style>
  <w:style w:type="paragraph" w:customStyle="1" w:styleId="01B2FCF75BA9407392725ECF6DA016BE">
    <w:name w:val="01B2FCF75BA9407392725ECF6DA016BE"/>
  </w:style>
  <w:style w:type="paragraph" w:customStyle="1" w:styleId="12752593E32349FD894C5FE8DBD6130C">
    <w:name w:val="12752593E32349FD894C5FE8DBD6130C"/>
  </w:style>
  <w:style w:type="paragraph" w:customStyle="1" w:styleId="B7645932BD474891BE7518184DBFE5F6">
    <w:name w:val="B7645932BD474891BE7518184DBFE5F6"/>
  </w:style>
  <w:style w:type="paragraph" w:customStyle="1" w:styleId="21F10F28210D4B18BBF6073BF9BCCDA0">
    <w:name w:val="21F10F28210D4B18BBF6073BF9BCCDA0"/>
  </w:style>
  <w:style w:type="paragraph" w:customStyle="1" w:styleId="C39D268B6397483B95CF327ADEA36EDE">
    <w:name w:val="C39D268B6397483B95CF327ADEA36EDE"/>
  </w:style>
  <w:style w:type="paragraph" w:customStyle="1" w:styleId="D7653BD038124EF28E846D5D8B04ED1A">
    <w:name w:val="D7653BD038124EF28E846D5D8B04ED1A"/>
  </w:style>
  <w:style w:type="paragraph" w:customStyle="1" w:styleId="9CC89992ED144CDFA64B4989492B6DE5">
    <w:name w:val="9CC89992ED144CDFA64B4989492B6DE5"/>
  </w:style>
  <w:style w:type="paragraph" w:customStyle="1" w:styleId="0F35C75D79A9431CBEEE213D15546F75">
    <w:name w:val="0F35C75D79A9431CBEEE213D15546F75"/>
  </w:style>
  <w:style w:type="paragraph" w:customStyle="1" w:styleId="73F0C587DF354811984F2A4FEA75F0CB">
    <w:name w:val="73F0C587DF354811984F2A4FEA75F0CB"/>
  </w:style>
  <w:style w:type="paragraph" w:customStyle="1" w:styleId="2D5E7A9CC33C4E099F411B7F158B3C50">
    <w:name w:val="2D5E7A9CC33C4E099F411B7F158B3C50"/>
  </w:style>
  <w:style w:type="paragraph" w:customStyle="1" w:styleId="F769C83718A84C02A54972F1E74483D3">
    <w:name w:val="F769C83718A84C02A54972F1E74483D3"/>
  </w:style>
  <w:style w:type="paragraph" w:customStyle="1" w:styleId="376303B87AAD49CDB0F84CB7A7537FD9">
    <w:name w:val="376303B87AAD49CDB0F84CB7A7537FD9"/>
  </w:style>
  <w:style w:type="paragraph" w:customStyle="1" w:styleId="0405EF05C91F4B2AB79A68D2AF35FA5A">
    <w:name w:val="0405EF05C91F4B2AB79A68D2AF35FA5A"/>
  </w:style>
  <w:style w:type="paragraph" w:customStyle="1" w:styleId="7A85D3E6D56544BBBAAA34F0D01BF5E7">
    <w:name w:val="7A85D3E6D56544BBBAAA34F0D01BF5E7"/>
  </w:style>
  <w:style w:type="paragraph" w:customStyle="1" w:styleId="F0ECE046C6EC447AAAB8A95D389877C6">
    <w:name w:val="F0ECE046C6EC447AAAB8A95D389877C6"/>
  </w:style>
  <w:style w:type="paragraph" w:customStyle="1" w:styleId="9D3606135F984234A1413D737B8975F7">
    <w:name w:val="9D3606135F984234A1413D737B8975F7"/>
  </w:style>
  <w:style w:type="paragraph" w:customStyle="1" w:styleId="93A8F35056B24D6F8DDF1ACCEC0834B4">
    <w:name w:val="93A8F35056B24D6F8DDF1ACCEC0834B4"/>
  </w:style>
  <w:style w:type="paragraph" w:customStyle="1" w:styleId="7D9DDA72EE9E45538790D831B363C0D5">
    <w:name w:val="7D9DDA72EE9E45538790D831B363C0D5"/>
    <w:rsid w:val="00FD6A7C"/>
  </w:style>
  <w:style w:type="paragraph" w:customStyle="1" w:styleId="AF1861D4D9174227ABBCBA66C46A06B5">
    <w:name w:val="AF1861D4D9174227ABBCBA66C46A06B5"/>
    <w:rsid w:val="009F4FCF"/>
  </w:style>
  <w:style w:type="paragraph" w:customStyle="1" w:styleId="26CF3F8679B64DFFB2D70A828B1ECF9E">
    <w:name w:val="26CF3F8679B64DFFB2D70A828B1ECF9E"/>
    <w:rsid w:val="009F4FCF"/>
  </w:style>
  <w:style w:type="paragraph" w:customStyle="1" w:styleId="FEA098EB2B104F29BE5350B742B13586">
    <w:name w:val="FEA098EB2B104F29BE5350B742B13586"/>
    <w:rsid w:val="009F4FCF"/>
  </w:style>
  <w:style w:type="paragraph" w:customStyle="1" w:styleId="40A59D13EA034B1FBE4B264233480631">
    <w:name w:val="40A59D13EA034B1FBE4B264233480631"/>
    <w:rsid w:val="009F4FCF"/>
  </w:style>
  <w:style w:type="paragraph" w:customStyle="1" w:styleId="09796764C2D84DF5B538600B65CEB160">
    <w:name w:val="09796764C2D84DF5B538600B65CEB160"/>
    <w:rsid w:val="009F4FCF"/>
  </w:style>
  <w:style w:type="paragraph" w:customStyle="1" w:styleId="24163B9451904C4FB71CC267A713D0F2">
    <w:name w:val="24163B9451904C4FB71CC267A713D0F2"/>
    <w:rsid w:val="009F4FCF"/>
  </w:style>
  <w:style w:type="paragraph" w:customStyle="1" w:styleId="DC30A688AC5841F9AC9B9B5D7E4D283C">
    <w:name w:val="DC30A688AC5841F9AC9B9B5D7E4D283C"/>
    <w:rsid w:val="009F4FCF"/>
  </w:style>
  <w:style w:type="paragraph" w:customStyle="1" w:styleId="61120715C7074C8AA3A08BC8BE97078E">
    <w:name w:val="61120715C7074C8AA3A08BC8BE97078E"/>
    <w:rsid w:val="009F4FCF"/>
  </w:style>
  <w:style w:type="paragraph" w:customStyle="1" w:styleId="AD7D45A5702D4A7D881A7BA1E76A5410">
    <w:name w:val="AD7D45A5702D4A7D881A7BA1E76A5410"/>
    <w:rsid w:val="009F4FCF"/>
  </w:style>
  <w:style w:type="paragraph" w:customStyle="1" w:styleId="DD22C97C1CB5487AAB0BFE5931B1C585">
    <w:name w:val="DD22C97C1CB5487AAB0BFE5931B1C585"/>
    <w:rsid w:val="009F4FCF"/>
  </w:style>
  <w:style w:type="paragraph" w:customStyle="1" w:styleId="7695CAC4B8794697BE091DCE315F06B4">
    <w:name w:val="7695CAC4B8794697BE091DCE315F06B4"/>
    <w:rsid w:val="009F4FCF"/>
  </w:style>
  <w:style w:type="paragraph" w:customStyle="1" w:styleId="415A80574DE74AFE939E9004E3F17A3D">
    <w:name w:val="415A80574DE74AFE939E9004E3F17A3D"/>
    <w:rsid w:val="009F4FCF"/>
  </w:style>
  <w:style w:type="paragraph" w:customStyle="1" w:styleId="CACDE5D41CB642688951DD67DC0F1AF8">
    <w:name w:val="CACDE5D41CB642688951DD67DC0F1AF8"/>
    <w:rsid w:val="009F4FCF"/>
  </w:style>
  <w:style w:type="paragraph" w:customStyle="1" w:styleId="1BD584FC8EE74B5581BC0795345312CC">
    <w:name w:val="1BD584FC8EE74B5581BC0795345312CC"/>
    <w:rsid w:val="009F4FCF"/>
  </w:style>
  <w:style w:type="paragraph" w:customStyle="1" w:styleId="3F41334C6E9F4C86A1125C5CC65AD8A0">
    <w:name w:val="3F41334C6E9F4C86A1125C5CC65AD8A0"/>
    <w:rsid w:val="009F4FCF"/>
  </w:style>
  <w:style w:type="paragraph" w:customStyle="1" w:styleId="A03B8FC093D943F883F0190371FB19CD">
    <w:name w:val="A03B8FC093D943F883F0190371FB19CD"/>
    <w:rsid w:val="009F4FCF"/>
  </w:style>
  <w:style w:type="paragraph" w:customStyle="1" w:styleId="7CE90EC303D1449187579A4EAE9401CF">
    <w:name w:val="7CE90EC303D1449187579A4EAE9401CF"/>
    <w:rsid w:val="009F4FCF"/>
  </w:style>
  <w:style w:type="paragraph" w:customStyle="1" w:styleId="0B32BCB011B545A08FC5848C25CDBE9B">
    <w:name w:val="0B32BCB011B545A08FC5848C25CDBE9B"/>
    <w:rsid w:val="009F4FCF"/>
  </w:style>
  <w:style w:type="paragraph" w:customStyle="1" w:styleId="3AB81482661C4583A09BC35B9AE4729D">
    <w:name w:val="3AB81482661C4583A09BC35B9AE4729D"/>
    <w:rsid w:val="009F4FCF"/>
  </w:style>
  <w:style w:type="paragraph" w:customStyle="1" w:styleId="3604823BBA04409CAAE416E1899A8B24">
    <w:name w:val="3604823BBA04409CAAE416E1899A8B24"/>
    <w:rsid w:val="009F4FCF"/>
  </w:style>
  <w:style w:type="paragraph" w:customStyle="1" w:styleId="FEC6F5ADF0084BC0B15623BFAA7E7C1E">
    <w:name w:val="FEC6F5ADF0084BC0B15623BFAA7E7C1E"/>
    <w:rsid w:val="009F4FCF"/>
  </w:style>
  <w:style w:type="paragraph" w:customStyle="1" w:styleId="95DEA5430B6A4E0ABD89EBCD02FE0C60">
    <w:name w:val="95DEA5430B6A4E0ABD89EBCD02FE0C60"/>
    <w:rsid w:val="009F4FCF"/>
  </w:style>
  <w:style w:type="paragraph" w:customStyle="1" w:styleId="79771ACBC28B4FC1A18C0117000E1D2C">
    <w:name w:val="79771ACBC28B4FC1A18C0117000E1D2C"/>
    <w:rsid w:val="009F4FCF"/>
  </w:style>
  <w:style w:type="paragraph" w:customStyle="1" w:styleId="EED02AAB740C469B9C4C6825945CDE9A">
    <w:name w:val="EED02AAB740C469B9C4C6825945CDE9A"/>
    <w:rsid w:val="009F4FCF"/>
  </w:style>
  <w:style w:type="paragraph" w:customStyle="1" w:styleId="A03001B9391A418FA2AD94C376498704">
    <w:name w:val="A03001B9391A418FA2AD94C376498704"/>
    <w:rsid w:val="009F4FCF"/>
  </w:style>
  <w:style w:type="paragraph" w:customStyle="1" w:styleId="0B655BF20CCE4A64833C84938DE20CD0">
    <w:name w:val="0B655BF20CCE4A64833C84938DE20CD0"/>
    <w:rsid w:val="009F4FCF"/>
  </w:style>
  <w:style w:type="paragraph" w:customStyle="1" w:styleId="C7D56A6A62754E4194411A0B747BE195">
    <w:name w:val="C7D56A6A62754E4194411A0B747BE195"/>
    <w:rsid w:val="009F4FCF"/>
  </w:style>
  <w:style w:type="paragraph" w:customStyle="1" w:styleId="4D2EA4C79A55434FB264E87622999991">
    <w:name w:val="4D2EA4C79A55434FB264E87622999991"/>
    <w:rsid w:val="009F4FCF"/>
  </w:style>
  <w:style w:type="paragraph" w:customStyle="1" w:styleId="8B1665930C04402E8D002A7B4E71B2AF">
    <w:name w:val="8B1665930C04402E8D002A7B4E71B2AF"/>
    <w:rsid w:val="009F4FCF"/>
  </w:style>
  <w:style w:type="paragraph" w:customStyle="1" w:styleId="9013F317EE2D42E091DBF72754FC0874">
    <w:name w:val="9013F317EE2D42E091DBF72754FC0874"/>
    <w:rsid w:val="009F4FCF"/>
  </w:style>
  <w:style w:type="paragraph" w:customStyle="1" w:styleId="46FD1C9E543249C698558735691DE50E">
    <w:name w:val="46FD1C9E543249C698558735691DE50E"/>
    <w:rsid w:val="009F4FCF"/>
  </w:style>
  <w:style w:type="paragraph" w:customStyle="1" w:styleId="23F318F5E7A8495CA6946E471768BC0A">
    <w:name w:val="23F318F5E7A8495CA6946E471768BC0A"/>
    <w:rsid w:val="009F4FCF"/>
  </w:style>
  <w:style w:type="paragraph" w:customStyle="1" w:styleId="FCAD81835B2046A5B83F73EBE8CF0DA5">
    <w:name w:val="FCAD81835B2046A5B83F73EBE8CF0DA5"/>
    <w:rsid w:val="009F4FCF"/>
  </w:style>
  <w:style w:type="paragraph" w:customStyle="1" w:styleId="BA66F7CBA1D248F0B93D7AB52702EAA7">
    <w:name w:val="BA66F7CBA1D248F0B93D7AB52702EAA7"/>
    <w:rsid w:val="009F4FCF"/>
  </w:style>
  <w:style w:type="paragraph" w:customStyle="1" w:styleId="F953A759A23C478796484CCD9173C2FF">
    <w:name w:val="F953A759A23C478796484CCD9173C2FF"/>
    <w:rsid w:val="009F4FCF"/>
  </w:style>
  <w:style w:type="paragraph" w:customStyle="1" w:styleId="0DA300E761F04C3CA355284E7D5E9F36">
    <w:name w:val="0DA300E761F04C3CA355284E7D5E9F36"/>
    <w:rsid w:val="009F4FCF"/>
  </w:style>
  <w:style w:type="paragraph" w:customStyle="1" w:styleId="9E8594C5F5CB4A018641A1E679BEE649">
    <w:name w:val="9E8594C5F5CB4A018641A1E679BEE649"/>
    <w:rsid w:val="009F4FCF"/>
  </w:style>
  <w:style w:type="paragraph" w:customStyle="1" w:styleId="C1CFCEBE650F433280FBE4F7A609AD34">
    <w:name w:val="C1CFCEBE650F433280FBE4F7A609AD34"/>
    <w:rsid w:val="009F4FCF"/>
  </w:style>
  <w:style w:type="paragraph" w:customStyle="1" w:styleId="722B7E75B96640DABDF79FC01DCC1D08">
    <w:name w:val="722B7E75B96640DABDF79FC01DCC1D08"/>
    <w:rsid w:val="009F4FCF"/>
  </w:style>
  <w:style w:type="paragraph" w:customStyle="1" w:styleId="C108321B221649EDB559D45C350C7775">
    <w:name w:val="C108321B221649EDB559D45C350C7775"/>
    <w:rsid w:val="009F4FCF"/>
  </w:style>
  <w:style w:type="paragraph" w:customStyle="1" w:styleId="81E2D59176FD499A835097095314C983">
    <w:name w:val="81E2D59176FD499A835097095314C983"/>
    <w:rsid w:val="009F4FCF"/>
  </w:style>
  <w:style w:type="paragraph" w:customStyle="1" w:styleId="F10AFE0D18844A3B941700503B27B5EE">
    <w:name w:val="F10AFE0D18844A3B941700503B27B5EE"/>
    <w:rsid w:val="009F4FCF"/>
  </w:style>
  <w:style w:type="paragraph" w:customStyle="1" w:styleId="6A4E5CDCB9BD460D9E52C3024988CFC5">
    <w:name w:val="6A4E5CDCB9BD460D9E52C3024988CFC5"/>
    <w:rsid w:val="009F4FCF"/>
  </w:style>
  <w:style w:type="paragraph" w:customStyle="1" w:styleId="8F7B761EDBF04EC5B761E1ED753A86DC">
    <w:name w:val="8F7B761EDBF04EC5B761E1ED753A86DC"/>
    <w:rsid w:val="009F4FCF"/>
  </w:style>
  <w:style w:type="paragraph" w:customStyle="1" w:styleId="354C767EA296425885FFEFBC5B8BAFFD">
    <w:name w:val="354C767EA296425885FFEFBC5B8BAFFD"/>
    <w:rsid w:val="009F4FCF"/>
  </w:style>
  <w:style w:type="paragraph" w:customStyle="1" w:styleId="835B676B374046DC87C20FBB9789ECC1">
    <w:name w:val="835B676B374046DC87C20FBB9789ECC1"/>
    <w:rsid w:val="009F4FCF"/>
  </w:style>
  <w:style w:type="paragraph" w:customStyle="1" w:styleId="8B7EF8D3168C4BF6A305FEC54608E58C">
    <w:name w:val="8B7EF8D3168C4BF6A305FEC54608E58C"/>
    <w:rsid w:val="009F4FCF"/>
  </w:style>
  <w:style w:type="paragraph" w:customStyle="1" w:styleId="143B4912937B4E70BFE0F521F6C214C5">
    <w:name w:val="143B4912937B4E70BFE0F521F6C214C5"/>
    <w:rsid w:val="009F4FCF"/>
  </w:style>
  <w:style w:type="paragraph" w:customStyle="1" w:styleId="7E78545621C54134B62E4C3F64BB7A0F">
    <w:name w:val="7E78545621C54134B62E4C3F64BB7A0F"/>
    <w:rsid w:val="009F4FCF"/>
  </w:style>
  <w:style w:type="paragraph" w:customStyle="1" w:styleId="A49EE368D4FB428A9B7EA65A97CA3A82">
    <w:name w:val="A49EE368D4FB428A9B7EA65A97CA3A82"/>
    <w:rsid w:val="009F4FCF"/>
  </w:style>
  <w:style w:type="paragraph" w:customStyle="1" w:styleId="D270A64895D847E99AA6E6F213676F54">
    <w:name w:val="D270A64895D847E99AA6E6F213676F54"/>
    <w:rsid w:val="009F4FCF"/>
  </w:style>
  <w:style w:type="paragraph" w:customStyle="1" w:styleId="F1A161DACE9048649BB35239C5D0A5AE">
    <w:name w:val="F1A161DACE9048649BB35239C5D0A5AE"/>
    <w:rsid w:val="009F4FCF"/>
  </w:style>
  <w:style w:type="paragraph" w:customStyle="1" w:styleId="66FDF017291842DDBCA72A58AA9E53DD">
    <w:name w:val="66FDF017291842DDBCA72A58AA9E53DD"/>
    <w:rsid w:val="009F4FCF"/>
  </w:style>
  <w:style w:type="paragraph" w:customStyle="1" w:styleId="82ABED2F2B1746EBA19BE4DC01D85F3E">
    <w:name w:val="82ABED2F2B1746EBA19BE4DC01D85F3E"/>
    <w:rsid w:val="009F4FCF"/>
  </w:style>
  <w:style w:type="paragraph" w:customStyle="1" w:styleId="6DC73345E9244A34A3BF01BC1B6312D7">
    <w:name w:val="6DC73345E9244A34A3BF01BC1B6312D7"/>
    <w:rsid w:val="009F4FCF"/>
  </w:style>
  <w:style w:type="paragraph" w:customStyle="1" w:styleId="AB37C3C9B53748D38BB0896EB673A865">
    <w:name w:val="AB37C3C9B53748D38BB0896EB673A865"/>
    <w:rsid w:val="009F4FCF"/>
  </w:style>
  <w:style w:type="paragraph" w:customStyle="1" w:styleId="6A85EC6ED4194DF48ABD6F2879E29625">
    <w:name w:val="6A85EC6ED4194DF48ABD6F2879E29625"/>
    <w:rsid w:val="009F4FCF"/>
  </w:style>
  <w:style w:type="paragraph" w:customStyle="1" w:styleId="61892C8904C5479AB082B6744F4DB639">
    <w:name w:val="61892C8904C5479AB082B6744F4DB639"/>
    <w:rsid w:val="009F4FCF"/>
  </w:style>
  <w:style w:type="paragraph" w:customStyle="1" w:styleId="E6B7D815F3FF4072AAE359069CEFEFE6">
    <w:name w:val="E6B7D815F3FF4072AAE359069CEFEFE6"/>
    <w:rsid w:val="009F4FCF"/>
  </w:style>
  <w:style w:type="paragraph" w:customStyle="1" w:styleId="6BC8112F196D4AC99735F3F857A94105">
    <w:name w:val="6BC8112F196D4AC99735F3F857A94105"/>
    <w:rsid w:val="009F4FCF"/>
  </w:style>
  <w:style w:type="paragraph" w:customStyle="1" w:styleId="CD150C3072DB499282B1F973E30F67FE">
    <w:name w:val="CD150C3072DB499282B1F973E30F67FE"/>
    <w:rsid w:val="009F4FCF"/>
  </w:style>
  <w:style w:type="paragraph" w:customStyle="1" w:styleId="7AF5CACE85DA443688CD89588F7F0397">
    <w:name w:val="7AF5CACE85DA443688CD89588F7F0397"/>
    <w:rsid w:val="009F4FCF"/>
  </w:style>
  <w:style w:type="paragraph" w:customStyle="1" w:styleId="AE38CCE4CFC24C459EE379A378468A68">
    <w:name w:val="AE38CCE4CFC24C459EE379A378468A68"/>
    <w:rsid w:val="009F4FCF"/>
  </w:style>
  <w:style w:type="paragraph" w:customStyle="1" w:styleId="021D00B5CFD743059AD2ED8589C2B0B3">
    <w:name w:val="021D00B5CFD743059AD2ED8589C2B0B3"/>
    <w:rsid w:val="009F4FCF"/>
  </w:style>
  <w:style w:type="paragraph" w:customStyle="1" w:styleId="62F43983A5654061ADCEB5D4A65ED066">
    <w:name w:val="62F43983A5654061ADCEB5D4A65ED066"/>
    <w:rsid w:val="009F4FCF"/>
  </w:style>
  <w:style w:type="paragraph" w:customStyle="1" w:styleId="3166562522B849F2848E88EC23C71A5A">
    <w:name w:val="3166562522B849F2848E88EC23C71A5A"/>
    <w:rsid w:val="009F4FCF"/>
  </w:style>
  <w:style w:type="paragraph" w:customStyle="1" w:styleId="852633DEFEFF455C9156C76ACD736F17">
    <w:name w:val="852633DEFEFF455C9156C76ACD736F17"/>
    <w:rsid w:val="009F4FCF"/>
  </w:style>
  <w:style w:type="paragraph" w:customStyle="1" w:styleId="C91658D76DF04DFC9388D191B2597C84">
    <w:name w:val="C91658D76DF04DFC9388D191B2597C84"/>
    <w:rsid w:val="009F4FCF"/>
  </w:style>
  <w:style w:type="paragraph" w:customStyle="1" w:styleId="427FA304E30B43F4AF2BAEA9C5EC7FC0">
    <w:name w:val="427FA304E30B43F4AF2BAEA9C5EC7FC0"/>
    <w:rsid w:val="009F4FCF"/>
  </w:style>
  <w:style w:type="paragraph" w:customStyle="1" w:styleId="CAD9225DF5024E77AE8635A190436748">
    <w:name w:val="CAD9225DF5024E77AE8635A190436748"/>
    <w:rsid w:val="009F4FCF"/>
  </w:style>
  <w:style w:type="paragraph" w:customStyle="1" w:styleId="90E7531B55A7477883CF50716EDCFFBE">
    <w:name w:val="90E7531B55A7477883CF50716EDCFFBE"/>
    <w:rsid w:val="009F4FCF"/>
  </w:style>
  <w:style w:type="paragraph" w:customStyle="1" w:styleId="C23A2D2C001E4536BB4B4A6869493F8F">
    <w:name w:val="C23A2D2C001E4536BB4B4A6869493F8F"/>
    <w:rsid w:val="009F4FCF"/>
  </w:style>
  <w:style w:type="paragraph" w:customStyle="1" w:styleId="61EB373B5CCD4AF6A22E6D240EB67E3D">
    <w:name w:val="61EB373B5CCD4AF6A22E6D240EB67E3D"/>
    <w:rsid w:val="009F4FCF"/>
  </w:style>
  <w:style w:type="paragraph" w:customStyle="1" w:styleId="89C04773DFEA463E859343F7A9A9794C">
    <w:name w:val="89C04773DFEA463E859343F7A9A9794C"/>
    <w:rsid w:val="009F4FCF"/>
  </w:style>
  <w:style w:type="paragraph" w:customStyle="1" w:styleId="AAE54D1CA5C940AF84A7AF2CD71D8CDA">
    <w:name w:val="AAE54D1CA5C940AF84A7AF2CD71D8CDA"/>
    <w:rsid w:val="009F4FCF"/>
  </w:style>
  <w:style w:type="paragraph" w:customStyle="1" w:styleId="51117898D1EC4CDBA7B2DBBDE0EEA996">
    <w:name w:val="51117898D1EC4CDBA7B2DBBDE0EEA996"/>
    <w:rsid w:val="009F4FCF"/>
  </w:style>
  <w:style w:type="paragraph" w:customStyle="1" w:styleId="A8F704AEA877433DB9D5709A09E8B9D3">
    <w:name w:val="A8F704AEA877433DB9D5709A09E8B9D3"/>
    <w:rsid w:val="009F4FCF"/>
  </w:style>
  <w:style w:type="paragraph" w:customStyle="1" w:styleId="4E2FF1D419DE419D9B520D552C572EFF">
    <w:name w:val="4E2FF1D419DE419D9B520D552C572EFF"/>
    <w:rsid w:val="009F4FCF"/>
  </w:style>
  <w:style w:type="paragraph" w:customStyle="1" w:styleId="870A0923E7E34A059CBA286CCBED8F92">
    <w:name w:val="870A0923E7E34A059CBA286CCBED8F92"/>
    <w:rsid w:val="009F4FCF"/>
  </w:style>
  <w:style w:type="paragraph" w:customStyle="1" w:styleId="4A45BFB5D8BC4386BA5F63520C5BB41E">
    <w:name w:val="4A45BFB5D8BC4386BA5F63520C5BB41E"/>
    <w:rsid w:val="009F4FCF"/>
  </w:style>
  <w:style w:type="paragraph" w:customStyle="1" w:styleId="03AC03A717734FD69FEC9AFCD751E6AC">
    <w:name w:val="03AC03A717734FD69FEC9AFCD751E6AC"/>
    <w:rsid w:val="009F4FCF"/>
  </w:style>
  <w:style w:type="paragraph" w:customStyle="1" w:styleId="723B74C9F11B4AB38E9BB734F808BB77">
    <w:name w:val="723B74C9F11B4AB38E9BB734F808BB77"/>
    <w:rsid w:val="009F4FCF"/>
  </w:style>
  <w:style w:type="paragraph" w:customStyle="1" w:styleId="22C2B38A529D4406A98AA753BBE10853">
    <w:name w:val="22C2B38A529D4406A98AA753BBE10853"/>
    <w:rsid w:val="009F4FCF"/>
  </w:style>
  <w:style w:type="paragraph" w:customStyle="1" w:styleId="B2CD98256D9445A2B46D9B61F62CEEA9">
    <w:name w:val="B2CD98256D9445A2B46D9B61F62CEEA9"/>
    <w:rsid w:val="009F4FCF"/>
  </w:style>
  <w:style w:type="paragraph" w:customStyle="1" w:styleId="99BCCCCB5DDB45C9A36BFE94AEA0F46C">
    <w:name w:val="99BCCCCB5DDB45C9A36BFE94AEA0F46C"/>
    <w:rsid w:val="009F4FCF"/>
  </w:style>
  <w:style w:type="paragraph" w:customStyle="1" w:styleId="4008D401E5AE40EDA2847AB6D6B56621">
    <w:name w:val="4008D401E5AE40EDA2847AB6D6B56621"/>
    <w:rsid w:val="009F4FCF"/>
  </w:style>
  <w:style w:type="paragraph" w:customStyle="1" w:styleId="3342E74ACCB4490BAE06BA60D74CC995">
    <w:name w:val="3342E74ACCB4490BAE06BA60D74CC995"/>
    <w:rsid w:val="009F4FCF"/>
  </w:style>
  <w:style w:type="paragraph" w:customStyle="1" w:styleId="F757AAF4E04D4E358278DCCCF329D114">
    <w:name w:val="F757AAF4E04D4E358278DCCCF329D114"/>
    <w:rsid w:val="009F4FCF"/>
  </w:style>
  <w:style w:type="paragraph" w:customStyle="1" w:styleId="8E1DD8CF730D43439627311B7890D836">
    <w:name w:val="8E1DD8CF730D43439627311B7890D836"/>
    <w:rsid w:val="009F4FCF"/>
  </w:style>
  <w:style w:type="paragraph" w:customStyle="1" w:styleId="276BFCFB432B4BC488DAF3FE63CBCCCC">
    <w:name w:val="276BFCFB432B4BC488DAF3FE63CBCCCC"/>
    <w:rsid w:val="009F4FCF"/>
  </w:style>
  <w:style w:type="paragraph" w:customStyle="1" w:styleId="6509AB2A1E3E4403BFDF23C327E16F64">
    <w:name w:val="6509AB2A1E3E4403BFDF23C327E16F64"/>
    <w:rsid w:val="009F4FCF"/>
  </w:style>
  <w:style w:type="paragraph" w:customStyle="1" w:styleId="1D4E602F7CB84A8CA1314BB2D1226261">
    <w:name w:val="1D4E602F7CB84A8CA1314BB2D1226261"/>
    <w:rsid w:val="009F4FCF"/>
  </w:style>
  <w:style w:type="paragraph" w:customStyle="1" w:styleId="8C66006505C543CBB39CB7369D32AD20">
    <w:name w:val="8C66006505C543CBB39CB7369D32AD20"/>
    <w:rsid w:val="009F4FCF"/>
  </w:style>
  <w:style w:type="paragraph" w:customStyle="1" w:styleId="A7ED85408D864ACB8D5CD135D3D9DD1A">
    <w:name w:val="A7ED85408D864ACB8D5CD135D3D9DD1A"/>
    <w:rsid w:val="009F4FCF"/>
  </w:style>
  <w:style w:type="paragraph" w:customStyle="1" w:styleId="62B1D64FD51243DB84578B1417532B3A">
    <w:name w:val="62B1D64FD51243DB84578B1417532B3A"/>
    <w:rsid w:val="009F4FCF"/>
  </w:style>
  <w:style w:type="paragraph" w:customStyle="1" w:styleId="4A4C6E628D3A42D78C0F8837A30607CD">
    <w:name w:val="4A4C6E628D3A42D78C0F8837A30607CD"/>
    <w:rsid w:val="009F4FCF"/>
  </w:style>
  <w:style w:type="paragraph" w:customStyle="1" w:styleId="1A8FD4E796FD4625821517FE1F255213">
    <w:name w:val="1A8FD4E796FD4625821517FE1F255213"/>
    <w:rsid w:val="009F4FCF"/>
  </w:style>
  <w:style w:type="paragraph" w:customStyle="1" w:styleId="0863394E5E084950A34245C37BCE99F4">
    <w:name w:val="0863394E5E084950A34245C37BCE99F4"/>
    <w:rsid w:val="009F4FCF"/>
  </w:style>
  <w:style w:type="paragraph" w:customStyle="1" w:styleId="1DB595BC8E754DB1AE7AE9F0FB46E216">
    <w:name w:val="1DB595BC8E754DB1AE7AE9F0FB46E216"/>
    <w:rsid w:val="009F4FCF"/>
  </w:style>
  <w:style w:type="paragraph" w:customStyle="1" w:styleId="3A0070C8793143C29A21F05C0EC1F92B">
    <w:name w:val="3A0070C8793143C29A21F05C0EC1F92B"/>
    <w:rsid w:val="009F4FCF"/>
  </w:style>
  <w:style w:type="paragraph" w:customStyle="1" w:styleId="83D83FCE628A4BEDB9AB77A35213D895">
    <w:name w:val="83D83FCE628A4BEDB9AB77A35213D895"/>
    <w:rsid w:val="009F4FCF"/>
  </w:style>
  <w:style w:type="paragraph" w:customStyle="1" w:styleId="C25C796C9CAE44DE93286A37BF3E86F4">
    <w:name w:val="C25C796C9CAE44DE93286A37BF3E86F4"/>
    <w:rsid w:val="009F4FCF"/>
  </w:style>
  <w:style w:type="paragraph" w:customStyle="1" w:styleId="B23C636622834EB88EA3A4369AAC06D8">
    <w:name w:val="B23C636622834EB88EA3A4369AAC06D8"/>
    <w:rsid w:val="009F4FCF"/>
  </w:style>
  <w:style w:type="paragraph" w:customStyle="1" w:styleId="5BA2CF91029945EBBD058EC48F6CC3DF">
    <w:name w:val="5BA2CF91029945EBBD058EC48F6CC3DF"/>
    <w:rsid w:val="009F4FCF"/>
  </w:style>
  <w:style w:type="paragraph" w:customStyle="1" w:styleId="D1CA1A9BCD594A9FB10457258033D562">
    <w:name w:val="D1CA1A9BCD594A9FB10457258033D562"/>
    <w:rsid w:val="009F4FCF"/>
  </w:style>
  <w:style w:type="paragraph" w:customStyle="1" w:styleId="DFCE8ED6993D4D4ABA6B30519799A062">
    <w:name w:val="DFCE8ED6993D4D4ABA6B30519799A062"/>
    <w:rsid w:val="009F4FCF"/>
  </w:style>
  <w:style w:type="paragraph" w:customStyle="1" w:styleId="AD56B4C9F4BB423691D07B7E0387A590">
    <w:name w:val="AD56B4C9F4BB423691D07B7E0387A590"/>
    <w:rsid w:val="009F4FCF"/>
  </w:style>
  <w:style w:type="paragraph" w:customStyle="1" w:styleId="BE05EFCD949641CFA40FE49BC7A5CE82">
    <w:name w:val="BE05EFCD949641CFA40FE49BC7A5CE82"/>
    <w:rsid w:val="009F4FCF"/>
  </w:style>
  <w:style w:type="paragraph" w:customStyle="1" w:styleId="B8F35F39B09944768D46E01AC1C65B15">
    <w:name w:val="B8F35F39B09944768D46E01AC1C65B15"/>
    <w:rsid w:val="009F4FCF"/>
  </w:style>
  <w:style w:type="paragraph" w:customStyle="1" w:styleId="B84A60AD10BE452B8AE8DE636570E0B2">
    <w:name w:val="B84A60AD10BE452B8AE8DE636570E0B2"/>
    <w:rsid w:val="009F4FCF"/>
  </w:style>
  <w:style w:type="paragraph" w:customStyle="1" w:styleId="54D9D5C6A5FA4406A1899F027C4F6F1E">
    <w:name w:val="54D9D5C6A5FA4406A1899F027C4F6F1E"/>
    <w:rsid w:val="009F4FCF"/>
  </w:style>
  <w:style w:type="paragraph" w:customStyle="1" w:styleId="0D946DDB8D2942C3853418AF870EA849">
    <w:name w:val="0D946DDB8D2942C3853418AF870EA849"/>
    <w:rsid w:val="009F4FCF"/>
  </w:style>
  <w:style w:type="paragraph" w:customStyle="1" w:styleId="F4EF1BBD1D1A4DD1BD2438F1B75BEFA3">
    <w:name w:val="F4EF1BBD1D1A4DD1BD2438F1B75BEFA3"/>
    <w:rsid w:val="009F4FCF"/>
  </w:style>
  <w:style w:type="paragraph" w:customStyle="1" w:styleId="851CE0CFD6CD4608843697CAADF81E28">
    <w:name w:val="851CE0CFD6CD4608843697CAADF81E28"/>
    <w:rsid w:val="009F4FCF"/>
  </w:style>
  <w:style w:type="paragraph" w:customStyle="1" w:styleId="5C51F794B8DE44A5AC447B97F02E6EDA">
    <w:name w:val="5C51F794B8DE44A5AC447B97F02E6EDA"/>
    <w:rsid w:val="009F4FCF"/>
  </w:style>
  <w:style w:type="paragraph" w:customStyle="1" w:styleId="72F5E0767E974B3089AD4C252C67E87E">
    <w:name w:val="72F5E0767E974B3089AD4C252C67E87E"/>
    <w:rsid w:val="009F4FCF"/>
  </w:style>
  <w:style w:type="paragraph" w:customStyle="1" w:styleId="3583BCA721EE49DB8CC253BF79B3AAED">
    <w:name w:val="3583BCA721EE49DB8CC253BF79B3AAED"/>
    <w:rsid w:val="009F4FCF"/>
  </w:style>
  <w:style w:type="paragraph" w:customStyle="1" w:styleId="0DCBE8A2792D4D7CBAE34138C48C43D9">
    <w:name w:val="0DCBE8A2792D4D7CBAE34138C48C43D9"/>
    <w:rsid w:val="009F4FCF"/>
  </w:style>
  <w:style w:type="paragraph" w:customStyle="1" w:styleId="300474B6F2044F008D5819504CBFD4CF">
    <w:name w:val="300474B6F2044F008D5819504CBFD4CF"/>
    <w:rsid w:val="009F4FCF"/>
  </w:style>
  <w:style w:type="paragraph" w:customStyle="1" w:styleId="8295E36B093E43CCBF93A9A41E0933BA">
    <w:name w:val="8295E36B093E43CCBF93A9A41E0933BA"/>
    <w:rsid w:val="009F4FCF"/>
  </w:style>
  <w:style w:type="paragraph" w:customStyle="1" w:styleId="CA0CFE4EB49743F0BBDAB2B78EDBEB99">
    <w:name w:val="CA0CFE4EB49743F0BBDAB2B78EDBEB99"/>
    <w:rsid w:val="009F4FCF"/>
  </w:style>
  <w:style w:type="paragraph" w:customStyle="1" w:styleId="8CF5050602C24B16AC269A32DBFA0B0D">
    <w:name w:val="8CF5050602C24B16AC269A32DBFA0B0D"/>
    <w:rsid w:val="009F4FCF"/>
  </w:style>
  <w:style w:type="paragraph" w:customStyle="1" w:styleId="9441C9D7B83B4543A32AFE90B75312B2">
    <w:name w:val="9441C9D7B83B4543A32AFE90B75312B2"/>
    <w:rsid w:val="009F4FCF"/>
  </w:style>
  <w:style w:type="paragraph" w:customStyle="1" w:styleId="1C5CB4B6D32349F4B180CA68149EBD7A">
    <w:name w:val="1C5CB4B6D32349F4B180CA68149EBD7A"/>
    <w:rsid w:val="009F4FCF"/>
  </w:style>
  <w:style w:type="paragraph" w:customStyle="1" w:styleId="E57E80105A874098852B75912B1A34CD">
    <w:name w:val="E57E80105A874098852B75912B1A34CD"/>
    <w:rsid w:val="009F4FCF"/>
  </w:style>
  <w:style w:type="paragraph" w:customStyle="1" w:styleId="C7C204E16BBB420EAA4C00409763D7B1">
    <w:name w:val="C7C204E16BBB420EAA4C00409763D7B1"/>
    <w:rsid w:val="009F4FCF"/>
  </w:style>
  <w:style w:type="paragraph" w:customStyle="1" w:styleId="B259C91DF2A54D0A8DB8BA5AA9DF4045">
    <w:name w:val="B259C91DF2A54D0A8DB8BA5AA9DF4045"/>
    <w:rsid w:val="009F4FCF"/>
  </w:style>
  <w:style w:type="paragraph" w:customStyle="1" w:styleId="4A8712ED570347F690E0271C707CD489">
    <w:name w:val="4A8712ED570347F690E0271C707CD489"/>
    <w:rsid w:val="009F4FCF"/>
  </w:style>
  <w:style w:type="paragraph" w:customStyle="1" w:styleId="6896BD8382204021BCC7008F3EA08CA0">
    <w:name w:val="6896BD8382204021BCC7008F3EA08CA0"/>
    <w:rsid w:val="009F4FCF"/>
  </w:style>
  <w:style w:type="paragraph" w:customStyle="1" w:styleId="036A5DDFC3864442BB397E77A2FAF6F8">
    <w:name w:val="036A5DDFC3864442BB397E77A2FAF6F8"/>
    <w:rsid w:val="009F4FCF"/>
  </w:style>
  <w:style w:type="paragraph" w:customStyle="1" w:styleId="75C2B90D242C49ABA9442363BC2B377C">
    <w:name w:val="75C2B90D242C49ABA9442363BC2B377C"/>
    <w:rsid w:val="009F4FCF"/>
  </w:style>
  <w:style w:type="paragraph" w:customStyle="1" w:styleId="1054270962B8447683BBE5DADA0B23D3">
    <w:name w:val="1054270962B8447683BBE5DADA0B23D3"/>
    <w:rsid w:val="009F4FCF"/>
  </w:style>
  <w:style w:type="paragraph" w:customStyle="1" w:styleId="86C8F0F3813B4058A226BB79C3CE760C">
    <w:name w:val="86C8F0F3813B4058A226BB79C3CE760C"/>
    <w:rsid w:val="009F4FCF"/>
  </w:style>
  <w:style w:type="paragraph" w:customStyle="1" w:styleId="0D718453ABB24CAF902B30798DE27D73">
    <w:name w:val="0D718453ABB24CAF902B30798DE27D73"/>
    <w:rsid w:val="009F4FCF"/>
  </w:style>
  <w:style w:type="paragraph" w:customStyle="1" w:styleId="FDB488148A5F4560924AEE134B177557">
    <w:name w:val="FDB488148A5F4560924AEE134B177557"/>
    <w:rsid w:val="009F4FCF"/>
  </w:style>
  <w:style w:type="paragraph" w:customStyle="1" w:styleId="0A7D29EE45CC4470878F3075FB06FBDA">
    <w:name w:val="0A7D29EE45CC4470878F3075FB06FBDA"/>
    <w:rsid w:val="009F4FCF"/>
  </w:style>
  <w:style w:type="paragraph" w:customStyle="1" w:styleId="2FFBEBA74BBF4B62AAF3F2207BEF23C3">
    <w:name w:val="2FFBEBA74BBF4B62AAF3F2207BEF23C3"/>
    <w:rsid w:val="009F4FCF"/>
  </w:style>
  <w:style w:type="paragraph" w:customStyle="1" w:styleId="BBC8F7ADE0D74C2CBFABE82E87358A0C">
    <w:name w:val="BBC8F7ADE0D74C2CBFABE82E87358A0C"/>
    <w:rsid w:val="009F4FCF"/>
  </w:style>
  <w:style w:type="paragraph" w:customStyle="1" w:styleId="AEE8BDF4B71D4CEB9670CC04EB27842A">
    <w:name w:val="AEE8BDF4B71D4CEB9670CC04EB27842A"/>
    <w:rsid w:val="009F4FCF"/>
  </w:style>
  <w:style w:type="paragraph" w:customStyle="1" w:styleId="E713662C402C48828D8AC629B46E4585">
    <w:name w:val="E713662C402C48828D8AC629B46E4585"/>
    <w:rsid w:val="009F4FCF"/>
  </w:style>
  <w:style w:type="paragraph" w:customStyle="1" w:styleId="4ED36F6580414814AB040AF350E0DC91">
    <w:name w:val="4ED36F6580414814AB040AF350E0DC91"/>
    <w:rsid w:val="009F4FCF"/>
  </w:style>
  <w:style w:type="paragraph" w:customStyle="1" w:styleId="D694EE1B5BA84FB2BEF816056142BD70">
    <w:name w:val="D694EE1B5BA84FB2BEF816056142BD70"/>
    <w:rsid w:val="009F4FCF"/>
  </w:style>
  <w:style w:type="paragraph" w:customStyle="1" w:styleId="9AED3240007840B6AC521B4F506E0ABE">
    <w:name w:val="9AED3240007840B6AC521B4F506E0ABE"/>
    <w:rsid w:val="009F4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47D0A-2E15-4886-902E-ADA1E2BE0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LLC FORMATION QUESTIONAIRE V1 2022</Template>
  <TotalTime>74</TotalTime>
  <Pages>12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Perez-Villanueva</dc:creator>
  <cp:keywords/>
  <dc:description/>
  <cp:lastModifiedBy>Carlos Perez-Villanueva</cp:lastModifiedBy>
  <cp:revision>35</cp:revision>
  <dcterms:created xsi:type="dcterms:W3CDTF">2023-01-24T16:26:00Z</dcterms:created>
  <dcterms:modified xsi:type="dcterms:W3CDTF">2023-01-24T17:39:00Z</dcterms:modified>
</cp:coreProperties>
</file>